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AAE" w:rsidRPr="00284C01" w:rsidRDefault="00DA5E23" w:rsidP="00E174D6">
      <w:pPr>
        <w:pStyle w:val="Minimal"/>
      </w:pPr>
      <w:r w:rsidRPr="00284C01">
        <w:rPr>
          <w:noProof/>
        </w:rPr>
        <mc:AlternateContent>
          <mc:Choice Requires="wps">
            <w:drawing>
              <wp:anchor distT="0" distB="0" distL="114300" distR="114300" simplePos="0" relativeHeight="251659264" behindDoc="0" locked="0" layoutInCell="1" allowOverlap="1" wp14:anchorId="57DC2A20" wp14:editId="3448F853">
                <wp:simplePos x="0" y="0"/>
                <wp:positionH relativeFrom="page">
                  <wp:posOffset>4007485</wp:posOffset>
                </wp:positionH>
                <wp:positionV relativeFrom="page">
                  <wp:posOffset>360045</wp:posOffset>
                </wp:positionV>
                <wp:extent cx="2840355" cy="180975"/>
                <wp:effectExtent l="0" t="0" r="0" b="6350"/>
                <wp:wrapNone/>
                <wp:docPr id="1" name="Textfeld 1"/>
                <wp:cNvGraphicFramePr/>
                <a:graphic xmlns:a="http://schemas.openxmlformats.org/drawingml/2006/main">
                  <a:graphicData uri="http://schemas.microsoft.com/office/word/2010/wordprocessingShape">
                    <wps:wsp>
                      <wps:cNvSpPr txBox="1"/>
                      <wps:spPr>
                        <a:xfrm>
                          <a:off x="0" y="0"/>
                          <a:ext cx="2840355" cy="184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A5E23" w:rsidRPr="00284C01" w:rsidRDefault="00DA5E23" w:rsidP="00DA5E23">
                            <w:bookmarkStart w:id="0" w:name="InformationsfeldBriefkopf"/>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7DC2A20" id="_x0000_t202" coordsize="21600,21600" o:spt="202" path="m,l,21600r21600,l21600,xe">
                <v:stroke joinstyle="miter"/>
                <v:path gradientshapeok="t" o:connecttype="rect"/>
              </v:shapetype>
              <v:shape id="Textfeld 1" o:spid="_x0000_s1026" type="#_x0000_t202" style="position:absolute;margin-left:315.55pt;margin-top:28.35pt;width:223.65pt;height:1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" filled="f" stroked="f" strokeweight=".5pt">
                <v:textbox style="mso-fit-shape-to-text:t" inset="0,0,0,0">
                  <w:txbxContent>
                    <w:p w:rsidR="00DA5E23" w:rsidRPr="00284C01" w:rsidRDefault="00DA5E23" w:rsidP="00DA5E23">
                      <w:bookmarkStart w:id="1" w:name="InformationsfeldBriefkopf"/>
                      <w:bookmarkEnd w:id="1"/>
                    </w:p>
                  </w:txbxContent>
                </v:textbox>
                <w10:wrap anchorx="page" anchory="page"/>
              </v:shape>
            </w:pict>
          </mc:Fallback>
        </mc:AlternateContent>
      </w:r>
      <w:r w:rsidR="0018168A" w:rsidRPr="00284C01">
        <w:rPr>
          <w:noProof/>
        </w:rPr>
        <mc:AlternateContent>
          <mc:Choice Requires="wps">
            <w:drawing>
              <wp:anchor distT="0" distB="0" distL="114300" distR="114300" simplePos="0" relativeHeight="251656192" behindDoc="1" locked="1" layoutInCell="1" allowOverlap="1" wp14:anchorId="4719E496" wp14:editId="47633153">
                <wp:simplePos x="0" y="0"/>
                <wp:positionH relativeFrom="margin">
                  <wp:posOffset>0</wp:posOffset>
                </wp:positionH>
                <wp:positionV relativeFrom="page">
                  <wp:posOffset>10268585</wp:posOffset>
                </wp:positionV>
                <wp:extent cx="3600" cy="3600"/>
                <wp:effectExtent l="0" t="0" r="0" b="0"/>
                <wp:wrapNone/>
                <wp:docPr id="7" name="Textfeld 7"/>
                <wp:cNvGraphicFramePr/>
                <a:graphic xmlns:a="http://schemas.openxmlformats.org/drawingml/2006/main">
                  <a:graphicData uri="http://schemas.microsoft.com/office/word/2010/wordprocessingShape">
                    <wps:wsp>
                      <wps:cNvSpPr txBox="1"/>
                      <wps:spPr>
                        <a:xfrm>
                          <a:off x="0" y="0"/>
                          <a:ext cx="3600" cy="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emplate"/>
                              <w:tblW w:w="0" w:type="auto"/>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7867"/>
                            </w:tblGrid>
                            <w:tr w:rsidR="0018168A" w:rsidTr="00F91725">
                              <w:trPr>
                                <w:trHeight w:val="198"/>
                              </w:trPr>
                              <w:tc>
                                <w:tcPr>
                                  <w:tcW w:w="7867" w:type="dxa"/>
                                </w:tcPr>
                                <w:p w:rsidR="0018168A" w:rsidRDefault="0018168A">
                                  <w:pPr>
                                    <w:pStyle w:val="Fuzeile"/>
                                  </w:pPr>
                                </w:p>
                              </w:tc>
                            </w:tr>
                          </w:tbl>
                          <w:p w:rsidR="0018168A" w:rsidRDefault="0018168A" w:rsidP="0018168A">
                            <w:pPr>
                              <w:pStyle w:val="Fuzeile"/>
                              <w:rPr>
                                <w:sz w:val="2"/>
                                <w:szCs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19E496" id="Textfeld 7" o:spid="_x0000_s1027" type="#_x0000_t202" style="position:absolute;margin-left:0;margin-top:808.55pt;width:.3pt;height:.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" filled="f" stroked="f" strokeweight=".5pt">
                <v:textbox inset="0,0,0,0">
                  <w:txbxContent>
                    <w:tbl>
                      <w:tblPr>
                        <w:tblStyle w:val="Template"/>
                        <w:tblW w:w="0" w:type="auto"/>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7867"/>
                      </w:tblGrid>
                      <w:tr w:rsidR="0018168A" w:rsidTr="00F91725">
                        <w:trPr>
                          <w:trHeight w:val="198"/>
                        </w:trPr>
                        <w:tc>
                          <w:tcPr>
                            <w:tcW w:w="7867" w:type="dxa"/>
                          </w:tcPr>
                          <w:p w:rsidR="0018168A" w:rsidRDefault="0018168A">
                            <w:pPr>
                              <w:pStyle w:val="Fuzeile"/>
                            </w:pPr>
                          </w:p>
                        </w:tc>
                      </w:tr>
                    </w:tbl>
                    <w:p w:rsidR="0018168A" w:rsidRDefault="0018168A" w:rsidP="0018168A">
                      <w:pPr>
                        <w:pStyle w:val="Fuzeile"/>
                        <w:rPr>
                          <w:sz w:val="2"/>
                          <w:szCs w:val="2"/>
                        </w:rPr>
                      </w:pPr>
                    </w:p>
                  </w:txbxContent>
                </v:textbox>
                <w10:wrap anchorx="margin" anchory="page"/>
                <w10:anchorlock/>
              </v:shape>
            </w:pict>
          </mc:Fallback>
        </mc:AlternateContent>
      </w:r>
    </w:p>
    <w:tbl>
      <w:tblPr>
        <w:tblStyle w:val="Template"/>
        <w:tblpPr w:leftFromText="141" w:rightFromText="141" w:vertAnchor="text" w:tblpY="1"/>
        <w:tblOverlap w:val="never"/>
        <w:tblW w:w="9015" w:type="dxa"/>
        <w:tblLayout w:type="fixed"/>
        <w:tblLook w:val="04A0" w:firstRow="1" w:lastRow="0" w:firstColumn="1" w:lastColumn="0" w:noHBand="0" w:noVBand="1"/>
      </w:tblPr>
      <w:tblGrid>
        <w:gridCol w:w="4507"/>
        <w:gridCol w:w="4508"/>
      </w:tblGrid>
      <w:tr w:rsidR="00FF62A5" w:rsidRPr="00284C01" w:rsidTr="006D606E">
        <w:trPr>
          <w:trHeight w:val="1077"/>
        </w:trPr>
        <w:tc>
          <w:tcPr>
            <w:tcW w:w="4507" w:type="dxa"/>
            <w:tcMar>
              <w:right w:w="284" w:type="dxa"/>
            </w:tcMar>
          </w:tcPr>
          <w:bookmarkStart w:id="2" w:name="Kontaktblock" w:colFirst="0" w:colLast="0"/>
          <w:p w:rsidR="00171D9A" w:rsidRPr="00284C01" w:rsidRDefault="00FF62A5" w:rsidP="0098608F">
            <w:pPr>
              <w:pStyle w:val="AbsenderTitelStufeI"/>
            </w:pPr>
            <w:r w:rsidRPr="00284C01">
              <w:fldChar w:fldCharType="begin"/>
            </w:r>
            <w:r w:rsidRPr="00284C01">
              <w:instrText xml:space="preserve"> IF </w:instrText>
            </w:r>
            <w:r w:rsidRPr="00284C01">
              <w:fldChar w:fldCharType="begin"/>
            </w:r>
            <w:r w:rsidRPr="00284C01">
              <w:instrText xml:space="preserve"> DOCPROPERTY "Organisation.OrganisationLevel1"\*CHARFORMAT \&lt;OawJumpToField value=0/&gt;</w:instrText>
            </w:r>
            <w:r w:rsidR="00171D9A" w:rsidRPr="00284C01">
              <w:fldChar w:fldCharType="separate"/>
            </w:r>
            <w:r w:rsidR="00171D9A" w:rsidRPr="00284C01">
              <w:instrText xml:space="preserve">Departement </w:instrText>
            </w:r>
          </w:p>
          <w:p w:rsidR="00171D9A" w:rsidRPr="00284C01" w:rsidRDefault="00171D9A" w:rsidP="0098608F">
            <w:pPr>
              <w:pStyle w:val="AbsenderTitelStufeI"/>
            </w:pPr>
            <w:r w:rsidRPr="00284C01">
              <w:instrText>Gesundheit und Soziales</w:instrText>
            </w:r>
            <w:r w:rsidR="00FF62A5" w:rsidRPr="00284C01">
              <w:fldChar w:fldCharType="end"/>
            </w:r>
            <w:r w:rsidR="00FF62A5" w:rsidRPr="00284C01">
              <w:instrText xml:space="preserve"> = "" "" "</w:instrText>
            </w:r>
            <w:r w:rsidR="00FF62A5" w:rsidRPr="00284C01">
              <w:fldChar w:fldCharType="begin"/>
            </w:r>
            <w:r w:rsidR="00FF62A5" w:rsidRPr="00284C01">
              <w:instrText xml:space="preserve"> DOCPROPERTY "Organisation.OrganisationLevel1"\*CHARFORMAT \&lt;OawJumpToField value=0/&gt;</w:instrText>
            </w:r>
            <w:r w:rsidR="00FF62A5" w:rsidRPr="00284C01">
              <w:fldChar w:fldCharType="separate"/>
            </w:r>
            <w:r w:rsidRPr="00284C01">
              <w:instrText xml:space="preserve">Departement </w:instrText>
            </w:r>
          </w:p>
          <w:p w:rsidR="00FF62A5" w:rsidRPr="00284C01" w:rsidRDefault="00171D9A" w:rsidP="0098608F">
            <w:pPr>
              <w:pStyle w:val="AbsenderTitelStufeI"/>
            </w:pPr>
            <w:r w:rsidRPr="00284C01">
              <w:instrText>Gesundheit und Soziales</w:instrText>
            </w:r>
            <w:r w:rsidR="00FF62A5" w:rsidRPr="00284C01">
              <w:fldChar w:fldCharType="end"/>
            </w:r>
          </w:p>
          <w:p w:rsidR="00171D9A" w:rsidRPr="00284C01" w:rsidRDefault="00FF62A5" w:rsidP="0098608F">
            <w:pPr>
              <w:pStyle w:val="AbsenderTitelStufeI"/>
              <w:rPr>
                <w:noProof/>
              </w:rPr>
            </w:pPr>
            <w:r w:rsidRPr="00284C01">
              <w:instrText>" \&lt;OawJumpToField value=0/&gt;</w:instrText>
            </w:r>
            <w:r w:rsidR="00171D9A" w:rsidRPr="00284C01">
              <w:rPr>
                <w:b w:val="0"/>
                <w:caps w:val="0"/>
              </w:rPr>
              <w:fldChar w:fldCharType="separate"/>
            </w:r>
            <w:r w:rsidR="00171D9A" w:rsidRPr="00284C01">
              <w:rPr>
                <w:noProof/>
              </w:rPr>
              <w:t xml:space="preserve">Departement </w:t>
            </w:r>
          </w:p>
          <w:p w:rsidR="00171D9A" w:rsidRPr="00284C01" w:rsidRDefault="00171D9A" w:rsidP="0098608F">
            <w:pPr>
              <w:pStyle w:val="AbsenderTitelStufeI"/>
              <w:rPr>
                <w:noProof/>
              </w:rPr>
            </w:pPr>
            <w:r w:rsidRPr="00284C01">
              <w:rPr>
                <w:noProof/>
              </w:rPr>
              <w:t>Gesundheit und Soziales</w:t>
            </w:r>
          </w:p>
          <w:p w:rsidR="00FF62A5" w:rsidRPr="00284C01" w:rsidRDefault="00FF62A5" w:rsidP="0098608F">
            <w:pPr>
              <w:pStyle w:val="AbsenderTitelStufeII"/>
            </w:pPr>
            <w:r w:rsidRPr="00284C01">
              <w:fldChar w:fldCharType="end"/>
            </w:r>
            <w:r w:rsidRPr="00284C01">
              <w:fldChar w:fldCharType="begin"/>
            </w:r>
            <w:r w:rsidRPr="00284C01">
              <w:instrText xml:space="preserve"> IF </w:instrText>
            </w:r>
            <w:r w:rsidRPr="00284C01">
              <w:fldChar w:fldCharType="begin"/>
            </w:r>
            <w:r w:rsidRPr="00284C01">
              <w:instrText xml:space="preserve"> DOCPROPERTY "Organisation.OrganisationLevel2"\*CHARFORMAT \&lt;OawJumpToField value=0/&gt;</w:instrText>
            </w:r>
            <w:r w:rsidR="00171D9A" w:rsidRPr="00284C01">
              <w:fldChar w:fldCharType="separate"/>
            </w:r>
            <w:r w:rsidR="00171D9A" w:rsidRPr="00284C01">
              <w:instrText>Kantonaler Sozialdienst</w:instrText>
            </w:r>
            <w:r w:rsidRPr="00284C01">
              <w:fldChar w:fldCharType="end"/>
            </w:r>
            <w:r w:rsidRPr="00284C01">
              <w:instrText xml:space="preserve"> = "" "" "</w:instrText>
            </w:r>
            <w:r w:rsidRPr="00284C01">
              <w:fldChar w:fldCharType="begin"/>
            </w:r>
            <w:r w:rsidRPr="00284C01">
              <w:instrText xml:space="preserve"> DOCPROPERTY "Organisation.OrganisationLevel2"\*CHARFORMAT \&lt;OawJumpToField value=0/&gt;</w:instrText>
            </w:r>
            <w:r w:rsidRPr="00284C01">
              <w:fldChar w:fldCharType="separate"/>
            </w:r>
            <w:r w:rsidR="00171D9A" w:rsidRPr="00284C01">
              <w:instrText>Kantonaler Sozialdienst</w:instrText>
            </w:r>
            <w:r w:rsidRPr="00284C01">
              <w:fldChar w:fldCharType="end"/>
            </w:r>
          </w:p>
          <w:p w:rsidR="00171D9A" w:rsidRPr="00284C01" w:rsidRDefault="00FF62A5" w:rsidP="0098608F">
            <w:pPr>
              <w:pStyle w:val="AbsenderTitelStufeII"/>
              <w:rPr>
                <w:noProof/>
              </w:rPr>
            </w:pPr>
            <w:r w:rsidRPr="00284C01">
              <w:instrText>" \&lt;OawJumpToField value=0/&gt;</w:instrText>
            </w:r>
            <w:r w:rsidR="00171D9A" w:rsidRPr="00284C01">
              <w:fldChar w:fldCharType="separate"/>
            </w:r>
            <w:r w:rsidR="00171D9A" w:rsidRPr="00284C01">
              <w:rPr>
                <w:noProof/>
              </w:rPr>
              <w:t>Kantonaler Sozialdienst</w:t>
            </w:r>
          </w:p>
          <w:p w:rsidR="00FF62A5" w:rsidRPr="00284C01" w:rsidRDefault="00FF62A5" w:rsidP="0098608F">
            <w:pPr>
              <w:pStyle w:val="AbsenderDistanz"/>
            </w:pPr>
            <w:r w:rsidRPr="00284C01">
              <w:fldChar w:fldCharType="end"/>
            </w:r>
            <w:r w:rsidRPr="00284C01">
              <w:fldChar w:fldCharType="begin"/>
            </w:r>
            <w:r w:rsidRPr="00284C01">
              <w:instrText xml:space="preserve"> IF </w:instrText>
            </w:r>
            <w:r w:rsidRPr="00284C01">
              <w:fldChar w:fldCharType="begin"/>
            </w:r>
            <w:r w:rsidRPr="00284C01">
              <w:instrText xml:space="preserve"> DOCPROPERTY "Organisation.OrganisationLevel3"\*CHARFORMAT \&lt;OawJumpToField value=0/&gt;</w:instrText>
            </w:r>
            <w:r w:rsidR="00171D9A" w:rsidRPr="00284C01">
              <w:fldChar w:fldCharType="separate"/>
            </w:r>
            <w:r w:rsidR="00171D9A" w:rsidRPr="00284C01">
              <w:instrText>Fachstelle Alter und Familie</w:instrText>
            </w:r>
            <w:r w:rsidRPr="00284C01">
              <w:rPr>
                <w:highlight w:val="white"/>
              </w:rPr>
              <w:fldChar w:fldCharType="end"/>
            </w:r>
            <w:r w:rsidRPr="00284C01">
              <w:instrText xml:space="preserve"> = "" "" "</w:instrText>
            </w:r>
          </w:p>
          <w:p w:rsidR="00FF62A5" w:rsidRPr="00284C01" w:rsidRDefault="00FF62A5" w:rsidP="0098608F">
            <w:pPr>
              <w:pStyle w:val="AbsenderText"/>
            </w:pPr>
            <w:r w:rsidRPr="00284C01">
              <w:fldChar w:fldCharType="begin"/>
            </w:r>
            <w:r w:rsidRPr="00284C01">
              <w:instrText xml:space="preserve"> DOCPROPERTY "Organisation.OrganisationLevel3"\*CHARFORMAT \&lt;OawJumpToField value=0/&gt;</w:instrText>
            </w:r>
            <w:r w:rsidRPr="00284C01">
              <w:fldChar w:fldCharType="separate"/>
            </w:r>
            <w:r w:rsidR="00171D9A" w:rsidRPr="00284C01">
              <w:instrText>Fachstelle Alter und Familie</w:instrText>
            </w:r>
            <w:r w:rsidRPr="00284C01">
              <w:rPr>
                <w:highlight w:val="white"/>
              </w:rPr>
              <w:fldChar w:fldCharType="end"/>
            </w:r>
          </w:p>
          <w:p w:rsidR="00171D9A" w:rsidRPr="00284C01" w:rsidRDefault="00FF62A5" w:rsidP="0098608F">
            <w:pPr>
              <w:pStyle w:val="AbsenderDistanz"/>
              <w:rPr>
                <w:noProof/>
              </w:rPr>
            </w:pPr>
            <w:r w:rsidRPr="00284C01">
              <w:instrText>" \&lt;OawJumpToField value=0/&gt;</w:instrText>
            </w:r>
            <w:r w:rsidR="00171D9A" w:rsidRPr="00284C01">
              <w:fldChar w:fldCharType="separate"/>
            </w:r>
          </w:p>
          <w:p w:rsidR="00171D9A" w:rsidRPr="00284C01" w:rsidRDefault="00171D9A" w:rsidP="0098608F">
            <w:pPr>
              <w:pStyle w:val="AbsenderText"/>
              <w:rPr>
                <w:noProof/>
              </w:rPr>
            </w:pPr>
            <w:r w:rsidRPr="00284C01">
              <w:rPr>
                <w:noProof/>
              </w:rPr>
              <w:t>Fachstelle Alter und Familie</w:t>
            </w:r>
          </w:p>
          <w:p w:rsidR="00FF62A5" w:rsidRPr="00284C01" w:rsidRDefault="00FF62A5" w:rsidP="0098608F">
            <w:pPr>
              <w:pStyle w:val="AbsenderDistanz2"/>
              <w:rPr>
                <w:highlight w:val="white"/>
              </w:rPr>
            </w:pPr>
            <w:r w:rsidRPr="00284C01">
              <w:fldChar w:fldCharType="end"/>
            </w:r>
          </w:p>
        </w:tc>
        <w:tc>
          <w:tcPr>
            <w:tcW w:w="4507" w:type="dxa"/>
          </w:tcPr>
          <w:p w:rsidR="00FF62A5" w:rsidRPr="00284C01" w:rsidRDefault="00FF62A5" w:rsidP="0098608F">
            <w:pPr>
              <w:pStyle w:val="AbsenderTitelStufeI"/>
            </w:pPr>
            <w:r w:rsidRPr="00284C01">
              <w:fldChar w:fldCharType="begin"/>
            </w:r>
            <w:r w:rsidRPr="00284C01">
              <w:instrText xml:space="preserve"> IF </w:instrText>
            </w:r>
            <w:r w:rsidRPr="00284C01">
              <w:fldChar w:fldCharType="begin"/>
            </w:r>
            <w:r w:rsidRPr="00284C01">
              <w:instrText xml:space="preserve"> DOCPROPERTY "Organisation</w:instrText>
            </w:r>
            <w:r w:rsidR="002D2929" w:rsidRPr="00284C01">
              <w:instrText>2</w:instrText>
            </w:r>
            <w:r w:rsidRPr="00284C01">
              <w:instrText>.OrganisationLevel1"\*CHARFORMAT \&lt;OawJumpToField value=0/&gt;</w:instrText>
            </w:r>
            <w:r w:rsidRPr="00284C01">
              <w:fldChar w:fldCharType="end"/>
            </w:r>
            <w:r w:rsidRPr="00284C01">
              <w:instrText xml:space="preserve"> = "" "" "</w:instrText>
            </w:r>
            <w:r w:rsidRPr="00284C01">
              <w:fldChar w:fldCharType="begin"/>
            </w:r>
            <w:r w:rsidRPr="00284C01">
              <w:instrText xml:space="preserve"> DOCPROPERTY "Organisation</w:instrText>
            </w:r>
            <w:r w:rsidR="002D2929" w:rsidRPr="00284C01">
              <w:instrText>2</w:instrText>
            </w:r>
            <w:r w:rsidRPr="00284C01">
              <w:instrText>.OrganisationLevel1"\*CHARFORMAT \&lt;OawJumpToField value=0/&gt;</w:instrText>
            </w:r>
            <w:r w:rsidRPr="00284C01">
              <w:fldChar w:fldCharType="separate"/>
            </w:r>
            <w:r w:rsidR="000F444E" w:rsidRPr="00284C01">
              <w:instrText>Organisation2.OrganisationLevel1</w:instrText>
            </w:r>
            <w:r w:rsidRPr="00284C01">
              <w:fldChar w:fldCharType="end"/>
            </w:r>
          </w:p>
          <w:p w:rsidR="00FF62A5" w:rsidRPr="00284C01" w:rsidRDefault="00FF62A5" w:rsidP="0098608F">
            <w:pPr>
              <w:pStyle w:val="AbsenderTitelStufeII"/>
            </w:pPr>
            <w:r w:rsidRPr="00284C01">
              <w:instrText>" \&lt;OawJumpToField value=0/&gt;</w:instrText>
            </w:r>
            <w:r w:rsidRPr="00284C01">
              <w:fldChar w:fldCharType="end"/>
            </w:r>
            <w:r w:rsidRPr="00284C01">
              <w:fldChar w:fldCharType="begin"/>
            </w:r>
            <w:r w:rsidRPr="00284C01">
              <w:instrText xml:space="preserve"> IF </w:instrText>
            </w:r>
            <w:r w:rsidRPr="00284C01">
              <w:fldChar w:fldCharType="begin"/>
            </w:r>
            <w:r w:rsidRPr="00284C01">
              <w:instrText xml:space="preserve"> DOCPROPERTY "Organisation</w:instrText>
            </w:r>
            <w:r w:rsidR="002D2929" w:rsidRPr="00284C01">
              <w:instrText>2</w:instrText>
            </w:r>
            <w:r w:rsidRPr="00284C01">
              <w:instrText>.OrganisationLevel2"\*CHARFORMAT \&lt;OawJumpToField value=0/&gt;</w:instrText>
            </w:r>
            <w:r w:rsidRPr="00284C01">
              <w:fldChar w:fldCharType="end"/>
            </w:r>
            <w:r w:rsidRPr="00284C01">
              <w:instrText xml:space="preserve"> = "" "" "</w:instrText>
            </w:r>
            <w:r w:rsidRPr="00284C01">
              <w:fldChar w:fldCharType="begin"/>
            </w:r>
            <w:r w:rsidRPr="00284C01">
              <w:instrText xml:space="preserve"> DOCPROPERTY "Organisation</w:instrText>
            </w:r>
            <w:r w:rsidR="002D2929" w:rsidRPr="00284C01">
              <w:instrText>2</w:instrText>
            </w:r>
            <w:r w:rsidRPr="00284C01">
              <w:instrText>.OrganisationLevel2"\*CHARFORMAT \&lt;OawJumpToField value=0/&gt;</w:instrText>
            </w:r>
            <w:r w:rsidRPr="00284C01">
              <w:fldChar w:fldCharType="separate"/>
            </w:r>
            <w:r w:rsidR="000F444E" w:rsidRPr="00284C01">
              <w:instrText>Organisation2.OrganisationLevel2</w:instrText>
            </w:r>
            <w:r w:rsidRPr="00284C01">
              <w:fldChar w:fldCharType="end"/>
            </w:r>
          </w:p>
          <w:p w:rsidR="00FF62A5" w:rsidRPr="00284C01" w:rsidRDefault="00FF62A5" w:rsidP="0098608F">
            <w:pPr>
              <w:pStyle w:val="AbsenderDistanz"/>
            </w:pPr>
            <w:r w:rsidRPr="00284C01">
              <w:instrText>" \&lt;OawJumpToField value=0/&gt;</w:instrText>
            </w:r>
            <w:r w:rsidRPr="00284C01">
              <w:fldChar w:fldCharType="end"/>
            </w:r>
            <w:r w:rsidRPr="00284C01">
              <w:fldChar w:fldCharType="begin"/>
            </w:r>
            <w:r w:rsidRPr="00284C01">
              <w:instrText xml:space="preserve"> IF </w:instrText>
            </w:r>
            <w:r w:rsidRPr="00284C01">
              <w:fldChar w:fldCharType="begin"/>
            </w:r>
            <w:r w:rsidRPr="00284C01">
              <w:instrText xml:space="preserve"> DOCPROPERTY "Organisation</w:instrText>
            </w:r>
            <w:r w:rsidR="002D2929" w:rsidRPr="00284C01">
              <w:instrText>2</w:instrText>
            </w:r>
            <w:r w:rsidRPr="00284C01">
              <w:instrText>.OrganisationLevel3"\*CHARFORMAT \&lt;OawJumpToField value=0/&gt;</w:instrText>
            </w:r>
            <w:r w:rsidRPr="00284C01">
              <w:rPr>
                <w:highlight w:val="white"/>
              </w:rPr>
              <w:fldChar w:fldCharType="end"/>
            </w:r>
            <w:r w:rsidRPr="00284C01">
              <w:instrText xml:space="preserve"> = "" "" "</w:instrText>
            </w:r>
          </w:p>
          <w:p w:rsidR="00FF62A5" w:rsidRPr="00284C01" w:rsidRDefault="00FF62A5" w:rsidP="0098608F">
            <w:pPr>
              <w:pStyle w:val="AbsenderText"/>
            </w:pPr>
            <w:r w:rsidRPr="00284C01">
              <w:fldChar w:fldCharType="begin"/>
            </w:r>
            <w:r w:rsidRPr="00284C01">
              <w:instrText xml:space="preserve"> DOCPROPERTY "Organisation</w:instrText>
            </w:r>
            <w:r w:rsidR="002D2929" w:rsidRPr="00284C01">
              <w:instrText>2</w:instrText>
            </w:r>
            <w:r w:rsidRPr="00284C01">
              <w:instrText>.OrganisationLevel3"\*CHARFORMAT \&lt;OawJumpToField value=0/&gt;</w:instrText>
            </w:r>
            <w:r w:rsidRPr="00284C01">
              <w:fldChar w:fldCharType="separate"/>
            </w:r>
            <w:r w:rsidR="000F444E" w:rsidRPr="00284C01">
              <w:instrText>Organisation2.OrganisationLevel3</w:instrText>
            </w:r>
            <w:r w:rsidRPr="00284C01">
              <w:rPr>
                <w:highlight w:val="white"/>
              </w:rPr>
              <w:fldChar w:fldCharType="end"/>
            </w:r>
          </w:p>
          <w:p w:rsidR="00FF62A5" w:rsidRPr="00284C01" w:rsidRDefault="00FF62A5" w:rsidP="0098608F">
            <w:pPr>
              <w:pStyle w:val="AbsenderDistanz2"/>
              <w:rPr>
                <w:highlight w:val="white"/>
              </w:rPr>
            </w:pPr>
            <w:r w:rsidRPr="00284C01">
              <w:instrText>" \&lt;OawJumpToField value=0/&gt;</w:instrText>
            </w:r>
            <w:r w:rsidRPr="00284C01">
              <w:fldChar w:fldCharType="end"/>
            </w:r>
          </w:p>
        </w:tc>
      </w:tr>
      <w:bookmarkEnd w:id="2"/>
      <w:tr w:rsidR="00FF62A5" w:rsidRPr="00284C01" w:rsidTr="006D606E">
        <w:tc>
          <w:tcPr>
            <w:tcW w:w="9015" w:type="dxa"/>
            <w:gridSpan w:val="2"/>
            <w:hideMark/>
          </w:tcPr>
          <w:p w:rsidR="00FF62A5" w:rsidRPr="00284C01" w:rsidRDefault="00FF62A5" w:rsidP="00FF62A5">
            <w:pPr>
              <w:pStyle w:val="Datum"/>
              <w:rPr>
                <w:highlight w:val="white"/>
              </w:rPr>
            </w:pPr>
            <w:r w:rsidRPr="00284C01">
              <w:fldChar w:fldCharType="begin"/>
            </w:r>
            <w:r w:rsidRPr="00284C01">
              <w:instrText xml:space="preserve"> MACROBUTTON docPropertyDateClick </w:instrText>
            </w:r>
            <w:r w:rsidRPr="00284C01">
              <w:fldChar w:fldCharType="begin"/>
            </w:r>
            <w:r w:rsidRPr="00284C01">
              <w:instrText xml:space="preserve"> DOCVARIABLE "DokumentDatum"\*CHARFORMAT \&lt;OawJumpToField value=0/&gt;</w:instrText>
            </w:r>
            <w:r w:rsidRPr="00284C01">
              <w:fldChar w:fldCharType="separate"/>
            </w:r>
            <w:r w:rsidR="00171D9A" w:rsidRPr="00284C01">
              <w:instrText>19. März 2019</w:instrText>
            </w:r>
            <w:r w:rsidRPr="00284C01">
              <w:fldChar w:fldCharType="end"/>
            </w:r>
            <w:r w:rsidRPr="00284C01">
              <w:fldChar w:fldCharType="end"/>
            </w:r>
            <w:bookmarkStart w:id="3" w:name="DatumZusatz"/>
            <w:bookmarkEnd w:id="3"/>
          </w:p>
        </w:tc>
      </w:tr>
      <w:tr w:rsidR="00FF62A5" w:rsidRPr="00284C01" w:rsidTr="006D606E">
        <w:trPr>
          <w:trHeight w:val="91"/>
        </w:trPr>
        <w:tc>
          <w:tcPr>
            <w:tcW w:w="9015" w:type="dxa"/>
            <w:gridSpan w:val="2"/>
          </w:tcPr>
          <w:p w:rsidR="00FF62A5" w:rsidRPr="00284C01" w:rsidRDefault="00284C01" w:rsidP="006720EF">
            <w:pPr>
              <w:pStyle w:val="DokumentTyp"/>
              <w:rPr>
                <w:highlight w:val="white"/>
              </w:rPr>
            </w:pPr>
            <w:bookmarkStart w:id="4" w:name="DocumentType" w:colFirst="0" w:colLast="0"/>
            <w:r w:rsidRPr="00284C01">
              <w:t>Bedarfsanalyse Alterspolitik</w:t>
            </w:r>
            <w:bookmarkStart w:id="5" w:name="_GoBack"/>
            <w:bookmarkEnd w:id="5"/>
          </w:p>
        </w:tc>
      </w:tr>
      <w:tr w:rsidR="00FF62A5" w:rsidRPr="00284C01" w:rsidTr="006D606E">
        <w:tc>
          <w:tcPr>
            <w:tcW w:w="9015" w:type="dxa"/>
            <w:gridSpan w:val="2"/>
          </w:tcPr>
          <w:p w:rsidR="00FF62A5" w:rsidRPr="00284C01" w:rsidRDefault="00171D9A" w:rsidP="00FF62A5">
            <w:pPr>
              <w:pStyle w:val="Betreff"/>
            </w:pPr>
            <w:bookmarkStart w:id="6" w:name="Subject" w:colFirst="0" w:colLast="0"/>
            <w:bookmarkEnd w:id="4"/>
            <w:r w:rsidRPr="00284C01">
              <w:t>Beispielfragebogen für die Bevölkerung</w:t>
            </w:r>
          </w:p>
        </w:tc>
      </w:tr>
      <w:bookmarkEnd w:id="6"/>
    </w:tbl>
    <w:p w:rsidR="00497839" w:rsidRPr="00284C01" w:rsidRDefault="00497839" w:rsidP="00E10F04">
      <w:pPr>
        <w:pStyle w:val="Minimal"/>
        <w:sectPr w:rsidR="00497839" w:rsidRPr="00284C01" w:rsidSect="00171D9A">
          <w:headerReference w:type="default" r:id="rId13"/>
          <w:footerReference w:type="default" r:id="rId14"/>
          <w:type w:val="continuous"/>
          <w:pgSz w:w="11906" w:h="16838" w:code="9"/>
          <w:pgMar w:top="-1814" w:right="1134" w:bottom="1134" w:left="1814" w:header="482" w:footer="454" w:gutter="0"/>
          <w:cols w:space="720"/>
          <w:docGrid w:linePitch="272"/>
        </w:sectPr>
      </w:pPr>
    </w:p>
    <w:p w:rsidR="00EA24CC" w:rsidRPr="00284C01" w:rsidRDefault="00EA24CC" w:rsidP="00A34471">
      <w:pPr>
        <w:pStyle w:val="Separator"/>
        <w:spacing w:after="80" w:line="240" w:lineRule="auto"/>
        <w:rPr>
          <w:noProof/>
          <w:sz w:val="2"/>
          <w:szCs w:val="2"/>
          <w:highlight w:val="white"/>
        </w:rPr>
      </w:pPr>
    </w:p>
    <w:p w:rsidR="00EA24CC" w:rsidRPr="00284C01" w:rsidRDefault="00EA24CC" w:rsidP="00177951">
      <w:pPr>
        <w:pStyle w:val="Separator"/>
        <w:spacing w:line="240" w:lineRule="auto"/>
        <w:rPr>
          <w:noProof/>
          <w:sz w:val="2"/>
          <w:szCs w:val="2"/>
          <w:highlight w:val="white"/>
        </w:rPr>
      </w:pPr>
    </w:p>
    <w:p w:rsidR="000E6C03" w:rsidRPr="00284C01" w:rsidRDefault="000E6C03" w:rsidP="001839D1">
      <w:pPr>
        <w:spacing w:line="0" w:lineRule="atLeast"/>
        <w:rPr>
          <w:sz w:val="2"/>
          <w:szCs w:val="2"/>
        </w:rPr>
      </w:pPr>
    </w:p>
    <w:p w:rsidR="00171D9A" w:rsidRPr="00284C01" w:rsidRDefault="00171D9A" w:rsidP="00171D9A">
      <w:pPr>
        <w:pStyle w:val="Blocktext"/>
      </w:pPr>
      <w:r w:rsidRPr="00284C01">
        <w:t xml:space="preserve">Folgende Fragen können beispielsweise in einem Fragebogen oder Interviewleitfaden aufgenommen werden. Die Liste hat keinen Anspruch auf Vollständigkeit. </w:t>
      </w:r>
    </w:p>
    <w:p w:rsidR="00171D9A" w:rsidRPr="00284C01" w:rsidRDefault="00171D9A" w:rsidP="00171D9A">
      <w:pPr>
        <w:pStyle w:val="Blocktext"/>
      </w:pPr>
      <w:r w:rsidRPr="00284C01">
        <w:t xml:space="preserve">Allgemein wird davon ausgegangen, dass in einem Fragebogen 10 bis 20 Fragen gestellt werden können. Der Fragebogen sollte übersichtlich gestaltet sein und nicht mehr als 10 Minuten beanspruchen um vollständig ausgefüllt zu werden. Zu viele Fragen können abschreckend wirken und eine weniger gute Rücklaufquote zur Folge haben. </w:t>
      </w:r>
    </w:p>
    <w:p w:rsidR="00171D9A" w:rsidRPr="00284C01" w:rsidRDefault="00171D9A" w:rsidP="00171D9A">
      <w:pPr>
        <w:pStyle w:val="Blocktext"/>
      </w:pPr>
      <w:r w:rsidRPr="00284C01">
        <w:t xml:space="preserve">Zu überlegen ist auch, welche Informationen sie zu den Beantwortenden brauchen. Ist es relevant zu wissen wie alt diese sind? Seit wie lange sie in der Gemeinde wohnhaft sind? Aus welchem Quartier sie kommen? Soll der Fragebogen anonym sein oder nicht? </w:t>
      </w:r>
    </w:p>
    <w:p w:rsidR="00171D9A" w:rsidRPr="00284C01" w:rsidRDefault="00171D9A" w:rsidP="00171D9A">
      <w:pPr>
        <w:pStyle w:val="Blocktext"/>
      </w:pPr>
      <w:r w:rsidRPr="00284C01">
        <w:t xml:space="preserve">Die meisten der unten aufgeführten Beispielfragen werden mit Antwortfeldern zur Evaluation ergänzt: Falls die nicht der Fall ist, wird es in der Frage angemerkt. </w:t>
      </w:r>
    </w:p>
    <w:p w:rsidR="00171D9A" w:rsidRPr="00284C01" w:rsidRDefault="00171D9A" w:rsidP="00171D9A">
      <w:pPr>
        <w:pStyle w:val="Blocktext"/>
      </w:pPr>
    </w:p>
    <w:tbl>
      <w:tblPr>
        <w:tblStyle w:val="Tabellenraster"/>
        <w:tblW w:w="0" w:type="auto"/>
        <w:tblBorders>
          <w:top w:val="none" w:sz="0" w:space="0" w:color="auto"/>
          <w:bottom w:val="none" w:sz="0" w:space="0" w:color="auto"/>
          <w:insideH w:val="none" w:sz="0" w:space="0" w:color="auto"/>
          <w:insideV w:val="none" w:sz="0" w:space="0" w:color="auto"/>
        </w:tblBorders>
        <w:tblLook w:val="04A0" w:firstRow="1" w:lastRow="0" w:firstColumn="1" w:lastColumn="0" w:noHBand="0" w:noVBand="1"/>
      </w:tblPr>
      <w:tblGrid>
        <w:gridCol w:w="709"/>
        <w:gridCol w:w="5263"/>
        <w:gridCol w:w="2986"/>
      </w:tblGrid>
      <w:tr w:rsidR="00171D9A" w:rsidRPr="00284C01" w:rsidTr="008D2183">
        <w:trPr>
          <w:cnfStyle w:val="100000000000" w:firstRow="1" w:lastRow="0" w:firstColumn="0" w:lastColumn="0" w:oddVBand="0" w:evenVBand="0" w:oddHBand="0" w:evenHBand="0" w:firstRowFirstColumn="0" w:firstRowLastColumn="0" w:lastRowFirstColumn="0" w:lastRowLastColumn="0"/>
        </w:trPr>
        <w:tc>
          <w:tcPr>
            <w:tcW w:w="709" w:type="dxa"/>
            <w:tcBorders>
              <w:bottom w:val="single" w:sz="4" w:space="0" w:color="auto"/>
            </w:tcBorders>
          </w:tcPr>
          <w:p w:rsidR="00171D9A" w:rsidRPr="00284C01" w:rsidRDefault="00171D9A" w:rsidP="008D2183">
            <w:pPr>
              <w:pStyle w:val="Blocktext"/>
            </w:pPr>
          </w:p>
        </w:tc>
        <w:tc>
          <w:tcPr>
            <w:tcW w:w="5263" w:type="dxa"/>
          </w:tcPr>
          <w:p w:rsidR="00171D9A" w:rsidRPr="00284C01" w:rsidRDefault="00171D9A" w:rsidP="008D2183">
            <w:pPr>
              <w:pStyle w:val="Blocktext"/>
            </w:pPr>
            <w:r w:rsidRPr="00284C01">
              <w:t>Antwort</w:t>
            </w:r>
          </w:p>
        </w:tc>
        <w:tc>
          <w:tcPr>
            <w:tcW w:w="2986" w:type="dxa"/>
          </w:tcPr>
          <w:p w:rsidR="00171D9A" w:rsidRPr="00284C01" w:rsidRDefault="00171D9A" w:rsidP="008D2183">
            <w:pPr>
              <w:pStyle w:val="Blocktext"/>
            </w:pPr>
            <w:r w:rsidRPr="00284C01">
              <w:t>Punktezahl zur Analyse</w:t>
            </w:r>
          </w:p>
        </w:tc>
      </w:tr>
      <w:tr w:rsidR="00171D9A" w:rsidRPr="00284C01" w:rsidTr="008D2183">
        <w:tc>
          <w:tcPr>
            <w:tcW w:w="709" w:type="dxa"/>
            <w:tcBorders>
              <w:top w:val="single" w:sz="4" w:space="0" w:color="auto"/>
              <w:left w:val="single" w:sz="4" w:space="0" w:color="auto"/>
              <w:bottom w:val="single" w:sz="4" w:space="0" w:color="auto"/>
              <w:right w:val="single" w:sz="4" w:space="0" w:color="auto"/>
            </w:tcBorders>
          </w:tcPr>
          <w:p w:rsidR="00171D9A" w:rsidRPr="00284C01" w:rsidRDefault="00171D9A" w:rsidP="008D2183">
            <w:pPr>
              <w:pStyle w:val="Blocktext"/>
            </w:pPr>
          </w:p>
        </w:tc>
        <w:tc>
          <w:tcPr>
            <w:tcW w:w="5263" w:type="dxa"/>
            <w:tcBorders>
              <w:left w:val="single" w:sz="4" w:space="0" w:color="auto"/>
            </w:tcBorders>
          </w:tcPr>
          <w:p w:rsidR="00171D9A" w:rsidRPr="00284C01" w:rsidRDefault="00171D9A" w:rsidP="008D2183">
            <w:pPr>
              <w:pStyle w:val="Blocktext"/>
            </w:pPr>
            <w:r w:rsidRPr="00284C01">
              <w:t>Stimme gar nicht zu</w:t>
            </w:r>
          </w:p>
        </w:tc>
        <w:tc>
          <w:tcPr>
            <w:tcW w:w="2986" w:type="dxa"/>
          </w:tcPr>
          <w:p w:rsidR="00171D9A" w:rsidRPr="00284C01" w:rsidRDefault="00171D9A" w:rsidP="008D2183">
            <w:pPr>
              <w:pStyle w:val="Blocktext"/>
            </w:pPr>
            <w:r w:rsidRPr="00284C01">
              <w:t>-2</w:t>
            </w:r>
          </w:p>
        </w:tc>
      </w:tr>
      <w:tr w:rsidR="00171D9A" w:rsidRPr="00284C01" w:rsidTr="008D2183">
        <w:tc>
          <w:tcPr>
            <w:tcW w:w="709" w:type="dxa"/>
            <w:tcBorders>
              <w:top w:val="single" w:sz="4" w:space="0" w:color="auto"/>
              <w:left w:val="single" w:sz="4" w:space="0" w:color="auto"/>
              <w:bottom w:val="single" w:sz="4" w:space="0" w:color="auto"/>
              <w:right w:val="single" w:sz="4" w:space="0" w:color="auto"/>
            </w:tcBorders>
          </w:tcPr>
          <w:p w:rsidR="00171D9A" w:rsidRPr="00284C01" w:rsidRDefault="00171D9A" w:rsidP="008D2183">
            <w:pPr>
              <w:pStyle w:val="Blocktext"/>
            </w:pPr>
          </w:p>
        </w:tc>
        <w:tc>
          <w:tcPr>
            <w:tcW w:w="5263" w:type="dxa"/>
            <w:tcBorders>
              <w:left w:val="single" w:sz="4" w:space="0" w:color="auto"/>
            </w:tcBorders>
          </w:tcPr>
          <w:p w:rsidR="00171D9A" w:rsidRPr="00284C01" w:rsidRDefault="00171D9A" w:rsidP="008D2183">
            <w:pPr>
              <w:pStyle w:val="Blocktext"/>
            </w:pPr>
            <w:r w:rsidRPr="00284C01">
              <w:t>Stimme nicht zu</w:t>
            </w:r>
          </w:p>
        </w:tc>
        <w:tc>
          <w:tcPr>
            <w:tcW w:w="2986" w:type="dxa"/>
          </w:tcPr>
          <w:p w:rsidR="00171D9A" w:rsidRPr="00284C01" w:rsidRDefault="00171D9A" w:rsidP="008D2183">
            <w:pPr>
              <w:pStyle w:val="Blocktext"/>
            </w:pPr>
            <w:r w:rsidRPr="00284C01">
              <w:t>-1</w:t>
            </w:r>
          </w:p>
        </w:tc>
      </w:tr>
      <w:tr w:rsidR="00171D9A" w:rsidRPr="00284C01" w:rsidTr="008D2183">
        <w:tc>
          <w:tcPr>
            <w:tcW w:w="709" w:type="dxa"/>
            <w:tcBorders>
              <w:top w:val="single" w:sz="4" w:space="0" w:color="auto"/>
              <w:left w:val="single" w:sz="4" w:space="0" w:color="auto"/>
              <w:bottom w:val="single" w:sz="4" w:space="0" w:color="auto"/>
              <w:right w:val="single" w:sz="4" w:space="0" w:color="auto"/>
            </w:tcBorders>
          </w:tcPr>
          <w:p w:rsidR="00171D9A" w:rsidRPr="00284C01" w:rsidRDefault="00171D9A" w:rsidP="008D2183">
            <w:pPr>
              <w:pStyle w:val="Blocktext"/>
            </w:pPr>
          </w:p>
        </w:tc>
        <w:tc>
          <w:tcPr>
            <w:tcW w:w="5263" w:type="dxa"/>
            <w:tcBorders>
              <w:left w:val="single" w:sz="4" w:space="0" w:color="auto"/>
            </w:tcBorders>
          </w:tcPr>
          <w:p w:rsidR="00171D9A" w:rsidRPr="00284C01" w:rsidRDefault="00171D9A" w:rsidP="008D2183">
            <w:pPr>
              <w:pStyle w:val="Blocktext"/>
            </w:pPr>
            <w:r w:rsidRPr="00284C01">
              <w:t>Keine Meinung</w:t>
            </w:r>
          </w:p>
        </w:tc>
        <w:tc>
          <w:tcPr>
            <w:tcW w:w="2986" w:type="dxa"/>
          </w:tcPr>
          <w:p w:rsidR="00171D9A" w:rsidRPr="00284C01" w:rsidRDefault="00171D9A" w:rsidP="008D2183">
            <w:pPr>
              <w:pStyle w:val="Blocktext"/>
            </w:pPr>
            <w:r w:rsidRPr="00284C01">
              <w:t>0</w:t>
            </w:r>
          </w:p>
        </w:tc>
      </w:tr>
      <w:tr w:rsidR="00171D9A" w:rsidRPr="00284C01" w:rsidTr="008D2183">
        <w:tc>
          <w:tcPr>
            <w:tcW w:w="709" w:type="dxa"/>
            <w:tcBorders>
              <w:top w:val="single" w:sz="4" w:space="0" w:color="auto"/>
              <w:left w:val="single" w:sz="4" w:space="0" w:color="auto"/>
              <w:bottom w:val="single" w:sz="4" w:space="0" w:color="auto"/>
              <w:right w:val="single" w:sz="4" w:space="0" w:color="auto"/>
            </w:tcBorders>
          </w:tcPr>
          <w:p w:rsidR="00171D9A" w:rsidRPr="00284C01" w:rsidRDefault="00171D9A" w:rsidP="008D2183">
            <w:pPr>
              <w:pStyle w:val="Blocktext"/>
            </w:pPr>
          </w:p>
        </w:tc>
        <w:tc>
          <w:tcPr>
            <w:tcW w:w="5263" w:type="dxa"/>
            <w:tcBorders>
              <w:left w:val="single" w:sz="4" w:space="0" w:color="auto"/>
            </w:tcBorders>
          </w:tcPr>
          <w:p w:rsidR="00171D9A" w:rsidRPr="00284C01" w:rsidRDefault="00171D9A" w:rsidP="008D2183">
            <w:pPr>
              <w:pStyle w:val="Blocktext"/>
            </w:pPr>
            <w:r w:rsidRPr="00284C01">
              <w:t>Stimme zu</w:t>
            </w:r>
          </w:p>
        </w:tc>
        <w:tc>
          <w:tcPr>
            <w:tcW w:w="2986" w:type="dxa"/>
          </w:tcPr>
          <w:p w:rsidR="00171D9A" w:rsidRPr="00284C01" w:rsidRDefault="00171D9A" w:rsidP="008D2183">
            <w:pPr>
              <w:pStyle w:val="Blocktext"/>
            </w:pPr>
            <w:r w:rsidRPr="00284C01">
              <w:t>1</w:t>
            </w:r>
          </w:p>
        </w:tc>
      </w:tr>
      <w:tr w:rsidR="00171D9A" w:rsidRPr="00284C01" w:rsidTr="008D2183">
        <w:tc>
          <w:tcPr>
            <w:tcW w:w="709" w:type="dxa"/>
            <w:tcBorders>
              <w:top w:val="single" w:sz="4" w:space="0" w:color="auto"/>
              <w:left w:val="single" w:sz="4" w:space="0" w:color="auto"/>
              <w:bottom w:val="single" w:sz="4" w:space="0" w:color="auto"/>
              <w:right w:val="single" w:sz="4" w:space="0" w:color="auto"/>
            </w:tcBorders>
          </w:tcPr>
          <w:p w:rsidR="00171D9A" w:rsidRPr="00284C01" w:rsidRDefault="00171D9A" w:rsidP="008D2183">
            <w:pPr>
              <w:pStyle w:val="Blocktext"/>
            </w:pPr>
          </w:p>
        </w:tc>
        <w:tc>
          <w:tcPr>
            <w:tcW w:w="5263" w:type="dxa"/>
            <w:tcBorders>
              <w:left w:val="single" w:sz="4" w:space="0" w:color="auto"/>
            </w:tcBorders>
          </w:tcPr>
          <w:p w:rsidR="00171D9A" w:rsidRPr="00284C01" w:rsidRDefault="00171D9A" w:rsidP="008D2183">
            <w:pPr>
              <w:pStyle w:val="Blocktext"/>
            </w:pPr>
            <w:r w:rsidRPr="00284C01">
              <w:t>Stimme voll zu</w:t>
            </w:r>
          </w:p>
        </w:tc>
        <w:tc>
          <w:tcPr>
            <w:tcW w:w="2986" w:type="dxa"/>
          </w:tcPr>
          <w:p w:rsidR="00171D9A" w:rsidRPr="00284C01" w:rsidRDefault="00171D9A" w:rsidP="008D2183">
            <w:pPr>
              <w:pStyle w:val="Blocktext"/>
            </w:pPr>
            <w:r w:rsidRPr="00284C01">
              <w:t>2</w:t>
            </w:r>
          </w:p>
        </w:tc>
      </w:tr>
    </w:tbl>
    <w:p w:rsidR="00171D9A" w:rsidRPr="00284C01" w:rsidRDefault="00171D9A" w:rsidP="00171D9A">
      <w:pPr>
        <w:pStyle w:val="Blocktext"/>
      </w:pPr>
    </w:p>
    <w:tbl>
      <w:tblPr>
        <w:tblStyle w:val="Tabellenraster"/>
        <w:tblW w:w="0" w:type="auto"/>
        <w:tblLook w:val="0480" w:firstRow="0" w:lastRow="0" w:firstColumn="1" w:lastColumn="0" w:noHBand="0" w:noVBand="1"/>
      </w:tblPr>
      <w:tblGrid>
        <w:gridCol w:w="4479"/>
        <w:gridCol w:w="4479"/>
      </w:tblGrid>
      <w:tr w:rsidR="00171D9A" w:rsidRPr="00284C01" w:rsidTr="008D2183">
        <w:tc>
          <w:tcPr>
            <w:tcW w:w="4479" w:type="dxa"/>
          </w:tcPr>
          <w:p w:rsidR="00171D9A" w:rsidRPr="00284C01" w:rsidRDefault="00171D9A" w:rsidP="008D2183">
            <w:pPr>
              <w:pStyle w:val="Blocktext"/>
              <w:spacing w:after="0"/>
              <w:rPr>
                <w:rFonts w:cs="Arial"/>
                <w:szCs w:val="18"/>
              </w:rPr>
            </w:pPr>
            <w:r w:rsidRPr="00284C01">
              <w:rPr>
                <w:rFonts w:cs="Arial"/>
                <w:szCs w:val="18"/>
              </w:rPr>
              <w:t xml:space="preserve">Kenn ich die Angebote für Personen über 65 in unserer Gemeinde? </w:t>
            </w:r>
          </w:p>
        </w:tc>
        <w:tc>
          <w:tcPr>
            <w:tcW w:w="4479" w:type="dxa"/>
          </w:tcPr>
          <w:p w:rsidR="00171D9A" w:rsidRPr="00284C01" w:rsidRDefault="00171D9A" w:rsidP="008D2183">
            <w:pPr>
              <w:autoSpaceDE w:val="0"/>
              <w:autoSpaceDN w:val="0"/>
              <w:snapToGrid/>
              <w:rPr>
                <w:rFonts w:cs="Arial"/>
                <w:szCs w:val="18"/>
              </w:rPr>
            </w:pPr>
            <w:r w:rsidRPr="00284C01">
              <w:rPr>
                <w:rFonts w:cs="Arial"/>
                <w:szCs w:val="18"/>
              </w:rPr>
              <w:t>Wie ernst genommen fühle ich mich im Kontakt mit den Gemeindebehörden und mit der Gemeindeverwaltung?</w:t>
            </w:r>
          </w:p>
        </w:tc>
      </w:tr>
      <w:tr w:rsidR="00171D9A" w:rsidRPr="00284C01" w:rsidTr="008D2183">
        <w:tc>
          <w:tcPr>
            <w:tcW w:w="4479" w:type="dxa"/>
          </w:tcPr>
          <w:p w:rsidR="00171D9A" w:rsidRPr="00284C01" w:rsidRDefault="00171D9A" w:rsidP="008D2183">
            <w:pPr>
              <w:pStyle w:val="Blocktext"/>
              <w:spacing w:after="0"/>
              <w:rPr>
                <w:rFonts w:cs="Arial"/>
                <w:szCs w:val="18"/>
              </w:rPr>
            </w:pPr>
            <w:r w:rsidRPr="00284C01">
              <w:rPr>
                <w:rFonts w:cs="Arial"/>
                <w:szCs w:val="18"/>
              </w:rPr>
              <w:t>Wo informiere ich mich im Bedarfsfall? Mögliche Antworten (Mehrfachnennungen möglich)</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Gemeindeverwaltung</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 xml:space="preserve">Internet </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 xml:space="preserve">Lokale Zeitung </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 xml:space="preserve">Pro Senectute </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 xml:space="preserve">Vereine </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Weitere</w:t>
            </w:r>
          </w:p>
        </w:tc>
        <w:tc>
          <w:tcPr>
            <w:tcW w:w="4479" w:type="dxa"/>
          </w:tcPr>
          <w:p w:rsidR="00171D9A" w:rsidRPr="00284C01" w:rsidRDefault="00171D9A" w:rsidP="008D2183">
            <w:pPr>
              <w:pStyle w:val="Blocktext"/>
              <w:spacing w:after="0"/>
              <w:rPr>
                <w:rFonts w:cs="Arial"/>
                <w:szCs w:val="18"/>
              </w:rPr>
            </w:pPr>
            <w:r w:rsidRPr="00284C01">
              <w:rPr>
                <w:rFonts w:cs="Arial"/>
                <w:szCs w:val="18"/>
              </w:rPr>
              <w:t>Wären Sie in einer konkreten Notlage, wer würde Sie am ehesten unterstützen? Mögliche Antworten (Mehrfachnennungen möglich)</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Familie</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Nachbarn</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Sozialdienst der Gemeinde</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Pfarramt</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Pro Senectute</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Spitex</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 xml:space="preserve">Pflegeheim </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Spital</w:t>
            </w:r>
          </w:p>
        </w:tc>
      </w:tr>
      <w:tr w:rsidR="00171D9A" w:rsidRPr="00284C01" w:rsidTr="008D2183">
        <w:tc>
          <w:tcPr>
            <w:tcW w:w="4479" w:type="dxa"/>
          </w:tcPr>
          <w:p w:rsidR="00171D9A" w:rsidRPr="00284C01" w:rsidRDefault="00171D9A" w:rsidP="008D2183">
            <w:pPr>
              <w:autoSpaceDE w:val="0"/>
              <w:autoSpaceDN w:val="0"/>
              <w:snapToGrid/>
              <w:rPr>
                <w:rFonts w:cs="Arial"/>
                <w:szCs w:val="18"/>
              </w:rPr>
            </w:pPr>
            <w:r w:rsidRPr="00284C01">
              <w:rPr>
                <w:rFonts w:cs="Arial"/>
                <w:szCs w:val="18"/>
              </w:rPr>
              <w:t>In welchem Ausmass werde ich durch die Behörden informiert und kann so am politischen Leben aktiv teilnehmen?</w:t>
            </w:r>
          </w:p>
        </w:tc>
        <w:tc>
          <w:tcPr>
            <w:tcW w:w="4479" w:type="dxa"/>
          </w:tcPr>
          <w:p w:rsidR="00171D9A" w:rsidRPr="00284C01" w:rsidRDefault="00171D9A" w:rsidP="008D2183">
            <w:pPr>
              <w:pStyle w:val="Blocktext"/>
              <w:spacing w:after="0"/>
              <w:rPr>
                <w:rFonts w:cs="Arial"/>
                <w:szCs w:val="18"/>
              </w:rPr>
            </w:pPr>
            <w:r w:rsidRPr="00284C01">
              <w:rPr>
                <w:rFonts w:cs="Arial"/>
                <w:szCs w:val="18"/>
              </w:rPr>
              <w:t>Wie hindernisfrei und gut ist der Zugang zu Post, Banken und Einkaufsmöglichkeiten?</w:t>
            </w:r>
          </w:p>
        </w:tc>
      </w:tr>
      <w:tr w:rsidR="00171D9A" w:rsidRPr="00284C01" w:rsidTr="008D2183">
        <w:tc>
          <w:tcPr>
            <w:tcW w:w="4479" w:type="dxa"/>
          </w:tcPr>
          <w:p w:rsidR="00171D9A" w:rsidRPr="00284C01" w:rsidRDefault="00171D9A" w:rsidP="008D2183">
            <w:pPr>
              <w:autoSpaceDE w:val="0"/>
              <w:autoSpaceDN w:val="0"/>
              <w:snapToGrid/>
              <w:rPr>
                <w:rFonts w:cs="Arial"/>
                <w:szCs w:val="18"/>
              </w:rPr>
            </w:pPr>
            <w:r w:rsidRPr="00284C01">
              <w:rPr>
                <w:rFonts w:cs="Arial"/>
                <w:szCs w:val="18"/>
              </w:rPr>
              <w:t xml:space="preserve">Decken die Informationen meine Bedürfnisse ab? </w:t>
            </w:r>
          </w:p>
          <w:p w:rsidR="00171D9A" w:rsidRPr="00284C01" w:rsidRDefault="00171D9A" w:rsidP="008D2183">
            <w:pPr>
              <w:autoSpaceDE w:val="0"/>
              <w:autoSpaceDN w:val="0"/>
              <w:snapToGrid/>
              <w:rPr>
                <w:rFonts w:cs="Arial"/>
                <w:szCs w:val="18"/>
              </w:rPr>
            </w:pPr>
            <w:r w:rsidRPr="00284C01">
              <w:rPr>
                <w:rFonts w:cs="Arial"/>
                <w:szCs w:val="18"/>
              </w:rPr>
              <w:t xml:space="preserve">Was fehlt? (Freitext zulassen) </w:t>
            </w:r>
          </w:p>
        </w:tc>
        <w:tc>
          <w:tcPr>
            <w:tcW w:w="4479" w:type="dxa"/>
          </w:tcPr>
          <w:p w:rsidR="00171D9A" w:rsidRPr="00284C01" w:rsidRDefault="00171D9A" w:rsidP="008D2183">
            <w:pPr>
              <w:pStyle w:val="Blocktext"/>
              <w:spacing w:after="0"/>
              <w:rPr>
                <w:rFonts w:cs="Arial"/>
                <w:szCs w:val="18"/>
              </w:rPr>
            </w:pPr>
            <w:r w:rsidRPr="00284C01">
              <w:rPr>
                <w:rFonts w:cs="Arial"/>
                <w:szCs w:val="18"/>
              </w:rPr>
              <w:t xml:space="preserve">Ist die Gemeinde im Alterspolitischen Bereich genügen aktiv? </w:t>
            </w:r>
          </w:p>
        </w:tc>
      </w:tr>
      <w:tr w:rsidR="00171D9A" w:rsidRPr="00284C01" w:rsidTr="008D2183">
        <w:tc>
          <w:tcPr>
            <w:tcW w:w="4479" w:type="dxa"/>
          </w:tcPr>
          <w:p w:rsidR="00171D9A" w:rsidRPr="00284C01" w:rsidRDefault="00171D9A" w:rsidP="008D2183">
            <w:pPr>
              <w:pStyle w:val="Blocktext"/>
              <w:spacing w:after="0"/>
              <w:rPr>
                <w:rFonts w:cs="Arial"/>
                <w:szCs w:val="18"/>
              </w:rPr>
            </w:pPr>
            <w:r w:rsidRPr="00284C01">
              <w:rPr>
                <w:rFonts w:cs="Arial"/>
                <w:szCs w:val="18"/>
              </w:rPr>
              <w:t xml:space="preserve">Inwieweit entspricht das Wohnungsangebot in unsere Gemeinde meinem Bedürfnis als älterer Mensch? </w:t>
            </w:r>
          </w:p>
        </w:tc>
        <w:tc>
          <w:tcPr>
            <w:tcW w:w="4479" w:type="dxa"/>
          </w:tcPr>
          <w:p w:rsidR="00171D9A" w:rsidRPr="00284C01" w:rsidRDefault="00171D9A" w:rsidP="008D2183">
            <w:pPr>
              <w:pStyle w:val="Blocktext"/>
              <w:spacing w:after="0"/>
              <w:rPr>
                <w:rFonts w:cs="Arial"/>
                <w:szCs w:val="18"/>
              </w:rPr>
            </w:pPr>
            <w:r w:rsidRPr="00284C01">
              <w:rPr>
                <w:rFonts w:cs="Arial"/>
                <w:szCs w:val="18"/>
              </w:rPr>
              <w:t xml:space="preserve">Kann ich mich in unserer Gemeinde sicher im Strassenverkehr bewegen? </w:t>
            </w:r>
          </w:p>
        </w:tc>
      </w:tr>
      <w:tr w:rsidR="00171D9A" w:rsidRPr="00284C01" w:rsidTr="008D2183">
        <w:tc>
          <w:tcPr>
            <w:tcW w:w="4479" w:type="dxa"/>
          </w:tcPr>
          <w:p w:rsidR="00171D9A" w:rsidRPr="00284C01" w:rsidRDefault="00171D9A" w:rsidP="008D2183">
            <w:pPr>
              <w:pStyle w:val="Blocktext"/>
              <w:spacing w:after="0"/>
              <w:rPr>
                <w:rFonts w:cs="Arial"/>
                <w:szCs w:val="18"/>
              </w:rPr>
            </w:pPr>
            <w:r w:rsidRPr="00284C01">
              <w:rPr>
                <w:rFonts w:cs="Arial"/>
                <w:szCs w:val="18"/>
              </w:rPr>
              <w:t>Welche Wohnsituation wünsche ich mir im Alter? Mögliche Antworten</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Mein eigenes Haus</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Eine Wohnung im Quartier</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Eine Wohnung im Zentrum</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Wohnung mit Dienstleistung in der Gemeinde</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Wohnung mit Dienstleistungen in der Region</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Alters-WG</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Pflegeheim</w:t>
            </w:r>
          </w:p>
        </w:tc>
        <w:tc>
          <w:tcPr>
            <w:tcW w:w="4479" w:type="dxa"/>
          </w:tcPr>
          <w:p w:rsidR="00171D9A" w:rsidRPr="00284C01" w:rsidRDefault="00171D9A" w:rsidP="008D2183">
            <w:pPr>
              <w:pStyle w:val="Blocktext"/>
              <w:spacing w:after="0"/>
              <w:rPr>
                <w:rFonts w:cs="Arial"/>
                <w:szCs w:val="18"/>
              </w:rPr>
            </w:pPr>
            <w:r w:rsidRPr="00284C01">
              <w:rPr>
                <w:rFonts w:cs="Arial"/>
                <w:szCs w:val="18"/>
              </w:rPr>
              <w:t>Kenne ich die Angebote in unserer Gemeinde die mich dabei unterstützen länger zu Hause zu bleiben? Mögliche Antworten (Mehrfachnennungen möglich)</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Spitex</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Hauswirtschaft</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Mahlzeitendienst</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Senioren helfen Senioren</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Besuchsdienste</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Kirchen</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Pro Senectute</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Fahrdienste</w:t>
            </w:r>
          </w:p>
        </w:tc>
      </w:tr>
      <w:tr w:rsidR="00171D9A" w:rsidRPr="00284C01" w:rsidTr="008D2183">
        <w:tc>
          <w:tcPr>
            <w:tcW w:w="4479" w:type="dxa"/>
          </w:tcPr>
          <w:p w:rsidR="00171D9A" w:rsidRPr="00284C01" w:rsidRDefault="00171D9A" w:rsidP="008D2183">
            <w:pPr>
              <w:pStyle w:val="Blocktext"/>
              <w:spacing w:after="0"/>
              <w:rPr>
                <w:rFonts w:cs="Arial"/>
                <w:szCs w:val="18"/>
              </w:rPr>
            </w:pPr>
            <w:r w:rsidRPr="00284C01">
              <w:rPr>
                <w:rFonts w:cs="Arial"/>
                <w:szCs w:val="18"/>
              </w:rPr>
              <w:t>Welchem Preissegment sollte meine allfällige Alterswohnung angehören? Mögliche Antworten</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Eigentumswohnung</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1'400-1'800 CHF pro Monat</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Weniger als 1'400 CHF pro Monat</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Weniger als 1'100 CHF pro Monat (EL)</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Der Preis spielt keine Rolle</w:t>
            </w:r>
          </w:p>
        </w:tc>
        <w:tc>
          <w:tcPr>
            <w:tcW w:w="4479" w:type="dxa"/>
          </w:tcPr>
          <w:p w:rsidR="00171D9A" w:rsidRPr="00284C01" w:rsidRDefault="00171D9A" w:rsidP="008D2183">
            <w:pPr>
              <w:pStyle w:val="Blocktext"/>
              <w:spacing w:after="0"/>
              <w:rPr>
                <w:rFonts w:cs="Arial"/>
                <w:szCs w:val="18"/>
              </w:rPr>
            </w:pPr>
            <w:r w:rsidRPr="00284C01">
              <w:rPr>
                <w:rFonts w:cs="Arial"/>
                <w:szCs w:val="18"/>
              </w:rPr>
              <w:t xml:space="preserve">In welchem Bereich sollte die Gemeinde aktiv werden? </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 xml:space="preserve">Information für die Bevölkerung </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 xml:space="preserve">Anlässe für Ältere Menschen </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 xml:space="preserve">Sicherheit im öffentlichen Raum </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Wohnen im Alter</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 xml:space="preserve">Sicherstellung von Angebote um länger zu Hause zu bleiben </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Gar nicht</w:t>
            </w:r>
          </w:p>
          <w:p w:rsidR="00171D9A" w:rsidRPr="00284C01" w:rsidRDefault="00171D9A" w:rsidP="008D2183">
            <w:pPr>
              <w:pStyle w:val="Blocktext"/>
              <w:spacing w:after="0"/>
              <w:rPr>
                <w:rFonts w:cs="Arial"/>
                <w:szCs w:val="18"/>
              </w:rPr>
            </w:pPr>
          </w:p>
        </w:tc>
      </w:tr>
      <w:tr w:rsidR="00171D9A" w:rsidRPr="00284C01" w:rsidTr="008D2183">
        <w:tc>
          <w:tcPr>
            <w:tcW w:w="4479" w:type="dxa"/>
          </w:tcPr>
          <w:p w:rsidR="00171D9A" w:rsidRPr="00284C01" w:rsidRDefault="00171D9A" w:rsidP="008D2183">
            <w:pPr>
              <w:pStyle w:val="Blocktext"/>
              <w:spacing w:after="0"/>
              <w:rPr>
                <w:rFonts w:cs="Arial"/>
                <w:szCs w:val="18"/>
              </w:rPr>
            </w:pPr>
            <w:r w:rsidRPr="00284C01">
              <w:rPr>
                <w:rFonts w:cs="Arial"/>
                <w:szCs w:val="18"/>
              </w:rPr>
              <w:t xml:space="preserve">Kann ich mich in unserer Gemeinde sicher als Fussgänger im öffentlichen Raum bewegen? </w:t>
            </w:r>
          </w:p>
        </w:tc>
        <w:tc>
          <w:tcPr>
            <w:tcW w:w="4479" w:type="dxa"/>
          </w:tcPr>
          <w:p w:rsidR="00171D9A" w:rsidRPr="00284C01" w:rsidRDefault="00171D9A" w:rsidP="008D2183">
            <w:pPr>
              <w:pStyle w:val="Blocktext"/>
              <w:spacing w:after="0"/>
              <w:rPr>
                <w:rFonts w:cs="Arial"/>
                <w:szCs w:val="18"/>
              </w:rPr>
            </w:pPr>
            <w:r w:rsidRPr="00284C01">
              <w:rPr>
                <w:rFonts w:cs="Arial"/>
                <w:szCs w:val="18"/>
              </w:rPr>
              <w:t xml:space="preserve">Gibt es in unserer Gemeinde spannende Freizeit Angebote für mich als älterer Mensch? </w:t>
            </w:r>
          </w:p>
        </w:tc>
      </w:tr>
      <w:tr w:rsidR="00171D9A" w:rsidRPr="00284C01" w:rsidTr="008D2183">
        <w:tc>
          <w:tcPr>
            <w:tcW w:w="4479" w:type="dxa"/>
          </w:tcPr>
          <w:p w:rsidR="00171D9A" w:rsidRPr="00284C01" w:rsidRDefault="00171D9A" w:rsidP="008D2183">
            <w:pPr>
              <w:autoSpaceDE w:val="0"/>
              <w:autoSpaceDN w:val="0"/>
              <w:snapToGrid/>
              <w:rPr>
                <w:rFonts w:cs="Arial"/>
                <w:szCs w:val="18"/>
              </w:rPr>
            </w:pPr>
            <w:r w:rsidRPr="00284C01">
              <w:rPr>
                <w:rFonts w:cs="Arial"/>
                <w:szCs w:val="18"/>
              </w:rPr>
              <w:t>Wie umfassend beurteile ich das Angebot an Ausruhemöglichkeiten wie zum Beispiel Sitzbänke, gedeckte oder schattige Sitzplätze mit verschiedenen Sitzhöhen und Sitztiefen?</w:t>
            </w:r>
          </w:p>
        </w:tc>
        <w:tc>
          <w:tcPr>
            <w:tcW w:w="4479" w:type="dxa"/>
          </w:tcPr>
          <w:p w:rsidR="00171D9A" w:rsidRPr="00284C01" w:rsidRDefault="00171D9A" w:rsidP="008D2183">
            <w:pPr>
              <w:autoSpaceDE w:val="0"/>
              <w:autoSpaceDN w:val="0"/>
              <w:snapToGrid/>
              <w:rPr>
                <w:rFonts w:cs="Arial"/>
                <w:szCs w:val="18"/>
              </w:rPr>
            </w:pPr>
            <w:r w:rsidRPr="00284C01">
              <w:rPr>
                <w:rFonts w:cs="Arial"/>
                <w:szCs w:val="18"/>
              </w:rPr>
              <w:t>In welchem Ausmass genügen die vorhandenen Fusswege und Spazierwege rund um unsere Gemeinde meinen Bedürfnissen?</w:t>
            </w:r>
          </w:p>
        </w:tc>
      </w:tr>
      <w:tr w:rsidR="00171D9A" w:rsidRPr="00284C01" w:rsidTr="008D2183">
        <w:tc>
          <w:tcPr>
            <w:tcW w:w="4479" w:type="dxa"/>
          </w:tcPr>
          <w:p w:rsidR="00171D9A" w:rsidRPr="00284C01" w:rsidRDefault="00171D9A" w:rsidP="008D2183">
            <w:pPr>
              <w:autoSpaceDE w:val="0"/>
              <w:autoSpaceDN w:val="0"/>
              <w:snapToGrid/>
              <w:rPr>
                <w:rFonts w:cs="Arial"/>
                <w:szCs w:val="18"/>
              </w:rPr>
            </w:pPr>
            <w:r w:rsidRPr="00284C01">
              <w:rPr>
                <w:rFonts w:cs="Arial"/>
                <w:szCs w:val="18"/>
              </w:rPr>
              <w:t>Wie ausreichend beurteile ich in der Gemeinde das Angebot an öffentlichen WC-Anlagen, auch mit behindertengerechter Ausstattung?</w:t>
            </w:r>
          </w:p>
        </w:tc>
        <w:tc>
          <w:tcPr>
            <w:tcW w:w="4479" w:type="dxa"/>
          </w:tcPr>
          <w:p w:rsidR="00171D9A" w:rsidRPr="00284C01" w:rsidRDefault="00171D9A" w:rsidP="008D2183">
            <w:pPr>
              <w:autoSpaceDE w:val="0"/>
              <w:autoSpaceDN w:val="0"/>
              <w:snapToGrid/>
              <w:rPr>
                <w:rFonts w:cs="Arial"/>
                <w:szCs w:val="18"/>
              </w:rPr>
            </w:pPr>
            <w:r w:rsidRPr="00284C01">
              <w:rPr>
                <w:rFonts w:cs="Arial"/>
                <w:szCs w:val="18"/>
              </w:rPr>
              <w:t>Wie umfassend schätze ich das Angebot an Aufenthaltsräumen (zum Beispiel Begegnungsstätten und Cafés) für soziale Kontakte ein?</w:t>
            </w:r>
          </w:p>
        </w:tc>
      </w:tr>
      <w:tr w:rsidR="00171D9A" w:rsidRPr="00284C01" w:rsidTr="008D2183">
        <w:tc>
          <w:tcPr>
            <w:tcW w:w="4479" w:type="dxa"/>
          </w:tcPr>
          <w:p w:rsidR="00171D9A" w:rsidRPr="00284C01" w:rsidRDefault="00171D9A" w:rsidP="008D2183">
            <w:pPr>
              <w:autoSpaceDE w:val="0"/>
              <w:autoSpaceDN w:val="0"/>
              <w:snapToGrid/>
              <w:rPr>
                <w:rFonts w:cs="Arial"/>
                <w:szCs w:val="18"/>
              </w:rPr>
            </w:pPr>
            <w:r w:rsidRPr="00284C01">
              <w:rPr>
                <w:rFonts w:cs="Arial"/>
                <w:szCs w:val="18"/>
              </w:rPr>
              <w:t>Wie umfassend ist unsere Gemeinde benutzergerecht für die ältere Generation an den öffentlichen Verkehr (öV) angebunden?</w:t>
            </w:r>
          </w:p>
        </w:tc>
        <w:tc>
          <w:tcPr>
            <w:tcW w:w="4479" w:type="dxa"/>
          </w:tcPr>
          <w:p w:rsidR="00171D9A" w:rsidRPr="00284C01" w:rsidRDefault="00171D9A" w:rsidP="008D2183">
            <w:pPr>
              <w:autoSpaceDE w:val="0"/>
              <w:autoSpaceDN w:val="0"/>
              <w:snapToGrid/>
              <w:rPr>
                <w:rFonts w:cs="Arial"/>
                <w:szCs w:val="18"/>
              </w:rPr>
            </w:pPr>
            <w:r w:rsidRPr="00284C01">
              <w:rPr>
                <w:rFonts w:cs="Arial"/>
                <w:szCs w:val="18"/>
              </w:rPr>
              <w:t>Wie umfassend decken die medizinischen Angebote (Ärzte, Zahnarzt, Apotheke, Physiotherapie und Spitex) meine Bedürfnisse?</w:t>
            </w:r>
          </w:p>
        </w:tc>
      </w:tr>
      <w:tr w:rsidR="00171D9A" w:rsidRPr="00284C01" w:rsidTr="008D2183">
        <w:tc>
          <w:tcPr>
            <w:tcW w:w="4479" w:type="dxa"/>
          </w:tcPr>
          <w:p w:rsidR="00171D9A" w:rsidRPr="00284C01" w:rsidRDefault="00171D9A" w:rsidP="008D2183">
            <w:pPr>
              <w:pStyle w:val="Blocktext"/>
              <w:spacing w:after="0"/>
              <w:rPr>
                <w:rFonts w:cs="Arial"/>
                <w:szCs w:val="18"/>
              </w:rPr>
            </w:pPr>
            <w:r w:rsidRPr="00284C01">
              <w:rPr>
                <w:rFonts w:cs="Arial"/>
                <w:szCs w:val="18"/>
              </w:rPr>
              <w:t>Welche Angebote für Seniorinnen und Senioren der Gemeinde schätze ich? Mögliche Antworten (Mehrfachnennungen möglich)</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 xml:space="preserve">Seniorenausflug </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 xml:space="preserve">Mittagstisch </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 xml:space="preserve">Informationen für ältere Menschen </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Webseite</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 xml:space="preserve">Weiteres: </w:t>
            </w:r>
          </w:p>
          <w:p w:rsidR="00171D9A" w:rsidRPr="00284C01" w:rsidRDefault="00171D9A" w:rsidP="008D2183">
            <w:pPr>
              <w:autoSpaceDE w:val="0"/>
              <w:autoSpaceDN w:val="0"/>
              <w:snapToGrid/>
              <w:rPr>
                <w:rFonts w:cs="Arial"/>
                <w:szCs w:val="18"/>
              </w:rPr>
            </w:pPr>
          </w:p>
        </w:tc>
        <w:tc>
          <w:tcPr>
            <w:tcW w:w="4479" w:type="dxa"/>
          </w:tcPr>
          <w:p w:rsidR="00171D9A" w:rsidRPr="00284C01" w:rsidRDefault="00171D9A" w:rsidP="008D2183">
            <w:pPr>
              <w:pStyle w:val="Blocktext"/>
              <w:spacing w:after="0"/>
              <w:rPr>
                <w:rFonts w:cs="Arial"/>
                <w:szCs w:val="18"/>
              </w:rPr>
            </w:pPr>
            <w:r w:rsidRPr="00284C01">
              <w:rPr>
                <w:rFonts w:cs="Arial"/>
                <w:szCs w:val="18"/>
              </w:rPr>
              <w:t>Welche Angebote für Hilfe im Alltag kenne ich in unserer Gemeinde? Mögliche Antworten (Mehrfachnennungen möglich)</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Spitex</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Mahlzeitendienst</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Senioren helfen Senioren</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Kirchen</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Pro Senectute</w:t>
            </w:r>
          </w:p>
          <w:p w:rsidR="00171D9A" w:rsidRPr="00284C01" w:rsidRDefault="00171D9A" w:rsidP="00171D9A">
            <w:pPr>
              <w:pStyle w:val="Blocktext"/>
              <w:numPr>
                <w:ilvl w:val="0"/>
                <w:numId w:val="39"/>
              </w:numPr>
              <w:spacing w:after="0"/>
              <w:ind w:left="714" w:hanging="357"/>
              <w:rPr>
                <w:rFonts w:cs="Arial"/>
                <w:szCs w:val="18"/>
              </w:rPr>
            </w:pPr>
            <w:r w:rsidRPr="00284C01">
              <w:rPr>
                <w:rFonts w:cs="Arial"/>
                <w:szCs w:val="18"/>
              </w:rPr>
              <w:t xml:space="preserve">Fahrdienste </w:t>
            </w:r>
          </w:p>
        </w:tc>
      </w:tr>
      <w:tr w:rsidR="00171D9A" w:rsidRPr="00284C01" w:rsidTr="008D2183">
        <w:tc>
          <w:tcPr>
            <w:tcW w:w="4479" w:type="dxa"/>
          </w:tcPr>
          <w:p w:rsidR="00171D9A" w:rsidRPr="00284C01" w:rsidRDefault="00171D9A" w:rsidP="008D2183">
            <w:pPr>
              <w:autoSpaceDE w:val="0"/>
              <w:autoSpaceDN w:val="0"/>
              <w:snapToGrid/>
              <w:rPr>
                <w:rFonts w:cs="Arial"/>
                <w:szCs w:val="18"/>
              </w:rPr>
            </w:pPr>
            <w:r w:rsidRPr="00284C01">
              <w:rPr>
                <w:rFonts w:cs="Arial"/>
                <w:szCs w:val="18"/>
              </w:rPr>
              <w:t>Wie umfassend schätze ich das Angebot sportlicher Aktivitäten (zum Beispiel Turnen für Seniorinnen und Senioren) für die Generation 60+ ein?</w:t>
            </w:r>
          </w:p>
        </w:tc>
        <w:tc>
          <w:tcPr>
            <w:tcW w:w="4479" w:type="dxa"/>
          </w:tcPr>
          <w:p w:rsidR="00171D9A" w:rsidRPr="00284C01" w:rsidRDefault="00171D9A" w:rsidP="008D2183">
            <w:pPr>
              <w:pStyle w:val="Blocktext"/>
              <w:spacing w:after="0"/>
              <w:rPr>
                <w:rFonts w:cs="Arial"/>
                <w:szCs w:val="18"/>
              </w:rPr>
            </w:pPr>
            <w:r w:rsidRPr="00284C01">
              <w:rPr>
                <w:rFonts w:cs="Arial"/>
                <w:szCs w:val="18"/>
              </w:rPr>
              <w:t>Wie umfassend bin ich über die Angebote für die Betreuung pflegebedürftiger Personen durch die Spitex informiert?</w:t>
            </w:r>
          </w:p>
        </w:tc>
      </w:tr>
      <w:tr w:rsidR="00171D9A" w:rsidRPr="00284C01" w:rsidTr="008D2183">
        <w:tc>
          <w:tcPr>
            <w:tcW w:w="4479" w:type="dxa"/>
          </w:tcPr>
          <w:p w:rsidR="00171D9A" w:rsidRPr="00284C01" w:rsidRDefault="00171D9A" w:rsidP="008D2183">
            <w:pPr>
              <w:pStyle w:val="Blocktext"/>
              <w:spacing w:after="0"/>
              <w:rPr>
                <w:rFonts w:cs="Arial"/>
                <w:szCs w:val="18"/>
              </w:rPr>
            </w:pPr>
            <w:r w:rsidRPr="00284C01">
              <w:rPr>
                <w:rFonts w:cs="Arial"/>
                <w:szCs w:val="18"/>
              </w:rPr>
              <w:t xml:space="preserve">Habe ich die Möglichkeit mich auch nach der Pensionierung freiwillig oder ehrenamtlich zu engagieren? </w:t>
            </w:r>
          </w:p>
        </w:tc>
        <w:tc>
          <w:tcPr>
            <w:tcW w:w="4479" w:type="dxa"/>
          </w:tcPr>
          <w:p w:rsidR="00171D9A" w:rsidRPr="00284C01" w:rsidRDefault="00171D9A" w:rsidP="008D2183">
            <w:pPr>
              <w:pStyle w:val="Blocktext"/>
              <w:spacing w:after="0"/>
              <w:rPr>
                <w:rFonts w:cs="Arial"/>
                <w:szCs w:val="18"/>
              </w:rPr>
            </w:pPr>
            <w:r w:rsidRPr="00284C01">
              <w:rPr>
                <w:rFonts w:cs="Arial"/>
                <w:szCs w:val="18"/>
              </w:rPr>
              <w:t xml:space="preserve">Was wünsche ich mir von einer Gemeinde um im Alter eine gute Lebensqualität zu haben? </w:t>
            </w:r>
          </w:p>
        </w:tc>
      </w:tr>
      <w:tr w:rsidR="00171D9A" w:rsidRPr="00284C01" w:rsidTr="008D2183">
        <w:tc>
          <w:tcPr>
            <w:tcW w:w="4479" w:type="dxa"/>
          </w:tcPr>
          <w:p w:rsidR="00171D9A" w:rsidRPr="00284C01" w:rsidRDefault="00171D9A" w:rsidP="008D2183">
            <w:pPr>
              <w:pStyle w:val="Blocktext"/>
              <w:spacing w:after="0"/>
              <w:rPr>
                <w:rFonts w:cs="Arial"/>
                <w:szCs w:val="18"/>
              </w:rPr>
            </w:pPr>
            <w:r w:rsidRPr="00284C01">
              <w:rPr>
                <w:rFonts w:cs="Arial"/>
                <w:szCs w:val="18"/>
              </w:rPr>
              <w:t xml:space="preserve">Nehmen die Abläufe in der Gemeinde auf meine Bedürfnisse als alter Mensch Rücksicht? </w:t>
            </w:r>
          </w:p>
        </w:tc>
        <w:tc>
          <w:tcPr>
            <w:tcW w:w="4479" w:type="dxa"/>
          </w:tcPr>
          <w:p w:rsidR="00171D9A" w:rsidRPr="00284C01" w:rsidRDefault="00171D9A" w:rsidP="008D2183">
            <w:pPr>
              <w:pStyle w:val="Blocktext"/>
              <w:spacing w:after="0"/>
              <w:rPr>
                <w:rFonts w:cs="Arial"/>
                <w:szCs w:val="18"/>
              </w:rPr>
            </w:pPr>
            <w:r w:rsidRPr="00284C01">
              <w:rPr>
                <w:rFonts w:cs="Arial"/>
                <w:szCs w:val="18"/>
              </w:rPr>
              <w:t xml:space="preserve">Gibt es in unserer Gemeinde genügend Möglichkeiten die Nachbarn zu unterstützen oder unterstützt zu werden? </w:t>
            </w:r>
          </w:p>
        </w:tc>
      </w:tr>
    </w:tbl>
    <w:p w:rsidR="00516C6F" w:rsidRPr="00284C01" w:rsidRDefault="00516C6F" w:rsidP="00171D9A">
      <w:pPr>
        <w:pStyle w:val="berschrift1"/>
        <w:numPr>
          <w:ilvl w:val="0"/>
          <w:numId w:val="0"/>
        </w:numPr>
      </w:pPr>
    </w:p>
    <w:p w:rsidR="00E0491F" w:rsidRPr="00284C01" w:rsidRDefault="00E0491F" w:rsidP="006307A1">
      <w:pPr>
        <w:pStyle w:val="Blocktext"/>
      </w:pPr>
    </w:p>
    <w:p w:rsidR="0021117A" w:rsidRPr="00284C01" w:rsidRDefault="00F3229C" w:rsidP="00AC238D">
      <w:pPr>
        <w:adjustRightInd/>
        <w:snapToGrid/>
        <w:spacing w:line="240" w:lineRule="auto"/>
      </w:pPr>
      <w:r w:rsidRPr="00284C01">
        <w:rPr>
          <w:noProof/>
        </w:rPr>
        <w:drawing>
          <wp:anchor distT="0" distB="0" distL="114300" distR="114300" simplePos="0" relativeHeight="251658240" behindDoc="1" locked="1" layoutInCell="1" allowOverlap="1" wp14:anchorId="019117DE" wp14:editId="364D560C">
            <wp:simplePos x="0" y="0"/>
            <wp:positionH relativeFrom="column">
              <wp:posOffset>2877185</wp:posOffset>
            </wp:positionH>
            <wp:positionV relativeFrom="paragraph">
              <wp:posOffset>271145</wp:posOffset>
            </wp:positionV>
            <wp:extent cx="2523600" cy="1076400"/>
            <wp:effectExtent l="0" t="0" r="0" b="9525"/>
            <wp:wrapNone/>
            <wp:docPr id="4" name="5734517d-0962-4c86-92fe-d68c" hidden="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2523600" cy="1076400"/>
                    </a:xfrm>
                    <a:prstGeom prst="rect">
                      <a:avLst/>
                    </a:prstGeom>
                  </pic:spPr>
                </pic:pic>
              </a:graphicData>
            </a:graphic>
            <wp14:sizeRelH relativeFrom="margin">
              <wp14:pctWidth>0</wp14:pctWidth>
            </wp14:sizeRelH>
            <wp14:sizeRelV relativeFrom="margin">
              <wp14:pctHeight>0</wp14:pctHeight>
            </wp14:sizeRelV>
          </wp:anchor>
        </w:drawing>
      </w:r>
      <w:r w:rsidRPr="00284C01">
        <w:rPr>
          <w:noProof/>
        </w:rPr>
        <w:drawing>
          <wp:anchor distT="0" distB="0" distL="114300" distR="114300" simplePos="0" relativeHeight="251657216" behindDoc="1" locked="1" layoutInCell="1" allowOverlap="1" wp14:anchorId="4FEADF41" wp14:editId="00839E34">
            <wp:simplePos x="0" y="0"/>
            <wp:positionH relativeFrom="column">
              <wp:posOffset>635</wp:posOffset>
            </wp:positionH>
            <wp:positionV relativeFrom="paragraph">
              <wp:posOffset>271145</wp:posOffset>
            </wp:positionV>
            <wp:extent cx="2523600" cy="1076400"/>
            <wp:effectExtent l="0" t="0" r="0" b="9525"/>
            <wp:wrapNone/>
            <wp:docPr id="2" name="b4716e6d-7c69-4f42-a84e-c101" hidden="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2523600" cy="1076400"/>
                    </a:xfrm>
                    <a:prstGeom prst="rect">
                      <a:avLst/>
                    </a:prstGeom>
                  </pic:spPr>
                </pic:pic>
              </a:graphicData>
            </a:graphic>
            <wp14:sizeRelH relativeFrom="margin">
              <wp14:pctWidth>0</wp14:pctWidth>
            </wp14:sizeRelH>
            <wp14:sizeRelV relativeFrom="margin">
              <wp14:pctHeight>0</wp14:pctHeight>
            </wp14:sizeRelV>
          </wp:anchor>
        </w:drawing>
      </w:r>
      <w:r w:rsidR="009841B4" w:rsidRPr="00284C01">
        <w:fldChar w:fldCharType="begin"/>
      </w:r>
      <w:r w:rsidR="009841B4" w:rsidRPr="00284C01">
        <w:instrText xml:space="preserve"> IF </w:instrText>
      </w:r>
      <w:r w:rsidR="009841B4" w:rsidRPr="00284C01">
        <w:fldChar w:fldCharType="begin"/>
      </w:r>
      <w:r w:rsidR="009841B4" w:rsidRPr="00284C01">
        <w:instrText xml:space="preserve"> DOCPROPERTY "Signature1.Name"\*CHARFORMAT \&lt;OawJumpToField value=0/&gt;</w:instrText>
      </w:r>
      <w:r w:rsidR="00171D9A" w:rsidRPr="00284C01">
        <w:fldChar w:fldCharType="separate"/>
      </w:r>
      <w:r w:rsidR="00171D9A" w:rsidRPr="00284C01">
        <w:instrText>Christina Zweifel</w:instrText>
      </w:r>
      <w:r w:rsidR="009841B4" w:rsidRPr="00284C01">
        <w:rPr>
          <w:highlight w:val="white"/>
        </w:rPr>
        <w:fldChar w:fldCharType="end"/>
      </w:r>
      <w:r w:rsidR="009841B4" w:rsidRPr="00284C01">
        <w:instrText xml:space="preserve"> = "" "" "</w:instrText>
      </w:r>
    </w:p>
    <w:tbl>
      <w:tblPr>
        <w:tblStyle w:val="Template"/>
        <w:tblW w:w="8959" w:type="dxa"/>
        <w:tblLook w:val="04A0" w:firstRow="1" w:lastRow="0" w:firstColumn="1" w:lastColumn="0" w:noHBand="0" w:noVBand="1"/>
      </w:tblPr>
      <w:tblGrid>
        <w:gridCol w:w="4495"/>
        <w:gridCol w:w="4464"/>
      </w:tblGrid>
      <w:tr w:rsidR="0021117A" w:rsidRPr="00284C01" w:rsidTr="0021117A">
        <w:tc>
          <w:tcPr>
            <w:tcW w:w="4495" w:type="dxa"/>
            <w:tcMar>
              <w:top w:w="0" w:type="dxa"/>
              <w:left w:w="0" w:type="dxa"/>
              <w:bottom w:w="0" w:type="dxa"/>
              <w:right w:w="567" w:type="dxa"/>
            </w:tcMar>
            <w:hideMark/>
          </w:tcPr>
          <w:p w:rsidR="0021117A" w:rsidRPr="00284C01" w:rsidRDefault="0021117A">
            <w:pPr>
              <w:pStyle w:val="Unterschrift"/>
              <w:rPr>
                <w:highlight w:val="white"/>
              </w:rPr>
            </w:pPr>
            <w:r w:rsidRPr="00284C01">
              <w:fldChar w:fldCharType="begin"/>
            </w:r>
            <w:r w:rsidRPr="00284C01">
              <w:instrText xml:space="preserve"> DOCPROPERTY "Signature1.Name"\*CHARFORMAT \&lt;OawJumpToField value=0/&gt;</w:instrText>
            </w:r>
            <w:r w:rsidRPr="00284C01">
              <w:fldChar w:fldCharType="separate"/>
            </w:r>
            <w:r w:rsidR="00171D9A" w:rsidRPr="00284C01">
              <w:instrText>Christina Zweifel</w:instrText>
            </w:r>
            <w:r w:rsidRPr="00284C01">
              <w:rPr>
                <w:highlight w:val="white"/>
              </w:rPr>
              <w:fldChar w:fldCharType="end"/>
            </w:r>
          </w:p>
          <w:p w:rsidR="0021117A" w:rsidRPr="00284C01" w:rsidRDefault="0021117A">
            <w:pPr>
              <w:pStyle w:val="UnterschriftFunktion"/>
              <w:rPr>
                <w:szCs w:val="20"/>
                <w:highlight w:val="white"/>
              </w:rPr>
            </w:pPr>
            <w:r w:rsidRPr="00284C01">
              <w:rPr>
                <w:szCs w:val="20"/>
              </w:rPr>
              <w:fldChar w:fldCharType="begin"/>
            </w:r>
            <w:r w:rsidRPr="00284C01">
              <w:rPr>
                <w:szCs w:val="20"/>
              </w:rPr>
              <w:instrText xml:space="preserve"> DOCPROPERTY "Signature1.Function"\*CHARFORMAT \&lt;OawJumpToField value=0/&gt;</w:instrText>
            </w:r>
            <w:r w:rsidRPr="00284C01">
              <w:rPr>
                <w:szCs w:val="20"/>
              </w:rPr>
              <w:fldChar w:fldCharType="separate"/>
            </w:r>
            <w:r w:rsidR="00171D9A" w:rsidRPr="00284C01">
              <w:rPr>
                <w:szCs w:val="20"/>
              </w:rPr>
              <w:instrText>Leiterin Fachstelle Alter und Familie</w:instrText>
            </w:r>
            <w:r w:rsidRPr="00284C01">
              <w:rPr>
                <w:szCs w:val="20"/>
                <w:highlight w:val="white"/>
              </w:rPr>
              <w:fldChar w:fldCharType="end"/>
            </w:r>
          </w:p>
        </w:tc>
        <w:tc>
          <w:tcPr>
            <w:tcW w:w="4464" w:type="dxa"/>
            <w:hideMark/>
          </w:tcPr>
          <w:p w:rsidR="0021117A" w:rsidRPr="00284C01" w:rsidRDefault="0021117A">
            <w:pPr>
              <w:pStyle w:val="Unterschrift"/>
              <w:rPr>
                <w:highlight w:val="white"/>
              </w:rPr>
            </w:pPr>
            <w:r w:rsidRPr="00284C01">
              <w:fldChar w:fldCharType="begin"/>
            </w:r>
            <w:r w:rsidRPr="00284C01">
              <w:instrText xml:space="preserve"> DOCPROPERTY "Signature2.Name"\*CHARFORMAT \&lt;OawJumpToField value=0/&gt;</w:instrText>
            </w:r>
            <w:r w:rsidRPr="00284C01">
              <w:rPr>
                <w:highlight w:val="white"/>
              </w:rPr>
              <w:fldChar w:fldCharType="end"/>
            </w:r>
          </w:p>
          <w:p w:rsidR="0021117A" w:rsidRPr="00284C01" w:rsidRDefault="0021117A">
            <w:pPr>
              <w:pStyle w:val="UnterschriftFunktion"/>
              <w:rPr>
                <w:highlight w:val="white"/>
              </w:rPr>
            </w:pPr>
            <w:r w:rsidRPr="00284C01">
              <w:fldChar w:fldCharType="begin"/>
            </w:r>
            <w:r w:rsidRPr="00284C01">
              <w:instrText xml:space="preserve"> DOCPROPERTY "Signature2.Function"\*CHARFORMAT \&lt;OawJumpToField value=0/&gt;</w:instrText>
            </w:r>
            <w:r w:rsidRPr="00284C01">
              <w:rPr>
                <w:highlight w:val="white"/>
              </w:rPr>
              <w:fldChar w:fldCharType="end"/>
            </w:r>
          </w:p>
        </w:tc>
      </w:tr>
    </w:tbl>
    <w:p w:rsidR="00171D9A" w:rsidRPr="00284C01" w:rsidRDefault="009841B4" w:rsidP="00AC238D">
      <w:pPr>
        <w:adjustRightInd/>
        <w:snapToGrid/>
        <w:spacing w:line="240" w:lineRule="auto"/>
        <w:rPr>
          <w:noProof/>
        </w:rPr>
      </w:pPr>
      <w:r w:rsidRPr="00284C01">
        <w:instrText xml:space="preserve">" </w:instrText>
      </w:r>
      <w:r w:rsidR="00F23011" w:rsidRPr="00284C01">
        <w:instrText>\&lt;OawJumpToField value=0/&gt;</w:instrText>
      </w:r>
      <w:r w:rsidR="00171D9A" w:rsidRPr="00284C01">
        <w:fldChar w:fldCharType="separate"/>
      </w:r>
    </w:p>
    <w:tbl>
      <w:tblPr>
        <w:tblStyle w:val="Template"/>
        <w:tblW w:w="8959" w:type="dxa"/>
        <w:tblLook w:val="04A0" w:firstRow="1" w:lastRow="0" w:firstColumn="1" w:lastColumn="0" w:noHBand="0" w:noVBand="1"/>
      </w:tblPr>
      <w:tblGrid>
        <w:gridCol w:w="4495"/>
        <w:gridCol w:w="4464"/>
      </w:tblGrid>
      <w:tr w:rsidR="00171D9A" w:rsidRPr="00284C01" w:rsidTr="0021117A">
        <w:tc>
          <w:tcPr>
            <w:tcW w:w="4495" w:type="dxa"/>
            <w:tcMar>
              <w:top w:w="0" w:type="dxa"/>
              <w:left w:w="0" w:type="dxa"/>
              <w:bottom w:w="0" w:type="dxa"/>
              <w:right w:w="567" w:type="dxa"/>
            </w:tcMar>
            <w:hideMark/>
          </w:tcPr>
          <w:p w:rsidR="00171D9A" w:rsidRPr="00284C01" w:rsidRDefault="00171D9A">
            <w:pPr>
              <w:pStyle w:val="Unterschrift"/>
              <w:rPr>
                <w:noProof/>
                <w:highlight w:val="white"/>
              </w:rPr>
            </w:pPr>
            <w:r w:rsidRPr="00284C01">
              <w:rPr>
                <w:noProof/>
              </w:rPr>
              <w:t>Christina Zweifel</w:t>
            </w:r>
          </w:p>
          <w:p w:rsidR="00171D9A" w:rsidRPr="00284C01" w:rsidRDefault="00171D9A">
            <w:pPr>
              <w:pStyle w:val="UnterschriftFunktion"/>
              <w:rPr>
                <w:noProof/>
                <w:szCs w:val="20"/>
                <w:highlight w:val="white"/>
              </w:rPr>
            </w:pPr>
            <w:r w:rsidRPr="00284C01">
              <w:rPr>
                <w:noProof/>
                <w:szCs w:val="20"/>
              </w:rPr>
              <w:t>Leiterin Fachstelle Alter und Familie</w:t>
            </w:r>
          </w:p>
        </w:tc>
        <w:tc>
          <w:tcPr>
            <w:tcW w:w="4464" w:type="dxa"/>
            <w:hideMark/>
          </w:tcPr>
          <w:p w:rsidR="00171D9A" w:rsidRPr="00284C01" w:rsidRDefault="00171D9A">
            <w:pPr>
              <w:pStyle w:val="Unterschrift"/>
              <w:rPr>
                <w:noProof/>
                <w:highlight w:val="white"/>
              </w:rPr>
            </w:pPr>
          </w:p>
          <w:p w:rsidR="00171D9A" w:rsidRPr="00284C01" w:rsidRDefault="00171D9A">
            <w:pPr>
              <w:pStyle w:val="UnterschriftFunktion"/>
              <w:rPr>
                <w:noProof/>
                <w:highlight w:val="white"/>
              </w:rPr>
            </w:pPr>
          </w:p>
        </w:tc>
      </w:tr>
    </w:tbl>
    <w:p w:rsidR="007E181B" w:rsidRPr="00284C01" w:rsidRDefault="009841B4" w:rsidP="007E181B">
      <w:pPr>
        <w:spacing w:line="240" w:lineRule="auto"/>
        <w:rPr>
          <w:sz w:val="2"/>
          <w:szCs w:val="2"/>
        </w:rPr>
      </w:pPr>
      <w:r w:rsidRPr="00284C01">
        <w:fldChar w:fldCharType="end"/>
      </w:r>
      <w:r w:rsidR="00B51756" w:rsidRPr="00284C01">
        <w:fldChar w:fldCharType="begin"/>
      </w:r>
      <w:r w:rsidR="00B51756" w:rsidRPr="00284C01">
        <w:instrText xml:space="preserve"> IF </w:instrText>
      </w:r>
      <w:r w:rsidR="00B51756" w:rsidRPr="00284C01">
        <w:fldChar w:fldCharType="begin"/>
      </w:r>
      <w:r w:rsidR="00B51756" w:rsidRPr="00284C01">
        <w:instrText xml:space="preserve"> DOCPROPERTY "CustomField.Enclosures"\*CHARFORMAT </w:instrText>
      </w:r>
      <w:r w:rsidR="005A351D" w:rsidRPr="00284C01">
        <w:instrText>\&lt;OawJumpToField value=0/&gt;</w:instrText>
      </w:r>
      <w:r w:rsidR="00B51756" w:rsidRPr="00284C01">
        <w:rPr>
          <w:highlight w:val="white"/>
        </w:rPr>
        <w:fldChar w:fldCharType="end"/>
      </w:r>
      <w:r w:rsidR="00B51756" w:rsidRPr="00284C01">
        <w:rPr>
          <w:highlight w:val="white"/>
        </w:rPr>
        <w:instrText xml:space="preserve"> = "" "" "</w:instrText>
      </w:r>
    </w:p>
    <w:p w:rsidR="00B51756" w:rsidRPr="00284C01" w:rsidRDefault="00284C01" w:rsidP="007E181B">
      <w:pPr>
        <w:pStyle w:val="BeilagenersteZeile"/>
        <w:rPr>
          <w:highlight w:val="white"/>
        </w:rPr>
      </w:pPr>
      <w:r w:rsidRPr="00284C01">
        <w:fldChar w:fldCharType="begin"/>
      </w:r>
      <w:r w:rsidRPr="00284C01">
        <w:instrText xml:space="preserve"> DOCPROPERTY "Doc.Enclosures"\*CHARFORMAT </w:instrText>
      </w:r>
      <w:r w:rsidRPr="00284C01">
        <w:fldChar w:fldCharType="separate"/>
      </w:r>
      <w:r w:rsidR="000F444E" w:rsidRPr="00284C01">
        <w:instrText>Doc.Enclosures</w:instrText>
      </w:r>
      <w:r w:rsidRPr="00284C01">
        <w:fldChar w:fldCharType="end"/>
      </w:r>
    </w:p>
    <w:tbl>
      <w:tblPr>
        <w:tblStyle w:val="Template"/>
        <w:tblW w:w="0" w:type="auto"/>
        <w:tblLook w:val="04A0" w:firstRow="1" w:lastRow="0" w:firstColumn="1" w:lastColumn="0" w:noHBand="0" w:noVBand="1"/>
      </w:tblPr>
      <w:tblGrid>
        <w:gridCol w:w="8958"/>
      </w:tblGrid>
      <w:tr w:rsidR="00C33C17" w:rsidRPr="00284C01" w:rsidTr="00C33C17">
        <w:tc>
          <w:tcPr>
            <w:tcW w:w="9098" w:type="dxa"/>
          </w:tcPr>
          <w:p w:rsidR="00C33C17" w:rsidRPr="00284C01" w:rsidRDefault="00C33C17" w:rsidP="00C33C17">
            <w:pPr>
              <w:pStyle w:val="Beilagen"/>
              <w:rPr>
                <w:highlight w:val="white"/>
              </w:rPr>
            </w:pPr>
            <w:bookmarkStart w:id="8" w:name="Enclosures"/>
            <w:bookmarkEnd w:id="8"/>
          </w:p>
        </w:tc>
      </w:tr>
    </w:tbl>
    <w:p w:rsidR="001208D6" w:rsidRPr="00284C01" w:rsidRDefault="00B51756" w:rsidP="00F11512">
      <w:pPr>
        <w:rPr>
          <w:sz w:val="2"/>
          <w:szCs w:val="2"/>
        </w:rPr>
      </w:pPr>
      <w:r w:rsidRPr="00284C01">
        <w:rPr>
          <w:highlight w:val="white"/>
        </w:rPr>
        <w:instrText xml:space="preserve">" </w:instrText>
      </w:r>
      <w:r w:rsidR="005A351D" w:rsidRPr="00284C01">
        <w:rPr>
          <w:highlight w:val="white"/>
        </w:rPr>
        <w:instrText>\&lt;OawJumpToField value=0/&gt;</w:instrText>
      </w:r>
      <w:r w:rsidRPr="00284C01">
        <w:fldChar w:fldCharType="end"/>
      </w:r>
      <w:r w:rsidR="001208D6" w:rsidRPr="00284C01">
        <w:fldChar w:fldCharType="begin"/>
      </w:r>
      <w:r w:rsidR="001208D6" w:rsidRPr="00284C01">
        <w:instrText xml:space="preserve"> IF </w:instrText>
      </w:r>
      <w:r w:rsidR="0057510C" w:rsidRPr="00284C01">
        <w:fldChar w:fldCharType="begin"/>
      </w:r>
      <w:r w:rsidR="0057510C" w:rsidRPr="00284C01">
        <w:instrText xml:space="preserve"> DOCPROPERTY "CustomField.Distribution"\*CHARFORMAT </w:instrText>
      </w:r>
      <w:r w:rsidR="0057510C" w:rsidRPr="00284C01">
        <w:fldChar w:fldCharType="end"/>
      </w:r>
      <w:r w:rsidR="001208D6" w:rsidRPr="00284C01">
        <w:rPr>
          <w:highlight w:val="white"/>
        </w:rPr>
        <w:instrText xml:space="preserve"> = "" "" "</w:instrText>
      </w:r>
    </w:p>
    <w:p w:rsidR="001208D6" w:rsidRPr="00284C01" w:rsidRDefault="006720EF" w:rsidP="00F11512">
      <w:pPr>
        <w:pStyle w:val="VerteilerersteZeile"/>
        <w:rPr>
          <w:highlight w:val="white"/>
        </w:rPr>
      </w:pPr>
      <w:fldSimple w:instr=" DOCPROPERTY &quot;Doc.Distribution&quot;\*CHARFORMAT ">
        <w:r w:rsidR="000F444E" w:rsidRPr="00284C01">
          <w:instrText>Doc.Distribution</w:instrText>
        </w:r>
      </w:fldSimple>
    </w:p>
    <w:tbl>
      <w:tblPr>
        <w:tblStyle w:val="Template"/>
        <w:tblW w:w="0" w:type="auto"/>
        <w:tblLook w:val="04A0" w:firstRow="1" w:lastRow="0" w:firstColumn="1" w:lastColumn="0" w:noHBand="0" w:noVBand="1"/>
      </w:tblPr>
      <w:tblGrid>
        <w:gridCol w:w="8958"/>
      </w:tblGrid>
      <w:tr w:rsidR="00C33C17" w:rsidRPr="00284C01" w:rsidTr="00C33C17">
        <w:tc>
          <w:tcPr>
            <w:tcW w:w="9098" w:type="dxa"/>
          </w:tcPr>
          <w:p w:rsidR="00C33C17" w:rsidRPr="00284C01" w:rsidRDefault="00C33C17" w:rsidP="00F11512">
            <w:pPr>
              <w:pStyle w:val="Verteiler"/>
            </w:pPr>
            <w:bookmarkStart w:id="9" w:name="Distribution"/>
            <w:bookmarkEnd w:id="9"/>
          </w:p>
        </w:tc>
      </w:tr>
    </w:tbl>
    <w:p w:rsidR="000E3474" w:rsidRPr="00284C01" w:rsidRDefault="001208D6" w:rsidP="00F11512">
      <w:pPr>
        <w:rPr>
          <w:sz w:val="2"/>
          <w:szCs w:val="2"/>
        </w:rPr>
      </w:pPr>
      <w:r w:rsidRPr="00284C01">
        <w:rPr>
          <w:highlight w:val="white"/>
        </w:rPr>
        <w:instrText>" \&lt;OawJumpToField value=0/&gt;</w:instrText>
      </w:r>
      <w:r w:rsidRPr="00284C01">
        <w:fldChar w:fldCharType="end"/>
      </w:r>
      <w:r w:rsidR="000E3474" w:rsidRPr="00284C01">
        <w:fldChar w:fldCharType="begin"/>
      </w:r>
      <w:r w:rsidR="000E3474" w:rsidRPr="00284C01">
        <w:instrText xml:space="preserve"> IF </w:instrText>
      </w:r>
      <w:r w:rsidR="000E3474" w:rsidRPr="00284C01">
        <w:fldChar w:fldCharType="begin"/>
      </w:r>
      <w:r w:rsidR="000E3474" w:rsidRPr="00284C01">
        <w:instrText xml:space="preserve"> DOCPROPERTY "CustomField.Copy"\*CHARFORMAT </w:instrText>
      </w:r>
      <w:r w:rsidR="000E3474" w:rsidRPr="00284C01">
        <w:fldChar w:fldCharType="end"/>
      </w:r>
      <w:r w:rsidR="000E3474" w:rsidRPr="00284C01">
        <w:rPr>
          <w:highlight w:val="white"/>
        </w:rPr>
        <w:instrText xml:space="preserve"> = "" "" "</w:instrText>
      </w:r>
    </w:p>
    <w:p w:rsidR="000E3474" w:rsidRPr="00284C01" w:rsidRDefault="006720EF" w:rsidP="00F11512">
      <w:pPr>
        <w:pStyle w:val="KopieAnersteZeile"/>
        <w:rPr>
          <w:highlight w:val="white"/>
        </w:rPr>
      </w:pPr>
      <w:fldSimple w:instr=" DOCPROPERTY &quot;Doc.CopyTo&quot;\*CHARFORMAT ">
        <w:r w:rsidR="000F444E" w:rsidRPr="00284C01">
          <w:instrText>Doc.CopyTo</w:instrText>
        </w:r>
      </w:fldSimple>
    </w:p>
    <w:tbl>
      <w:tblPr>
        <w:tblStyle w:val="Template"/>
        <w:tblW w:w="0" w:type="auto"/>
        <w:tblLook w:val="04A0" w:firstRow="1" w:lastRow="0" w:firstColumn="1" w:lastColumn="0" w:noHBand="0" w:noVBand="1"/>
      </w:tblPr>
      <w:tblGrid>
        <w:gridCol w:w="8958"/>
      </w:tblGrid>
      <w:tr w:rsidR="000E3474" w:rsidRPr="00284C01" w:rsidTr="00CA1290">
        <w:tc>
          <w:tcPr>
            <w:tcW w:w="9098" w:type="dxa"/>
          </w:tcPr>
          <w:p w:rsidR="000E3474" w:rsidRPr="00284C01" w:rsidRDefault="000E3474" w:rsidP="00F11512">
            <w:pPr>
              <w:pStyle w:val="KopieAn"/>
            </w:pPr>
            <w:bookmarkStart w:id="10" w:name="Copy"/>
          </w:p>
        </w:tc>
      </w:tr>
    </w:tbl>
    <w:bookmarkEnd w:id="10"/>
    <w:p w:rsidR="001208D6" w:rsidRPr="00284C01" w:rsidRDefault="000E3474" w:rsidP="0056673C">
      <w:pPr>
        <w:pStyle w:val="Verteiler"/>
        <w:numPr>
          <w:ilvl w:val="0"/>
          <w:numId w:val="0"/>
        </w:numPr>
        <w:spacing w:line="240" w:lineRule="auto"/>
        <w:rPr>
          <w:sz w:val="2"/>
          <w:szCs w:val="2"/>
        </w:rPr>
      </w:pPr>
      <w:r w:rsidRPr="00284C01">
        <w:rPr>
          <w:highlight w:val="white"/>
        </w:rPr>
        <w:instrText>" \&lt;OawJumpToField value=0/&gt;</w:instrText>
      </w:r>
      <w:r w:rsidRPr="00284C01">
        <w:fldChar w:fldCharType="end"/>
      </w:r>
      <w:bookmarkStart w:id="11" w:name="Attachement"/>
      <w:bookmarkEnd w:id="11"/>
    </w:p>
    <w:sectPr w:rsidR="001208D6" w:rsidRPr="00284C01" w:rsidSect="00171D9A">
      <w:headerReference w:type="default" r:id="rId17"/>
      <w:footerReference w:type="default" r:id="rId18"/>
      <w:type w:val="continuous"/>
      <w:pgSz w:w="11906" w:h="16838" w:code="9"/>
      <w:pgMar w:top="1134" w:right="1134" w:bottom="1134" w:left="1814"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D9A" w:rsidRPr="00284C01" w:rsidRDefault="00171D9A">
      <w:r w:rsidRPr="00284C01">
        <w:separator/>
      </w:r>
    </w:p>
  </w:endnote>
  <w:endnote w:type="continuationSeparator" w:id="0">
    <w:p w:rsidR="00171D9A" w:rsidRPr="00284C01" w:rsidRDefault="00171D9A">
      <w:r w:rsidRPr="00284C0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37DD" w:rsidRPr="00284C01" w:rsidRDefault="00F537DD" w:rsidP="003952FE">
    <w:pPr>
      <w:pStyle w:val="Fuzeile"/>
    </w:pPr>
    <w:bookmarkStart w:id="7" w:name="LogoZusatz"/>
    <w:bookmarkEnd w:id="7"/>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emplate"/>
      <w:tblW w:w="0" w:type="auto"/>
      <w:tblCellMar>
        <w:top w:w="57" w:type="dxa"/>
      </w:tblCellMar>
      <w:tblLook w:val="04A0" w:firstRow="1" w:lastRow="0" w:firstColumn="1" w:lastColumn="0" w:noHBand="0" w:noVBand="1"/>
    </w:tblPr>
    <w:tblGrid>
      <w:gridCol w:w="7513"/>
      <w:gridCol w:w="1445"/>
    </w:tblGrid>
    <w:tr w:rsidR="004D17E8" w:rsidTr="006172FE">
      <w:tc>
        <w:tcPr>
          <w:tcW w:w="7513" w:type="dxa"/>
          <w:tcBorders>
            <w:top w:val="single" w:sz="4" w:space="0" w:color="auto"/>
          </w:tcBorders>
        </w:tcPr>
        <w:p w:rsidR="004D17E8" w:rsidRDefault="004D17E8" w:rsidP="00A605EC">
          <w:pPr>
            <w:pStyle w:val="Fuzeile"/>
          </w:pPr>
          <w:bookmarkStart w:id="12" w:name="DirectFooter" w:colFirst="0" w:colLast="0"/>
        </w:p>
      </w:tc>
      <w:tc>
        <w:tcPr>
          <w:tcW w:w="1445" w:type="dxa"/>
          <w:tcBorders>
            <w:top w:val="single" w:sz="4" w:space="0" w:color="auto"/>
          </w:tcBorders>
        </w:tcPr>
        <w:p w:rsidR="004D17E8" w:rsidRDefault="004D17E8" w:rsidP="00E01C38">
          <w:pPr>
            <w:pStyle w:val="Fuzeile"/>
            <w:jc w:val="right"/>
          </w:pPr>
          <w:r>
            <w:fldChar w:fldCharType="begin"/>
          </w:r>
          <w:r>
            <w:instrText xml:space="preserve"> PAGE   \* MERGEFORMAT </w:instrText>
          </w:r>
          <w:r>
            <w:fldChar w:fldCharType="separate"/>
          </w:r>
          <w:r w:rsidR="00284C01">
            <w:rPr>
              <w:noProof/>
            </w:rPr>
            <w:t>3</w:t>
          </w:r>
          <w:r>
            <w:fldChar w:fldCharType="end"/>
          </w:r>
          <w:r>
            <w:t xml:space="preserve"> </w:t>
          </w:r>
          <w:fldSimple w:instr=" DOCPROPERTY &quot;Doc.of&quot;\*CHARFORMAT ">
            <w:r w:rsidR="00171D9A">
              <w:t>von</w:t>
            </w:r>
          </w:fldSimple>
          <w:r>
            <w:t xml:space="preserve"> </w:t>
          </w:r>
          <w:r w:rsidR="006720EF">
            <w:rPr>
              <w:noProof/>
            </w:rPr>
            <w:fldChar w:fldCharType="begin"/>
          </w:r>
          <w:r w:rsidR="006720EF">
            <w:rPr>
              <w:noProof/>
            </w:rPr>
            <w:instrText xml:space="preserve"> NUMPAGES   \* MERGEFORMAT </w:instrText>
          </w:r>
          <w:r w:rsidR="006720EF">
            <w:rPr>
              <w:noProof/>
            </w:rPr>
            <w:fldChar w:fldCharType="separate"/>
          </w:r>
          <w:r w:rsidR="00284C01">
            <w:rPr>
              <w:noProof/>
            </w:rPr>
            <w:t>3</w:t>
          </w:r>
          <w:r w:rsidR="006720EF">
            <w:rPr>
              <w:noProof/>
            </w:rPr>
            <w:fldChar w:fldCharType="end"/>
          </w:r>
        </w:p>
      </w:tc>
    </w:tr>
    <w:bookmarkEnd w:id="12"/>
  </w:tbl>
  <w:p w:rsidR="004D17E8" w:rsidRPr="006B7C1B" w:rsidRDefault="004D17E8" w:rsidP="006B7C1B">
    <w:pPr>
      <w:pStyle w:val="Fu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D9A" w:rsidRPr="00284C01" w:rsidRDefault="00171D9A">
      <w:r w:rsidRPr="00284C01">
        <w:separator/>
      </w:r>
    </w:p>
  </w:footnote>
  <w:footnote w:type="continuationSeparator" w:id="0">
    <w:p w:rsidR="00171D9A" w:rsidRPr="00284C01" w:rsidRDefault="00171D9A">
      <w:r w:rsidRPr="00284C0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DD0" w:rsidRPr="00284C01" w:rsidRDefault="00171D9A" w:rsidP="00171D9A">
    <w:pPr>
      <w:spacing w:line="240" w:lineRule="auto"/>
      <w:rPr>
        <w:sz w:val="2"/>
        <w:szCs w:val="2"/>
      </w:rPr>
    </w:pPr>
    <w:r w:rsidRPr="00284C01">
      <w:rPr>
        <w:noProof/>
        <w:sz w:val="2"/>
        <w:szCs w:val="2"/>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9675" cy="1079500"/>
          <wp:effectExtent l="0" t="0" r="0" b="0"/>
          <wp:wrapNone/>
          <wp:docPr id="5" name="bab8a75a-fd98-43de-aec5-f566"/>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
                    <a:extLst>
                      <a:ext uri="{28A0092B-C50C-407E-A947-70E740481C1C}">
                        <a14:useLocalDpi xmlns:a14="http://schemas.microsoft.com/office/drawing/2010/main" val="0"/>
                      </a:ext>
                    </a:extLst>
                  </a:blip>
                  <a:stretch>
                    <a:fillRect/>
                  </a:stretch>
                </pic:blipFill>
                <pic:spPr>
                  <a:xfrm>
                    <a:off x="0" y="0"/>
                    <a:ext cx="7559675" cy="1079500"/>
                  </a:xfrm>
                  <a:prstGeom prst="rect">
                    <a:avLst/>
                  </a:prstGeom>
                </pic:spPr>
              </pic:pic>
            </a:graphicData>
          </a:graphic>
          <wp14:sizeRelH relativeFrom="margin">
            <wp14:pctWidth>0</wp14:pctWidth>
          </wp14:sizeRelH>
          <wp14:sizeRelV relativeFrom="margin">
            <wp14:pctHeight>0</wp14:pctHeight>
          </wp14:sizeRelV>
        </wp:anchor>
      </w:drawing>
    </w:r>
  </w:p>
  <w:tbl>
    <w:tblPr>
      <w:tblStyle w:val="Template"/>
      <w:tblW w:w="0" w:type="auto"/>
      <w:tblInd w:w="-1191" w:type="dxa"/>
      <w:tblLayout w:type="fixed"/>
      <w:tblLook w:val="04A0" w:firstRow="1" w:lastRow="0" w:firstColumn="1" w:lastColumn="0" w:noHBand="0" w:noVBand="1"/>
    </w:tblPr>
    <w:tblGrid>
      <w:gridCol w:w="907"/>
      <w:gridCol w:w="28"/>
    </w:tblGrid>
    <w:tr w:rsidR="006A3A64" w:rsidRPr="00284C01" w:rsidTr="00CD579E">
      <w:trPr>
        <w:cantSplit/>
        <w:trHeight w:val="4820"/>
      </w:trPr>
      <w:tc>
        <w:tcPr>
          <w:tcW w:w="907" w:type="dxa"/>
          <w:shd w:val="clear" w:color="auto" w:fill="auto"/>
          <w:noWrap/>
          <w:tcMar>
            <w:top w:w="0" w:type="dxa"/>
          </w:tcMar>
          <w:textDirection w:val="btLr"/>
        </w:tcPr>
        <w:p w:rsidR="006A3A64" w:rsidRPr="00284C01" w:rsidRDefault="006A3A64" w:rsidP="001769A8">
          <w:pPr>
            <w:pStyle w:val="OutputprofileTitle"/>
          </w:pPr>
          <w:r w:rsidRPr="00284C01">
            <w:fldChar w:fldCharType="begin"/>
          </w:r>
          <w:r w:rsidRPr="00284C01">
            <w:instrText xml:space="preserve"> IF </w:instrText>
          </w:r>
          <w:r w:rsidR="006720EF" w:rsidRPr="00284C01">
            <w:fldChar w:fldCharType="begin"/>
          </w:r>
          <w:r w:rsidR="006720EF" w:rsidRPr="00284C01">
            <w:instrText xml:space="preserve"> DOCPROPERTY "Doc.Draft"\*CHARFORMAT </w:instrText>
          </w:r>
          <w:r w:rsidR="006720EF" w:rsidRPr="00284C01">
            <w:fldChar w:fldCharType="end"/>
          </w:r>
          <w:r w:rsidRPr="00284C01">
            <w:instrText xml:space="preserve"> = "" "" "</w:instrText>
          </w:r>
          <w:fldSimple w:instr=" DOCPROPERTY &quot;Doc.Draft&quot;\*CHARFORMAT ">
            <w:r w:rsidR="000F444E" w:rsidRPr="00284C01">
              <w:instrText>Doc.Draft</w:instrText>
            </w:r>
          </w:fldSimple>
          <w:r w:rsidRPr="00284C01">
            <w:instrText>"</w:instrText>
          </w:r>
          <w:r w:rsidRPr="00284C01">
            <w:fldChar w:fldCharType="end"/>
          </w:r>
        </w:p>
      </w:tc>
      <w:tc>
        <w:tcPr>
          <w:tcW w:w="28" w:type="dxa"/>
        </w:tcPr>
        <w:p w:rsidR="00987500" w:rsidRPr="00284C01" w:rsidRDefault="00C86183" w:rsidP="00F67920">
          <w:pPr>
            <w:pStyle w:val="OutputprofileTitleDistance"/>
          </w:pPr>
          <w:r w:rsidRPr="00284C01">
            <w:fldChar w:fldCharType="begin"/>
          </w:r>
          <w:r w:rsidRPr="00284C01">
            <w:instrText xml:space="preserve"> IF </w:instrText>
          </w:r>
          <w:r w:rsidR="006720EF" w:rsidRPr="00284C01">
            <w:fldChar w:fldCharType="begin"/>
          </w:r>
          <w:r w:rsidR="006720EF" w:rsidRPr="00284C01">
            <w:instrText xml:space="preserve"> DOCPROPERTY "Doc.Draft"\*CHARFORMAT </w:instrText>
          </w:r>
          <w:r w:rsidR="006720EF" w:rsidRPr="00284C01">
            <w:fldChar w:fldCharType="end"/>
          </w:r>
          <w:r w:rsidRPr="00284C01">
            <w:instrText xml:space="preserve"> = "" "" "</w:instrText>
          </w:r>
          <w:fldSimple w:instr=" DOCPROPERTY &quot;Doc.OutputprofileTitleDistance&quot;\*CHARFORMAT ">
            <w:r w:rsidR="000F444E" w:rsidRPr="00284C01">
              <w:instrText>Doc.OutputprofileTitleDistance</w:instrText>
            </w:r>
          </w:fldSimple>
          <w:r w:rsidRPr="00284C01">
            <w:instrText>"</w:instrText>
          </w:r>
          <w:r w:rsidRPr="00284C01">
            <w:fldChar w:fldCharType="end"/>
          </w:r>
        </w:p>
      </w:tc>
    </w:tr>
    <w:tr w:rsidR="006A3A64" w:rsidRPr="00284C01" w:rsidTr="00C95F8B">
      <w:trPr>
        <w:cantSplit/>
        <w:trHeight w:val="1985"/>
      </w:trPr>
      <w:tc>
        <w:tcPr>
          <w:tcW w:w="907" w:type="dxa"/>
          <w:shd w:val="clear" w:color="auto" w:fill="auto"/>
          <w:tcMar>
            <w:top w:w="113" w:type="dxa"/>
            <w:left w:w="125" w:type="dxa"/>
          </w:tcMar>
          <w:textDirection w:val="btLr"/>
        </w:tcPr>
        <w:p w:rsidR="006A3A64" w:rsidRPr="00284C01" w:rsidRDefault="006A3A64" w:rsidP="00183CF9">
          <w:pPr>
            <w:pStyle w:val="OutputprofileText"/>
          </w:pPr>
          <w:r w:rsidRPr="00284C01">
            <w:fldChar w:fldCharType="begin"/>
          </w:r>
          <w:r w:rsidRPr="00284C01">
            <w:instrText xml:space="preserve"> IF </w:instrText>
          </w:r>
          <w:r w:rsidR="006720EF" w:rsidRPr="00284C01">
            <w:fldChar w:fldCharType="begin"/>
          </w:r>
          <w:r w:rsidR="006720EF" w:rsidRPr="00284C01">
            <w:instrText xml:space="preserve"> DOCPROPERTY "Doc.Draft"\*CHARFORMAT </w:instrText>
          </w:r>
          <w:r w:rsidR="006720EF" w:rsidRPr="00284C01">
            <w:fldChar w:fldCharType="end"/>
          </w:r>
          <w:r w:rsidRPr="00284C01">
            <w:instrText xml:space="preserve"> = "" "" "</w:instrText>
          </w:r>
          <w:r w:rsidRPr="00284C01">
            <w:fldChar w:fldCharType="begin"/>
          </w:r>
          <w:r w:rsidRPr="00284C01">
            <w:instrText xml:space="preserve"> DATE  \@ "</w:instrText>
          </w:r>
          <w:r w:rsidR="00284C01" w:rsidRPr="00284C01">
            <w:fldChar w:fldCharType="begin"/>
          </w:r>
          <w:r w:rsidR="00284C01" w:rsidRPr="00284C01">
            <w:instrText xml:space="preserve"> DOCPROPERTY "Date.Format.Long"\*CHARFORMAT </w:instrText>
          </w:r>
          <w:r w:rsidR="00284C01" w:rsidRPr="00284C01">
            <w:fldChar w:fldCharType="separate"/>
          </w:r>
          <w:r w:rsidR="000F444E" w:rsidRPr="00284C01">
            <w:instrText>Date.Format.Long</w:instrText>
          </w:r>
          <w:r w:rsidR="00284C01" w:rsidRPr="00284C01">
            <w:fldChar w:fldCharType="end"/>
          </w:r>
          <w:r w:rsidRPr="00284C01">
            <w:instrText xml:space="preserve">"  \* MERGEFORMAT </w:instrText>
          </w:r>
          <w:r w:rsidRPr="00284C01">
            <w:fldChar w:fldCharType="separate"/>
          </w:r>
          <w:r w:rsidR="006720EF" w:rsidRPr="00284C01">
            <w:rPr>
              <w:noProof/>
            </w:rPr>
            <w:instrText>6at30.Fo</w:instrText>
          </w:r>
          <w:r w:rsidR="006720EF" w:rsidRPr="00284C01">
            <w:rPr>
              <w:rFonts w:ascii="MS Gothic" w:eastAsia="MS Gothic" w:hAnsi="MS Gothic" w:cs="MS Gothic" w:hint="eastAsia"/>
              <w:noProof/>
            </w:rPr>
            <w:instrText>二</w:instrText>
          </w:r>
          <w:r w:rsidR="006720EF" w:rsidRPr="00284C01">
            <w:rPr>
              <w:noProof/>
            </w:rPr>
            <w:instrText>26at.Lo30H</w:instrText>
          </w:r>
          <w:r w:rsidRPr="00284C01">
            <w:fldChar w:fldCharType="end"/>
          </w:r>
        </w:p>
        <w:p w:rsidR="006A3A64" w:rsidRPr="00284C01" w:rsidRDefault="006A3A64" w:rsidP="00183CF9">
          <w:pPr>
            <w:pStyle w:val="OutputprofileText"/>
          </w:pPr>
          <w:r w:rsidRPr="00284C01">
            <w:fldChar w:fldCharType="begin"/>
          </w:r>
          <w:r w:rsidRPr="00284C01">
            <w:instrText xml:space="preserve"> TIME  \@ "HH:mm"  \* MERGEFORMAT </w:instrText>
          </w:r>
          <w:r w:rsidRPr="00284C01">
            <w:fldChar w:fldCharType="separate"/>
          </w:r>
          <w:r w:rsidR="006720EF" w:rsidRPr="00284C01">
            <w:rPr>
              <w:noProof/>
            </w:rPr>
            <w:instrText>14:26</w:instrText>
          </w:r>
          <w:r w:rsidRPr="00284C01">
            <w:fldChar w:fldCharType="end"/>
          </w:r>
          <w:r w:rsidRPr="00284C01">
            <w:instrText xml:space="preserve">" </w:instrText>
          </w:r>
          <w:r w:rsidRPr="00284C01">
            <w:fldChar w:fldCharType="end"/>
          </w:r>
        </w:p>
      </w:tc>
      <w:tc>
        <w:tcPr>
          <w:tcW w:w="28" w:type="dxa"/>
          <w:textDirection w:val="btLr"/>
        </w:tcPr>
        <w:p w:rsidR="006A3A64" w:rsidRPr="00284C01" w:rsidRDefault="006A3A64" w:rsidP="00183CF9">
          <w:pPr>
            <w:pStyle w:val="OutputprofileText"/>
          </w:pPr>
        </w:p>
      </w:tc>
    </w:tr>
  </w:tbl>
  <w:p w:rsidR="00006FF1" w:rsidRPr="00284C01" w:rsidRDefault="00006FF1">
    <w:pPr>
      <w:pStyle w:val="Kopfzeil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C6B" w:rsidRDefault="00AE6C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E2271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BD2D8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0083A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DA93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1869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178E6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CC7F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568B7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4CD4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5847C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5FAE1442"/>
    <w:lvl w:ilvl="0">
      <w:start w:val="1"/>
      <w:numFmt w:val="decimal"/>
      <w:pStyle w:val="berschrift1"/>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0"/>
        <w:szCs w:val="20"/>
      </w:rPr>
    </w:lvl>
    <w:lvl w:ilvl="6">
      <w:start w:val="1"/>
      <w:numFmt w:val="decimal"/>
      <w:pStyle w:val="berschrift7"/>
      <w:suff w:val="space"/>
      <w:lvlText w:val="%1.%2.%3.%4.%5.%6.%7"/>
      <w:lvlJc w:val="left"/>
      <w:pPr>
        <w:ind w:left="0" w:firstLine="0"/>
      </w:pPr>
      <w:rPr>
        <w:rFonts w:hint="default"/>
        <w:b/>
        <w:i w:val="0"/>
        <w:sz w:val="20"/>
        <w:szCs w:val="20"/>
      </w:rPr>
    </w:lvl>
    <w:lvl w:ilvl="7">
      <w:start w:val="1"/>
      <w:numFmt w:val="decimal"/>
      <w:pStyle w:val="berschrift8"/>
      <w:suff w:val="space"/>
      <w:lvlText w:val="%1.%2.%3.%4.%5.%6.%7.%8"/>
      <w:lvlJc w:val="left"/>
      <w:pPr>
        <w:ind w:left="0" w:firstLine="0"/>
      </w:pPr>
      <w:rPr>
        <w:rFonts w:hint="default"/>
        <w:b/>
        <w:i w:val="0"/>
        <w:sz w:val="20"/>
        <w:szCs w:val="20"/>
      </w:rPr>
    </w:lvl>
    <w:lvl w:ilvl="8">
      <w:start w:val="1"/>
      <w:numFmt w:val="decimal"/>
      <w:pStyle w:val="berschrift9"/>
      <w:suff w:val="space"/>
      <w:lvlText w:val="%1.%2.%3.%4.%5.%6.%7.%8.%9"/>
      <w:lvlJc w:val="left"/>
      <w:pPr>
        <w:ind w:left="0" w:firstLine="0"/>
      </w:pPr>
      <w:rPr>
        <w:rFonts w:hint="default"/>
        <w:b/>
        <w:i w:val="0"/>
        <w:sz w:val="20"/>
        <w:szCs w:val="20"/>
      </w:rPr>
    </w:lvl>
  </w:abstractNum>
  <w:abstractNum w:abstractNumId="11" w15:restartNumberingAfterBreak="0">
    <w:nsid w:val="03482385"/>
    <w:multiLevelType w:val="hybridMultilevel"/>
    <w:tmpl w:val="D3004DE6"/>
    <w:name w:val="200707161401444232237722"/>
    <w:lvl w:ilvl="0" w:tplc="AB4020F0">
      <w:start w:val="1"/>
      <w:numFmt w:val="upperRoman"/>
      <w:lvlText w:val="%1."/>
      <w:lvlJc w:val="righ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F0A3714"/>
    <w:multiLevelType w:val="multilevel"/>
    <w:tmpl w:val="7A8A8300"/>
    <w:lvl w:ilvl="0">
      <w:start w:val="1"/>
      <w:numFmt w:val="decimal"/>
      <w:pStyle w:val="AuflistungmitNummernmitAbstand"/>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13" w15:restartNumberingAfterBreak="0">
    <w:nsid w:val="162A767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F5480F"/>
    <w:multiLevelType w:val="multilevel"/>
    <w:tmpl w:val="859E789C"/>
    <w:lvl w:ilvl="0">
      <w:start w:val="1"/>
      <w:numFmt w:val="bullet"/>
      <w:lvlText w:val="•"/>
      <w:lvlJc w:val="left"/>
      <w:pPr>
        <w:ind w:left="445" w:hanging="360"/>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abstractNum w:abstractNumId="15" w15:restartNumberingAfterBreak="0">
    <w:nsid w:val="23344003"/>
    <w:multiLevelType w:val="multilevel"/>
    <w:tmpl w:val="FD3A66B2"/>
    <w:lvl w:ilvl="0">
      <w:start w:val="1"/>
      <w:numFmt w:val="lowerLetter"/>
      <w:pStyle w:val="AuflistungmitKleinbuchstaben"/>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Letter"/>
      <w:lvlText w:val="%3)"/>
      <w:lvlJc w:val="left"/>
      <w:pPr>
        <w:ind w:left="852" w:hanging="284"/>
      </w:pPr>
      <w:rPr>
        <w:rFonts w:hint="default"/>
      </w:rPr>
    </w:lvl>
    <w:lvl w:ilvl="3">
      <w:start w:val="1"/>
      <w:numFmt w:val="lowerLetter"/>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Letter"/>
      <w:lvlText w:val="%6)"/>
      <w:lvlJc w:val="left"/>
      <w:pPr>
        <w:ind w:left="1701" w:hanging="281"/>
      </w:pPr>
      <w:rPr>
        <w:rFonts w:hint="default"/>
      </w:rPr>
    </w:lvl>
    <w:lvl w:ilvl="6">
      <w:start w:val="1"/>
      <w:numFmt w:val="lowerLetter"/>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Letter"/>
      <w:lvlText w:val="%9)"/>
      <w:lvlJc w:val="left"/>
      <w:pPr>
        <w:ind w:left="2552" w:hanging="284"/>
      </w:pPr>
      <w:rPr>
        <w:rFonts w:hint="default"/>
      </w:rPr>
    </w:lvl>
  </w:abstractNum>
  <w:abstractNum w:abstractNumId="16" w15:restartNumberingAfterBreak="0">
    <w:nsid w:val="25B264B8"/>
    <w:multiLevelType w:val="hybridMultilevel"/>
    <w:tmpl w:val="68A27570"/>
    <w:lvl w:ilvl="0" w:tplc="43C67392">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5D7700A"/>
    <w:multiLevelType w:val="multilevel"/>
    <w:tmpl w:val="E300FEBC"/>
    <w:lvl w:ilvl="0">
      <w:start w:val="1"/>
      <w:numFmt w:val="decimal"/>
      <w:pStyle w:val="AuflistungmitNummern"/>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18" w15:restartNumberingAfterBreak="0">
    <w:nsid w:val="2C8231CF"/>
    <w:multiLevelType w:val="multilevel"/>
    <w:tmpl w:val="3ABE09A6"/>
    <w:lvl w:ilvl="0">
      <w:start w:val="1"/>
      <w:numFmt w:val="bullet"/>
      <w:lvlText w:val="•"/>
      <w:lvlJc w:val="left"/>
      <w:pPr>
        <w:ind w:left="284" w:hanging="199"/>
      </w:pPr>
      <w:rPr>
        <w:rFonts w:ascii="Arial" w:hAnsi="Arial" w:hint="default"/>
      </w:rPr>
    </w:lvl>
    <w:lvl w:ilvl="1">
      <w:start w:val="1"/>
      <w:numFmt w:val="bullet"/>
      <w:lvlText w:val="•"/>
      <w:lvlJc w:val="left"/>
      <w:pPr>
        <w:ind w:left="568" w:hanging="199"/>
      </w:pPr>
      <w:rPr>
        <w:rFonts w:ascii="Arial" w:hAnsi="Arial" w:hint="default"/>
      </w:rPr>
    </w:lvl>
    <w:lvl w:ilvl="2">
      <w:start w:val="1"/>
      <w:numFmt w:val="bullet"/>
      <w:lvlText w:val="•"/>
      <w:lvlJc w:val="left"/>
      <w:pPr>
        <w:ind w:left="852" w:hanging="199"/>
      </w:pPr>
      <w:rPr>
        <w:rFonts w:ascii="Arial" w:hAnsi="Arial" w:hint="default"/>
      </w:rPr>
    </w:lvl>
    <w:lvl w:ilvl="3">
      <w:start w:val="1"/>
      <w:numFmt w:val="bullet"/>
      <w:lvlText w:val="•"/>
      <w:lvlJc w:val="left"/>
      <w:pPr>
        <w:ind w:left="1136" w:hanging="199"/>
      </w:pPr>
      <w:rPr>
        <w:rFonts w:ascii="Arial" w:hAnsi="Arial" w:hint="default"/>
      </w:rPr>
    </w:lvl>
    <w:lvl w:ilvl="4">
      <w:start w:val="1"/>
      <w:numFmt w:val="bullet"/>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abstractNum w:abstractNumId="19" w15:restartNumberingAfterBreak="0">
    <w:nsid w:val="2FAC092B"/>
    <w:multiLevelType w:val="multilevel"/>
    <w:tmpl w:val="1BEA5DEC"/>
    <w:lvl w:ilvl="0">
      <w:start w:val="1"/>
      <w:numFmt w:val="upperRoman"/>
      <w:pStyle w:val="AuflistungmitrmischenNummern"/>
      <w:lvlText w:val="%1."/>
      <w:lvlJc w:val="left"/>
      <w:pPr>
        <w:ind w:left="425" w:hanging="425"/>
      </w:pPr>
      <w:rPr>
        <w:rFonts w:hint="default"/>
      </w:rPr>
    </w:lvl>
    <w:lvl w:ilvl="1">
      <w:start w:val="1"/>
      <w:numFmt w:val="upperRoman"/>
      <w:lvlText w:val="%2."/>
      <w:lvlJc w:val="left"/>
      <w:pPr>
        <w:ind w:left="850" w:hanging="425"/>
      </w:pPr>
      <w:rPr>
        <w:rFonts w:hint="default"/>
      </w:rPr>
    </w:lvl>
    <w:lvl w:ilvl="2">
      <w:start w:val="1"/>
      <w:numFmt w:val="upperRoman"/>
      <w:lvlText w:val="%3."/>
      <w:lvlJc w:val="left"/>
      <w:pPr>
        <w:ind w:left="1275" w:hanging="425"/>
      </w:pPr>
      <w:rPr>
        <w:rFonts w:hint="default"/>
      </w:rPr>
    </w:lvl>
    <w:lvl w:ilvl="3">
      <w:start w:val="1"/>
      <w:numFmt w:val="upperRoman"/>
      <w:lvlText w:val="%4."/>
      <w:lvlJc w:val="left"/>
      <w:pPr>
        <w:ind w:left="1700" w:hanging="425"/>
      </w:pPr>
      <w:rPr>
        <w:rFonts w:hint="default"/>
      </w:rPr>
    </w:lvl>
    <w:lvl w:ilvl="4">
      <w:start w:val="1"/>
      <w:numFmt w:val="upperRoman"/>
      <w:lvlText w:val="%5."/>
      <w:lvlJc w:val="left"/>
      <w:pPr>
        <w:ind w:left="2125" w:hanging="425"/>
      </w:pPr>
      <w:rPr>
        <w:rFonts w:hint="default"/>
      </w:rPr>
    </w:lvl>
    <w:lvl w:ilvl="5">
      <w:start w:val="1"/>
      <w:numFmt w:val="upperRoman"/>
      <w:lvlText w:val="%6."/>
      <w:lvlJc w:val="left"/>
      <w:pPr>
        <w:ind w:left="2550" w:hanging="425"/>
      </w:pPr>
      <w:rPr>
        <w:rFonts w:hint="default"/>
      </w:rPr>
    </w:lvl>
    <w:lvl w:ilvl="6">
      <w:start w:val="1"/>
      <w:numFmt w:val="upperRoman"/>
      <w:lvlText w:val="%7."/>
      <w:lvlJc w:val="left"/>
      <w:pPr>
        <w:ind w:left="2975" w:hanging="425"/>
      </w:pPr>
      <w:rPr>
        <w:rFonts w:hint="default"/>
      </w:rPr>
    </w:lvl>
    <w:lvl w:ilvl="7">
      <w:start w:val="1"/>
      <w:numFmt w:val="upperRoman"/>
      <w:lvlText w:val="%8."/>
      <w:lvlJc w:val="left"/>
      <w:pPr>
        <w:ind w:left="3400" w:hanging="425"/>
      </w:pPr>
      <w:rPr>
        <w:rFonts w:hint="default"/>
      </w:rPr>
    </w:lvl>
    <w:lvl w:ilvl="8">
      <w:start w:val="1"/>
      <w:numFmt w:val="upperRoman"/>
      <w:lvlText w:val="%9."/>
      <w:lvlJc w:val="left"/>
      <w:pPr>
        <w:ind w:left="3825" w:hanging="425"/>
      </w:pPr>
      <w:rPr>
        <w:rFonts w:hint="default"/>
      </w:rPr>
    </w:lvl>
  </w:abstractNum>
  <w:abstractNum w:abstractNumId="20" w15:restartNumberingAfterBreak="0">
    <w:nsid w:val="365D40E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6C603F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CDB6CD0"/>
    <w:multiLevelType w:val="multilevel"/>
    <w:tmpl w:val="C5CE0304"/>
    <w:lvl w:ilvl="0">
      <w:start w:val="1"/>
      <w:numFmt w:val="upperLetter"/>
      <w:pStyle w:val="AuflistungmitBuchstaben"/>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8"/>
        </w:tabs>
        <w:ind w:left="568" w:hanging="284"/>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2"/>
        </w:tabs>
        <w:ind w:left="852" w:hanging="284"/>
      </w:pPr>
      <w:rPr>
        <w:rFonts w:hint="default"/>
      </w:rPr>
    </w:lvl>
    <w:lvl w:ilvl="3">
      <w:start w:val="1"/>
      <w:numFmt w:val="upperLetter"/>
      <w:lvlText w:val="%4."/>
      <w:lvlJc w:val="left"/>
      <w:pPr>
        <w:tabs>
          <w:tab w:val="num" w:pos="1136"/>
        </w:tabs>
        <w:ind w:left="1136" w:hanging="284"/>
      </w:pPr>
      <w:rPr>
        <w:rFonts w:hint="default"/>
      </w:rPr>
    </w:lvl>
    <w:lvl w:ilvl="4">
      <w:start w:val="1"/>
      <w:numFmt w:val="upperLetter"/>
      <w:lvlText w:val="%5."/>
      <w:lvlJc w:val="left"/>
      <w:pPr>
        <w:tabs>
          <w:tab w:val="num" w:pos="1420"/>
        </w:tabs>
        <w:ind w:left="1420" w:hanging="284"/>
      </w:pPr>
      <w:rPr>
        <w:rFonts w:hint="default"/>
      </w:rPr>
    </w:lvl>
    <w:lvl w:ilvl="5">
      <w:start w:val="1"/>
      <w:numFmt w:val="upperLetter"/>
      <w:lvlText w:val="%6."/>
      <w:lvlJc w:val="left"/>
      <w:pPr>
        <w:tabs>
          <w:tab w:val="num" w:pos="1704"/>
        </w:tabs>
        <w:ind w:left="1704" w:hanging="284"/>
      </w:pPr>
      <w:rPr>
        <w:rFonts w:hint="default"/>
      </w:rPr>
    </w:lvl>
    <w:lvl w:ilvl="6">
      <w:start w:val="1"/>
      <w:numFmt w:val="upperLetter"/>
      <w:lvlText w:val="%7."/>
      <w:lvlJc w:val="left"/>
      <w:pPr>
        <w:tabs>
          <w:tab w:val="num" w:pos="1988"/>
        </w:tabs>
        <w:ind w:left="1988" w:hanging="284"/>
      </w:pPr>
      <w:rPr>
        <w:rFonts w:hint="default"/>
      </w:rPr>
    </w:lvl>
    <w:lvl w:ilvl="7">
      <w:start w:val="1"/>
      <w:numFmt w:val="upperLetter"/>
      <w:lvlText w:val="%8."/>
      <w:lvlJc w:val="left"/>
      <w:pPr>
        <w:tabs>
          <w:tab w:val="num" w:pos="2272"/>
        </w:tabs>
        <w:ind w:left="2272" w:hanging="284"/>
      </w:pPr>
      <w:rPr>
        <w:rFonts w:hint="default"/>
      </w:rPr>
    </w:lvl>
    <w:lvl w:ilvl="8">
      <w:start w:val="1"/>
      <w:numFmt w:val="upperLetter"/>
      <w:lvlText w:val="%9."/>
      <w:lvlJc w:val="left"/>
      <w:pPr>
        <w:tabs>
          <w:tab w:val="num" w:pos="2556"/>
        </w:tabs>
        <w:ind w:left="2556" w:hanging="284"/>
      </w:pPr>
      <w:rPr>
        <w:rFonts w:hint="default"/>
      </w:rPr>
    </w:lvl>
  </w:abstractNum>
  <w:abstractNum w:abstractNumId="23" w15:restartNumberingAfterBreak="0">
    <w:nsid w:val="4F6774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BCE40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16663D3"/>
    <w:multiLevelType w:val="multilevel"/>
    <w:tmpl w:val="DAB298A0"/>
    <w:numStyleLink w:val="Formatvorlage1"/>
  </w:abstractNum>
  <w:abstractNum w:abstractNumId="26" w15:restartNumberingAfterBreak="0">
    <w:nsid w:val="66E11CDA"/>
    <w:multiLevelType w:val="multilevel"/>
    <w:tmpl w:val="D14853E4"/>
    <w:lvl w:ilvl="0">
      <w:start w:val="1"/>
      <w:numFmt w:val="bullet"/>
      <w:pStyle w:val="AuflistungHinweis"/>
      <w:lvlText w:val="►"/>
      <w:lvlJc w:val="left"/>
      <w:pPr>
        <w:ind w:left="284" w:hanging="284"/>
      </w:pPr>
      <w:rPr>
        <w:rFonts w:ascii="Arial" w:hAnsi="Arial" w:hint="default"/>
      </w:rPr>
    </w:lvl>
    <w:lvl w:ilvl="1">
      <w:start w:val="1"/>
      <w:numFmt w:val="bullet"/>
      <w:lvlText w:val="►"/>
      <w:lvlJc w:val="left"/>
      <w:pPr>
        <w:ind w:left="568" w:hanging="284"/>
      </w:pPr>
      <w:rPr>
        <w:rFonts w:ascii="Arial" w:hAnsi="Arial" w:hint="default"/>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Arial" w:hAnsi="Arial" w:hint="default"/>
      </w:rPr>
    </w:lvl>
    <w:lvl w:ilvl="4">
      <w:start w:val="1"/>
      <w:numFmt w:val="bullet"/>
      <w:lvlText w:val="►"/>
      <w:lvlJc w:val="left"/>
      <w:pPr>
        <w:ind w:left="1420" w:hanging="284"/>
      </w:pPr>
      <w:rPr>
        <w:rFonts w:ascii="Arial" w:hAnsi="Arial" w:hint="default"/>
      </w:rPr>
    </w:lvl>
    <w:lvl w:ilvl="5">
      <w:start w:val="1"/>
      <w:numFmt w:val="bullet"/>
      <w:lvlText w:val="►"/>
      <w:lvlJc w:val="left"/>
      <w:pPr>
        <w:ind w:left="1701" w:hanging="281"/>
      </w:pPr>
      <w:rPr>
        <w:rFonts w:ascii="Arial" w:hAnsi="Arial" w:hint="default"/>
      </w:rPr>
    </w:lvl>
    <w:lvl w:ilvl="6">
      <w:start w:val="1"/>
      <w:numFmt w:val="bullet"/>
      <w:lvlText w:val="►"/>
      <w:lvlJc w:val="left"/>
      <w:pPr>
        <w:ind w:left="1985" w:hanging="284"/>
      </w:pPr>
      <w:rPr>
        <w:rFonts w:ascii="Arial" w:hAnsi="Arial" w:hint="default"/>
      </w:rPr>
    </w:lvl>
    <w:lvl w:ilvl="7">
      <w:start w:val="1"/>
      <w:numFmt w:val="bullet"/>
      <w:lvlText w:val="►"/>
      <w:lvlJc w:val="left"/>
      <w:pPr>
        <w:ind w:left="2268" w:hanging="283"/>
      </w:pPr>
      <w:rPr>
        <w:rFonts w:ascii="Arial" w:hAnsi="Arial" w:hint="default"/>
      </w:rPr>
    </w:lvl>
    <w:lvl w:ilvl="8">
      <w:start w:val="1"/>
      <w:numFmt w:val="bullet"/>
      <w:lvlText w:val="►"/>
      <w:lvlJc w:val="left"/>
      <w:pPr>
        <w:ind w:left="2552" w:hanging="284"/>
      </w:pPr>
      <w:rPr>
        <w:rFonts w:ascii="Arial" w:hAnsi="Arial" w:hint="default"/>
      </w:rPr>
    </w:lvl>
  </w:abstractNum>
  <w:abstractNum w:abstractNumId="27" w15:restartNumberingAfterBreak="0">
    <w:nsid w:val="68751FE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98C7743"/>
    <w:multiLevelType w:val="multilevel"/>
    <w:tmpl w:val="DAB298A0"/>
    <w:styleLink w:val="Formatvorlage1"/>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29" w15:restartNumberingAfterBreak="0">
    <w:nsid w:val="6CE14EFA"/>
    <w:multiLevelType w:val="multilevel"/>
    <w:tmpl w:val="CC80008A"/>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30" w15:restartNumberingAfterBreak="0">
    <w:nsid w:val="75A91E05"/>
    <w:multiLevelType w:val="hybridMultilevel"/>
    <w:tmpl w:val="BEC2A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79952C31"/>
    <w:multiLevelType w:val="multilevel"/>
    <w:tmpl w:val="3826664E"/>
    <w:lvl w:ilvl="0">
      <w:start w:val="1"/>
      <w:numFmt w:val="lowerLetter"/>
      <w:pStyle w:val="AuflistungmitKleinbuchstabenGesetze"/>
      <w:lvlText w:val="%1)"/>
      <w:lvlJc w:val="left"/>
      <w:pPr>
        <w:ind w:left="567" w:hanging="283"/>
      </w:pPr>
      <w:rPr>
        <w:rFonts w:hint="default"/>
      </w:rPr>
    </w:lvl>
    <w:lvl w:ilvl="1">
      <w:start w:val="1"/>
      <w:numFmt w:val="lowerLetter"/>
      <w:lvlText w:val="%2)"/>
      <w:lvlJc w:val="left"/>
      <w:pPr>
        <w:ind w:left="851" w:hanging="283"/>
      </w:pPr>
      <w:rPr>
        <w:rFonts w:hint="default"/>
      </w:rPr>
    </w:lvl>
    <w:lvl w:ilvl="2">
      <w:start w:val="1"/>
      <w:numFmt w:val="lowerLetter"/>
      <w:lvlText w:val="%3)"/>
      <w:lvlJc w:val="left"/>
      <w:pPr>
        <w:ind w:left="1135" w:hanging="283"/>
      </w:pPr>
      <w:rPr>
        <w:rFonts w:hint="default"/>
      </w:rPr>
    </w:lvl>
    <w:lvl w:ilvl="3">
      <w:start w:val="1"/>
      <w:numFmt w:val="lowerLetter"/>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Letter"/>
      <w:lvlText w:val="%6)"/>
      <w:lvlJc w:val="left"/>
      <w:pPr>
        <w:ind w:left="1987" w:hanging="283"/>
      </w:pPr>
      <w:rPr>
        <w:rFonts w:hint="default"/>
      </w:rPr>
    </w:lvl>
    <w:lvl w:ilvl="6">
      <w:start w:val="1"/>
      <w:numFmt w:val="lowerLetter"/>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Letter"/>
      <w:lvlText w:val="%9)"/>
      <w:lvlJc w:val="left"/>
      <w:pPr>
        <w:ind w:left="2839" w:hanging="283"/>
      </w:pPr>
      <w:rPr>
        <w:rFonts w:hint="default"/>
      </w:rPr>
    </w:lvl>
  </w:abstractNum>
  <w:abstractNum w:abstractNumId="32" w15:restartNumberingAfterBreak="0">
    <w:nsid w:val="7ADC1B1C"/>
    <w:multiLevelType w:val="multilevel"/>
    <w:tmpl w:val="41D87CB8"/>
    <w:lvl w:ilvl="0">
      <w:start w:val="1"/>
      <w:numFmt w:val="bullet"/>
      <w:pStyle w:val="AuflistungmitCheckboxen"/>
      <w:lvlText w:val="□"/>
      <w:lvlJc w:val="left"/>
      <w:pPr>
        <w:ind w:left="284" w:hanging="284"/>
      </w:pPr>
      <w:rPr>
        <w:rFonts w:ascii="Arial" w:hAnsi="Arial" w:hint="default"/>
        <w:sz w:val="22"/>
      </w:rPr>
    </w:lvl>
    <w:lvl w:ilvl="1">
      <w:start w:val="1"/>
      <w:numFmt w:val="bullet"/>
      <w:lvlText w:val="□"/>
      <w:lvlJc w:val="left"/>
      <w:pPr>
        <w:tabs>
          <w:tab w:val="num" w:pos="567"/>
        </w:tabs>
        <w:ind w:left="568" w:hanging="284"/>
      </w:pPr>
      <w:rPr>
        <w:rFonts w:ascii="Arial" w:hAnsi="Arial" w:hint="default"/>
      </w:rPr>
    </w:lvl>
    <w:lvl w:ilvl="2">
      <w:start w:val="1"/>
      <w:numFmt w:val="bullet"/>
      <w:lvlText w:val="□"/>
      <w:lvlJc w:val="left"/>
      <w:pPr>
        <w:tabs>
          <w:tab w:val="num" w:pos="851"/>
        </w:tabs>
        <w:ind w:left="852" w:hanging="284"/>
      </w:pPr>
      <w:rPr>
        <w:rFonts w:ascii="Arial" w:hAnsi="Arial" w:hint="default"/>
      </w:rPr>
    </w:lvl>
    <w:lvl w:ilvl="3">
      <w:start w:val="1"/>
      <w:numFmt w:val="bullet"/>
      <w:lvlText w:val="□"/>
      <w:lvlJc w:val="left"/>
      <w:pPr>
        <w:tabs>
          <w:tab w:val="num" w:pos="1134"/>
        </w:tabs>
        <w:ind w:left="1136" w:hanging="284"/>
      </w:pPr>
      <w:rPr>
        <w:rFonts w:ascii="Arial" w:hAnsi="Arial" w:hint="default"/>
      </w:rPr>
    </w:lvl>
    <w:lvl w:ilvl="4">
      <w:start w:val="1"/>
      <w:numFmt w:val="bullet"/>
      <w:lvlText w:val="□"/>
      <w:lvlJc w:val="left"/>
      <w:pPr>
        <w:tabs>
          <w:tab w:val="num" w:pos="1418"/>
        </w:tabs>
        <w:ind w:left="1420" w:hanging="284"/>
      </w:pPr>
      <w:rPr>
        <w:rFonts w:ascii="Arial" w:hAnsi="Arial" w:hint="default"/>
      </w:rPr>
    </w:lvl>
    <w:lvl w:ilvl="5">
      <w:start w:val="1"/>
      <w:numFmt w:val="bullet"/>
      <w:lvlText w:val="□"/>
      <w:lvlJc w:val="left"/>
      <w:pPr>
        <w:tabs>
          <w:tab w:val="num" w:pos="1701"/>
        </w:tabs>
        <w:ind w:left="1704" w:hanging="284"/>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abstractNum w:abstractNumId="33" w15:restartNumberingAfterBreak="0">
    <w:nsid w:val="7F326723"/>
    <w:multiLevelType w:val="multilevel"/>
    <w:tmpl w:val="EB5E0422"/>
    <w:lvl w:ilvl="0">
      <w:start w:val="1"/>
      <w:numFmt w:val="bullet"/>
      <w:pStyle w:val="AuflistungmitSymbolenmitAbstand"/>
      <w:lvlText w:val="•"/>
      <w:lvlJc w:val="left"/>
      <w:pPr>
        <w:ind w:left="284" w:hanging="199"/>
      </w:pPr>
      <w:rPr>
        <w:rFonts w:ascii="Arial" w:hAnsi="Arial" w:hint="default"/>
      </w:rPr>
    </w:lvl>
    <w:lvl w:ilvl="1">
      <w:start w:val="1"/>
      <w:numFmt w:val="bullet"/>
      <w:lvlRestart w:val="0"/>
      <w:lvlText w:val="•"/>
      <w:lvlJc w:val="left"/>
      <w:pPr>
        <w:ind w:left="568" w:hanging="199"/>
      </w:pPr>
      <w:rPr>
        <w:rFonts w:ascii="Arial" w:hAnsi="Arial" w:hint="default"/>
      </w:rPr>
    </w:lvl>
    <w:lvl w:ilvl="2">
      <w:start w:val="1"/>
      <w:numFmt w:val="bullet"/>
      <w:lvlRestart w:val="0"/>
      <w:lvlText w:val="•"/>
      <w:lvlJc w:val="left"/>
      <w:pPr>
        <w:ind w:left="852" w:hanging="199"/>
      </w:pPr>
      <w:rPr>
        <w:rFonts w:ascii="Arial" w:hAnsi="Arial" w:hint="default"/>
      </w:rPr>
    </w:lvl>
    <w:lvl w:ilvl="3">
      <w:start w:val="1"/>
      <w:numFmt w:val="bullet"/>
      <w:lvlRestart w:val="0"/>
      <w:lvlText w:val="•"/>
      <w:lvlJc w:val="left"/>
      <w:pPr>
        <w:ind w:left="1136" w:hanging="199"/>
      </w:pPr>
      <w:rPr>
        <w:rFonts w:ascii="Arial" w:hAnsi="Arial" w:hint="default"/>
      </w:rPr>
    </w:lvl>
    <w:lvl w:ilvl="4">
      <w:start w:val="1"/>
      <w:numFmt w:val="bullet"/>
      <w:lvlRestart w:val="0"/>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9"/>
  </w:num>
  <w:num w:numId="13">
    <w:abstractNumId w:val="17"/>
  </w:num>
  <w:num w:numId="14">
    <w:abstractNumId w:val="33"/>
  </w:num>
  <w:num w:numId="15">
    <w:abstractNumId w:val="32"/>
  </w:num>
  <w:num w:numId="16">
    <w:abstractNumId w:val="22"/>
  </w:num>
  <w:num w:numId="17">
    <w:abstractNumId w:val="27"/>
  </w:num>
  <w:num w:numId="18">
    <w:abstractNumId w:val="13"/>
  </w:num>
  <w:num w:numId="19">
    <w:abstractNumId w:val="24"/>
  </w:num>
  <w:num w:numId="20">
    <w:abstractNumId w:val="23"/>
  </w:num>
  <w:num w:numId="21">
    <w:abstractNumId w:val="20"/>
  </w:num>
  <w:num w:numId="22">
    <w:abstractNumId w:val="21"/>
  </w:num>
  <w:num w:numId="23">
    <w:abstractNumId w:val="18"/>
  </w:num>
  <w:num w:numId="24">
    <w:abstractNumId w:val="26"/>
  </w:num>
  <w:num w:numId="25">
    <w:abstractNumId w:val="11"/>
  </w:num>
  <w:num w:numId="26">
    <w:abstractNumId w:val="19"/>
  </w:num>
  <w:num w:numId="27">
    <w:abstractNumId w:val="30"/>
  </w:num>
  <w:num w:numId="28">
    <w:abstractNumId w:val="14"/>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18"/>
  </w:num>
  <w:num w:numId="32">
    <w:abstractNumId w:val="15"/>
  </w:num>
  <w:num w:numId="33">
    <w:abstractNumId w:val="31"/>
  </w:num>
  <w:num w:numId="34">
    <w:abstractNumId w:val="28"/>
  </w:num>
  <w:num w:numId="35">
    <w:abstractNumId w:val="25"/>
  </w:num>
  <w:num w:numId="36">
    <w:abstractNumId w:val="12"/>
  </w:num>
  <w:num w:numId="37">
    <w:abstractNumId w:val="33"/>
  </w:num>
  <w:num w:numId="38">
    <w:abstractNumId w:val="33"/>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autoHyphenation/>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kumentDatum" w:val="19. März 2019"/>
    <w:docVar w:name="DokumentDatum.dateValue" w:val="43543"/>
    <w:docVar w:name="OawAttachedTemplate" w:val="Fact Sheet.ows"/>
    <w:docVar w:name="OawBuiltInDocProps" w:val="&lt;OawBuiltInDocProps&gt;&lt;default profileUID=&quot;0&quot;&gt;&lt;word&gt;&lt;keywords&gt;&lt;/keywords&gt;&lt;comments&gt;&lt;/comments&gt;&lt;hyperlinkBase&gt;&lt;/hyperlinkBase&gt;&lt;fileName&gt;&lt;/fileName&gt;&lt;category&gt;&lt;/category&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keywords&gt;&lt;/keywords&gt;&lt;comments&gt;&lt;/comments&gt;&lt;hyperlinkBase&gt;&lt;/hyperlinkBase&gt;&lt;fileName&gt;&lt;/fileName&gt;&lt;category&gt;&lt;/category&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default&gt;&lt;/OawBuiltInDocProps&gt;_x000d_"/>
    <w:docVar w:name="OawCreatedWithOfficeatworkVersion" w:val="4.9 R3 (4.9.1361)"/>
    <w:docVar w:name="OawCreatedWithProjectID" w:val="agch"/>
    <w:docVar w:name="OawCreatedWithProjectVersion" w:val="24-20181214"/>
    <w:docVar w:name="OawDate.Manual" w:val="&lt;document&gt;&lt;OawDateManual name=&quot;DokumentDatum&quot;&gt;&lt;profile type=&quot;default&quot; UID=&quot;&quot; sameAsDefault=&quot;0&quot;&gt;&lt;format UID=&quot;2012061514223193281934&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Bookmark&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Bookmark name=&quot;Text&quot;&gt;&lt;profile type=&quot;default&quot; UID=&quot;&quot; sameAsDefault=&quot;0&quot;&gt;&lt;/profile&gt;&lt;/OawBookmark&gt;_x000d__x0009_&lt;OawDocProperty name=&quot;Contactperson.Name&quot;&gt;&lt;profile type=&quot;default&quot; UID=&quot;&quot; sameAsDefault=&quot;0&quot;&gt;&lt;documentProperty UID=&quot;2012060416083656157146&quot; dataSourceUID=&quot;prj.2003041709434161414032&quot;/&gt;&lt;type type=&quot;OawDatabase&quot;&gt;&lt;OawDatabase table=&quot;Data&quot; field=&quot;Name&quot;/&gt;&lt;/type&gt;&lt;/profile&gt;&lt;/OawDocProperty&gt;_x000d__x0009_&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_x000d__x0009_&lt;OawDateManual name=&quot;DokumentDatum&quot;&gt;&lt;profile type=&quot;default&quot; UID=&quot;&quot; sameAsDefault=&quot;0&quot;&gt;&lt;format UID=&quot;2012061514223193281934&quot; type=&quot;6&quot; defaultValue=&quot;%OawCreationDate%&quot; dateFormat=&quot;Date.Format.Long&quot;/&gt;&lt;/profile&gt;&lt;/OawDateManual&gt;_x000d__x0009_&lt;OawDocProperty name=&quot;Doc.Draft&quot;&gt;&lt;profile type=&quot;default&quot; UID=&quot;&quot; sameAsDefault=&quot;0&quot;&gt;&lt;documentProperty UID=&quot;&quot; dataSourceUID=&quot;&quot;/&gt;&lt;type type=&quot;OawDatabase&quot;&gt;&lt;OawDatabase table=&quot;Data&quot; field=&quot;&quot;/&gt;&lt;/type&gt;&lt;/profile&gt;&lt;profile type=&quot;print&quot; UID=&quot;2012060416123038219890&quot; sameAsDefault=&quot;0&quot;&gt;&lt;documentProperty UID=&quot;2003060614150123456789&quot; dataSourceUID=&quot;2003060614150123456789&quot;/&gt;&lt;type type=&quot;OawLanguage&quot;&gt;&lt;OawLanguage UID=&quot;Doc.Draft&quot;/&gt;&lt;/type&gt;&lt;/profile&gt;&lt;profile type=&quot;print&quot; UID=&quot;2012060416125686737560&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OawDocProperty&gt;_x000d__x0009_&lt;OawDocProperty name=&quot;Doc.OutputprofileTitleDistance&quot;&gt;&lt;profile type=&quot;default&quot; UID=&quot;&quot; sameAsDefault=&quot;0&quot;&gt;&lt;documentProperty UID=&quot;2003060614150123456789&quot; dataSourceUID=&quot;2003060614150123456789&quot;/&gt;&lt;type type=&quot;OawLanguage&quot;&gt;&lt;OawLanguage UID=&quot;Doc.OutputprofileTitleDistance&quot;/&gt;&lt;/type&gt;&lt;/profile&gt;&lt;/OawDocProperty&gt;_x000d__x0009_&lt;OawDocProperty name=&quot;Date.Format.Long&quot;&gt;&lt;profile type=&quot;default&quot; UID=&quot;&quot; sameAsDefault=&quot;0&quot;&gt;&lt;documentProperty UID=&quot;2003060614150123456789&quot; dataSourceUID=&quot;2003060614150123456789&quot;/&gt;&lt;type type=&quot;OawLanguage&quot;&gt;&lt;OawLanguage UID=&quot;Date.Format.Long&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Distribution&quot;&gt;&lt;profile type=&quot;default&quot; UID=&quot;&quot; sameAsDefault=&quot;0&quot;&gt;&lt;documentProperty UID=&quot;2003060614150123456789&quot; dataSourceUID=&quot;2003060614150123456789&quot;/&gt;&lt;type type=&quot;OawLanguage&quot;&gt;&lt;OawLanguage UID=&quot;Doc.Distribution&quot;/&gt;&lt;/type&gt;&lt;/profile&gt;&lt;/OawDocProperty&gt;_x000d__x0009_&lt;OawBookmark name=&quot;Distribution&quot;&gt;&lt;profile type=&quot;default&quot; UID=&quot;&quot; sameAsDefault=&quot;0&quot;&gt;&lt;documentProperty UID=&quot;2004112217333376588294&quot; dataSourceUID=&quot;prj.2004111209271974627605&quot;/&gt;&lt;type type=&quot;OawCustomFields&quot;&gt;&lt;OawCustomFields table=&quot;Data&quot; field=&quot;Distribution&quot;/&gt;&lt;/type&gt;&lt;/profile&gt;&lt;/OawBookmark&gt;_x000d__x0009_&lt;OawBookmark name=&quot;Recipient&quot;&gt;&lt;profile type=&quot;default&quot; UID=&quot;&quot; sameAsDefault=&quot;0&quot;&gt;&lt;/profile&gt;&lt;/OawBookmark&gt;_x000d__x0009_&lt;OawDocProperty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DocProperty&gt;_x000d__x0009_&lt;OawBookmark name=&quot;InformationsfeldBriefkopf&quot;&gt;&lt;profile type=&quot;default&quot; UID=&quot;&quot; sameAsDefault=&quot;0&quot;&gt;&lt;/profile&gt;&lt;/OawBookmark&gt;_x000d__x0009_&lt;OawBookmark name=&quot;Subject&quot;&gt;&lt;profile type=&quot;default&quot; UID=&quot;&quot; sameAsDefault=&quot;0&quot;&gt;&lt;/profile&gt;&lt;/OawBookmark&gt;_x000d__x0009_&lt;OawBookmark name=&quot;Kontaktblock&quot;&gt;&lt;profile type=&quot;default&quot; UID=&quot;&quot; sameAsDefault=&quot;0&quot;&gt;&lt;/profile&gt;&lt;/OawBookmark&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DatumZusatz&quot;&gt;&lt;profile type=&quot;default&quot; UID=&quot;&quot; sameAsDefault=&quot;0&quot;&gt;&lt;/profile&gt;&lt;/OawBookmark&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_x0009_&lt;OawBookmark name=&quot;Attachement&quot;&gt;&lt;profile type=&quot;default&quot; UID=&quot;&quot; sameAsDefault=&quot;0&quot;&gt;&lt;/profile&gt;&lt;/OawBookmark&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DocProperty name=&quot;Signature1.Name&quot;&gt;&lt;profile type=&quot;default&quot; UID=&quot;&quot; sameAsDefault=&quot;0&quot;&gt;&lt;documentProperty UID=&quot;201206041609366783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12060416093667830578&quot; dataSourceUID=&quot;prj.2003041709434161414032&quot;/&gt;&lt;type type=&quot;OawDatabase&quot;&gt;&lt;OawDatabase table=&quot;Data&quot; field=&quot;Function&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Organisation.OrganisationLevel1&quot;&gt;&lt;profile type=&quot;default&quot; UID=&quot;&quot; sameAsDefault=&quot;0&quot;&gt;&lt;documentProperty UID=&quot;2012060416091233306102&quot; dataSourceUID=&quot;prj.2003050916522158373536&quot;/&gt;&lt;type type=&quot;OawDatabase&quot;&gt;&lt;OawDatabase table=&quot;Data&quot; field=&quot;OrganisationLevel1&quot;/&gt;&lt;/type&gt;&lt;/profile&gt;&lt;/OawDocProperty&gt;_x000d__x0009_&lt;OawDocProperty name=&quot;Organisation.OrganisationLevel2&quot;&gt;&lt;profile type=&quot;default&quot; UID=&quot;&quot; sameAsDefault=&quot;0&quot;&gt;&lt;documentProperty UID=&quot;2012060416091233306102&quot; dataSourceUID=&quot;prj.2003050916522158373536&quot;/&gt;&lt;type type=&quot;OawDatabase&quot;&gt;&lt;OawDatabase table=&quot;Data&quot; field=&quot;OrganisationLevel2&quot;/&gt;&lt;/type&gt;&lt;/profile&gt;&lt;/OawDocProperty&gt;_x000d__x0009_&lt;OawDocProperty name=&quot;Organisation.OrganisationLevel3&quot;&gt;&lt;profile type=&quot;default&quot; UID=&quot;&quot; sameAsDefault=&quot;0&quot;&gt;&lt;documentProperty UID=&quot;2012060416091233306102&quot; dataSourceUID=&quot;prj.2003050916522158373536&quot;/&gt;&lt;type type=&quot;OawDatabase&quot;&gt;&lt;OawDatabase table=&quot;Data&quot; field=&quot;OrganisationLevel3&quot;/&gt;&lt;/type&gt;&lt;/profile&gt;&lt;/OawDocProperty&gt;_x000d__x0009_&lt;OawDocProperty name=&quot;Doc.Report&quot;&gt;&lt;profile type=&quot;default&quot; UID=&quot;&quot; sameAsDefault=&quot;0&quot;&gt;&lt;documentProperty UID=&quot;2003060614150123456789&quot; dataSourceUID=&quot;2003060614150123456789&quot;/&gt;&lt;type type=&quot;OawLanguage&quot;&gt;&lt;OawLanguage UID=&quot;Doc.Report&quot;/&gt;&lt;/type&gt;&lt;/profile&gt;&lt;/OawDocProperty&gt;_x000d__x0009_&lt;OawDocProperty name=&quot;CustomField.Distribution&quot;&gt;&lt;profile type=&quot;default&quot; UID=&quot;&quot; sameAsDefault=&quot;0&quot;&gt;&lt;documentProperty UID=&quot;2004112217333376588294&quot; dataSourceUID=&quot;prj.2004111209271974627605&quot;/&gt;&lt;type type=&quot;OawCustomFields&quot;&gt;&lt;OawCustomFields table=&quot;Data&quot; field=&quot;Distribution&quot;/&gt;&lt;/type&gt;&lt;/profile&gt;&lt;/OawDocProperty&gt;_x000d__x0009_&lt;OawBookmark name=&quot;DocumentType&quot;&gt;&lt;profile type=&quot;default&quot; UID=&quot;&quot; sameAsDefault=&quot;0&quot;&gt;&lt;/profile&gt;&lt;/OawBookmark&gt;_x000d__x0009_&lt;OawDocProperty name=&quot;Contactperson.Title&quot;&gt;&lt;profile type=&quot;default&quot; UID=&quot;&quot; sameAsDefault=&quot;0&quot;&gt;&lt;documentProperty UID=&quot;2012060416083656157146&quot; dataSourceUID=&quot;prj.2003041709434161414032&quot;/&gt;&lt;type type=&quot;OawDatabase&quot;&gt;&lt;OawDatabase table=&quot;Data&quot; field=&quot;Title&quot;/&gt;&lt;/type&gt;&lt;/profile&gt;&lt;/OawDocProperty&gt;_x000d__x0009_&lt;OawDocProperty name=&quot;Contactperson.Function&quot;&gt;&lt;profile type=&quot;default&quot; UID=&quot;&quot; sameAsDefault=&quot;0&quot;&gt;&lt;documentProperty UID=&quot;2012060416083656157146&quot; dataSourceUID=&quot;prj.2003041709434161414032&quot;/&gt;&lt;type type=&quot;OawDatabase&quot;&gt;&lt;OawDatabase table=&quot;Data&quot; field=&quot;Function&quot;/&gt;&lt;/type&gt;&lt;/profile&gt;&lt;/OawDocProperty&gt;_x000d__x0009_&lt;OawBookmark name=&quot;DirectFooter&quot;&gt;&lt;profile type=&quot;default&quot; UID=&quot;&quot; sameAsDefault=&quot;0&quot;&gt;&lt;/profile&gt;&lt;/OawBookmark&gt;_x000d__x0009_&lt;OawDocProperty name=&quot;Doc.CopyTo&quot;&gt;&lt;profile type=&quot;default&quot; UID=&quot;&quot; sameAsDefault=&quot;0&quot;&gt;&lt;documentProperty UID=&quot;2003060614150123456789&quot; dataSourceUID=&quot;2003060614150123456789&quot;/&gt;&lt;type type=&quot;OawLanguage&quot;&gt;&lt;OawLanguage UID=&quot;Doc.CopyTo&quot;/&gt;&lt;/type&gt;&lt;/profile&gt;&lt;/OawDocProperty&gt;_x000d__x0009_&lt;OawDocProperty name=&quot;CustomField.Copy&quot;&gt;&lt;profile type=&quot;default&quot; UID=&quot;&quot; sameAsDefault=&quot;0&quot;&gt;&lt;documentProperty UID=&quot;2004112217333376588294&quot; dataSourceUID=&quot;prj.2004111209271974627605&quot;/&gt;&lt;type type=&quot;OawCustomFields&quot;&gt;&lt;OawCustomFields table=&quot;Data&quot; field=&quot;Copy&quot;/&gt;&lt;/type&gt;&lt;/profile&gt;&lt;/OawDocProperty&gt;_x000d__x0009_&lt;OawBookmark name=&quot;Copy&quot;&gt;&lt;profile type=&quot;default&quot; UID=&quot;&quot; sameAsDefault=&quot;0&quot;&gt;&lt;documentProperty UID=&quot;2004112217333376588294&quot; dataSourceUID=&quot;prj.2004111209271974627605&quot;/&gt;&lt;type type=&quot;OawCustomFields&quot;&gt;&lt;OawCustomFields table=&quot;Data&quot; field=&quot;Copy&quot;/&gt;&lt;/type&gt;&lt;/profile&gt;&lt;/OawBookmark&gt;_x000d__x0009_&lt;OawBookmark name=&quot;LogoZusatz&quot;&gt;&lt;profile type=&quot;default&quot; UID=&quot;&quot; sameAsDefault=&quot;0&quot;&gt;&lt;/profile&gt;&lt;/OawBookmark&gt;_x000d__x0009_&lt;OawDocProperty name=&quot;CustomField.Info&quot;&gt;&lt;profile type=&quot;default&quot; UID=&quot;&quot; sameAsDefault=&quot;0&quot;&gt;&lt;documentProperty UID=&quot;2004112217333376588294&quot; dataSourceUID=&quot;prj.2004111209271974627605&quot;/&gt;&lt;type type=&quot;OawCustomFields&quot;&gt;&lt;OawCustomFields table=&quot;Data&quot; field=&quot;Info&quot;/&gt;&lt;/type&gt;&lt;/profile&gt;&lt;/OawDocProperty&gt;_x000d__x0009_&lt;OawDocProperty name=&quot;Organisation2.OrganisationLevel1&quot;&gt;&lt;profile type=&quot;default&quot; UID=&quot;&quot; sameAsDefault=&quot;0&quot;&gt;&lt;documentProperty UID=&quot;2013021809120389038204&quot; dataSourceUID=&quot;prj.2003050916522158373536&quot;/&gt;&lt;type type=&quot;OawDatabase&quot;&gt;&lt;OawDatabase table=&quot;Data&quot; field=&quot;OrganisationLevel1&quot;/&gt;&lt;/type&gt;&lt;/profile&gt;&lt;/OawDocProperty&gt;_x000d__x0009_&lt;OawDocProperty name=&quot;Organisation2.OrganisationLevel2&quot;&gt;&lt;profile type=&quot;default&quot; UID=&quot;&quot; sameAsDefault=&quot;0&quot;&gt;&lt;documentProperty UID=&quot;2013021809120389038204&quot; dataSourceUID=&quot;prj.2003050916522158373536&quot;/&gt;&lt;type type=&quot;OawDatabase&quot;&gt;&lt;OawDatabase table=&quot;Data&quot; field=&quot;OrganisationLevel2&quot;/&gt;&lt;/type&gt;&lt;/profile&gt;&lt;/OawDocProperty&gt;_x000d__x0009_&lt;OawDocProperty name=&quot;Organisation2.OrganisationLevel3&quot;&gt;&lt;profile type=&quot;default&quot; UID=&quot;&quot; sameAsDefault=&quot;0&quot;&gt;&lt;documentProperty UID=&quot;2013021809120389038204&quot; dataSourceUID=&quot;prj.2003050916522158373536&quot;/&gt;&lt;type type=&quot;OawDatabase&quot;&gt;&lt;OawDatabase table=&quot;Data&quot; field=&quot;OrganisationLevel3&quot;/&gt;&lt;/type&gt;&lt;/profile&gt;&lt;/OawDocProperty&gt;_x000d_&lt;/document&gt;_x000d_"/>
    <w:docVar w:name="OawDialog" w:val="&lt;empty/&gt;"/>
    <w:docVar w:name="OawDistributionEnabled" w:val="&lt;Profiles&gt;&lt;Distribution type=&quot;2&quot; UID=&quot;2012060416123038219890&quot;/&gt;&lt;Distribution type=&quot;2&quot; UID=&quot;2012060416125686737560&quot;/&gt;&lt;Distribution type=&quot;1&quot; UID=&quot;2003010711200895123470110&quot;/&gt;&lt;Distribution type=&quot;1&quot; UID=&quot;2006120514175878093883&quot;/&gt;&lt;Distribution type=&quot;3&quot; UID=&quot;2004062216425255253277&quot;/&gt;&lt;Distribution type=&quot;3&quot; UID=&quot;2006120514401556040061&quot;/&gt;&lt;/Profiles&gt;_x000d_"/>
    <w:docVar w:name="OawDocProp.2003060614150123456789" w:val="&lt;source&gt;&lt;profile type=&quot;default&quot; UID=&quot;&quot; sameAsDefault=&quot;0&quot;&gt;&lt;SQL&gt;SELECT Value, UID FROM Data WHERE LCID = '%WhereLCID%';&lt;/SQL&gt;&lt;OawDocProperty name=&quot;Doc.Text&quot; field=&quot;Doc.Text&quot;/&gt;&lt;OawDocProperty name=&quot;Doc.of&quot; field=&quot;Doc.of&quot;/&gt;&lt;OawDocProperty name=&quot;Doc.OutputprofileTitleDistance&quot; field=&quot;Doc.OutputprofileTitleDistance&quot;/&gt;&lt;OawDocProperty name=&quot;Date.Format.Long&quot; field=&quot;Date.Format.Long&quot;/&gt;&lt;OawDocProperty name=&quot;Doc.Enclosures&quot; field=&quot;Doc.Enclosures&quot;/&gt;&lt;OawDocProperty name=&quot;Doc.Distribution&quot; field=&quot;Doc.Distribution&quot;/&gt;&lt;OawDocProperty name=&quot;Doc.Subject&quot; field=&quot;Doc.Subject&quot;/&gt;&lt;OawDocProperty name=&quot;Doc.Report&quot; field=&quot;Doc.Report&quot;/&gt;&lt;OawDocProperty name=&quot;Doc.CopyTo&quot; field=&quot;Doc.CopyTo&quot;/&gt;&lt;/profile&gt;&lt;profile type=&quot;print&quot; UID=&quot;2012060416123038219890&quot; sameAsDefault=&quot;0&quot;&gt;&lt;SQL&gt;SELECT Value, UID FROM Data WHERE LCID = '%WhereLCID%';&lt;/SQL&gt;&lt;OawDocProperty name=&quot;Doc.Draft&quot; field=&quot;Doc.Draft&quot;/&gt;&lt;/profile&gt;&lt;profile type=&quot;send&quot; UID=&quot;2003010711200895123470110&quot; sameAsDefault=&quot;0&quot;&gt;&lt;SQL&gt;SELECT Value, UID FROM Data WHERE LCID = '%WhereLCID%';&lt;/SQL&gt;&lt;OawDocProperty name=&quot;Doc.Draft&quot; field=&quot;Doc.Draft&quot;/&gt;&lt;/profile&gt;&lt;profile type=&quot;save&quot; UID=&quot;2004062216425255253277&quot; sameAsDefault=&quot;0&quot;&gt;&lt;SQL&gt;SELECT Value, UID FROM Data WHERE LCID = '%WhereLCID%';&lt;/SQL&gt;&lt;OawDocProperty name=&quot;Doc.Draft&quot; field=&quot;Doc.Draft&quot;/&gt;&lt;/profile&gt;&lt;/source&gt;"/>
    <w:docVar w:name="OawDocProp.2003061115381095709037" w:val="&lt;source&gt;&lt;Fields List=&quot;Name|Function&quot;/&gt;&lt;profile type=&quot;default&quot; UID=&quot;&quot; sameAsDefault=&quot;0&quot;&gt;&lt;OawDocProperty name=&quot;Signature2.Name&quot; field=&quot;Name&quot;/&gt;&lt;OawDocProperty name=&quot;Signature2.Function&quot; field=&quot;Function&quot;/&gt;&lt;/profile&gt;&lt;/source&gt;"/>
    <w:docVar w:name="OawDocProp.2004112217333376588294" w:val="&lt;source&gt;&lt;Fields List=&quot;Enclosures|Distribution|Footer|Copy|Info&quot;/&gt;&lt;profile type=&quot;default&quot; UID=&quot;&quot; sameAsDefault=&quot;0&quot;&gt;&lt;OawBookmark name=&quot;Enclosures&quot; field=&quot;Enclosures&quot;/&gt;&lt;OawBookmark name=&quot;Distribution&quot; field=&quot;Distribution&quot;/&gt;&lt;OawDocProperty name=&quot;CustomField.Enclosures&quot; field=&quot;Enclosures&quot;/&gt;&lt;OawDocProperty name=&quot;CustomField.Footer&quot; field=&quot;Footer&quot;/&gt;&lt;OawDocProperty name=&quot;CustomField.Distribution&quot; field=&quot;Distribution&quot;/&gt;&lt;OawDocProperty name=&quot;CustomField.Copy&quot; field=&quot;Copy&quot;/&gt;&lt;OawBookmark name=&quot;Copy&quot; field=&quot;Copy&quot;/&gt;&lt;OawDocProperty name=&quot;CustomField.Info&quot; field=&quot;Info&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2012060416083656157146" w:val="&lt;source&gt;&lt;Fields List=&quot;Name|Title|Function&quot;/&gt;&lt;profile type=&quot;default&quot; UID=&quot;&quot; sameAsDefault=&quot;0&quot;&gt;&lt;OawDocProperty name=&quot;Contactperson.Name&quot; field=&quot;Name&quot;/&gt;&lt;OawDocProperty name=&quot;Contactperson.Title&quot; field=&quot;Title&quot;/&gt;&lt;OawDocProperty name=&quot;Contactperson.Function&quot; field=&quot;Function&quot;/&gt;&lt;/profile&gt;&lt;/source&gt;"/>
    <w:docVar w:name="OawDocProp.2012060416091233306102" w:val="&lt;source&gt;&lt;Fields List=&quot;OrganisationLevel1|OrganisationLevel2|OrganisationLevel3&quot;/&gt;&lt;profile type=&quot;default&quot; UID=&quot;&quot; sameAsDefault=&quot;0&quot;&gt;&lt;OawDocProperty name=&quot;Organisation.OrganisationLevel1&quot; field=&quot;OrganisationLevel1&quot;/&gt;&lt;OawDocProperty name=&quot;Organisation.OrganisationLevel2&quot; field=&quot;OrganisationLevel2&quot;/&gt;&lt;OawDocProperty name=&quot;Organisation.OrganisationLevel3&quot; field=&quot;OrganisationLevel3&quot;/&gt;&lt;/profile&gt;&lt;/source&gt;"/>
    <w:docVar w:name="OawDocProp.2012060416093667830578" w:val="&lt;source&gt;&lt;Fields List=&quot;Name|Function&quot;/&gt;&lt;profile type=&quot;default&quot; UID=&quot;&quot; sameAsDefault=&quot;0&quot;&gt;&lt;OawDocProperty name=&quot;Signature1.Name&quot; field=&quot;Name&quot;/&gt;&lt;OawDocProperty name=&quot;Signature1.Function&quot; field=&quot;Function&quot;/&gt;&lt;/profile&gt;&lt;/source&gt;"/>
    <w:docVar w:name="OawDocProp.2013021809120389038204" w:val="&lt;source&gt;&lt;Fields List=&quot;OrganisationLevel1|OrganisationLevel2|OrganisationLevel3&quot;/&gt;&lt;profile type=&quot;default&quot; UID=&quot;&quot; sameAsDefault=&quot;0&quot;&gt;&lt;OawDocProperty name=&quot;Organisation2.OrganisationLevel1&quot; field=&quot;OrganisationLevel1&quot;/&gt;&lt;OawDocProperty name=&quot;Organisation2.OrganisationLevel2&quot; field=&quot;OrganisationLevel2&quot;/&gt;&lt;OawDocProperty name=&quot;Organisation2.OrganisationLevel3&quot; field=&quot;OrganisationLevel3&quot;/&gt;&lt;/profile&gt;&lt;/source&gt;"/>
    <w:docVar w:name="OawDocPropSource" w:val="&lt;DocProps&gt;&lt;DocProp UID=&quot;2003080714212273705547&quot; EntryUID=&quot;2019031914111476899288&quot;&gt;&lt;Field Name=&quot;UID&quot; Value=&quot;2019031914111476899288&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12060416091233306102&quot; EntryUID=&quot;2004123010144120300001&quot;&gt;&lt;Field Name=&quot;UID&quot; Value=&quot;2004123010144120300001&quot;/&gt;&lt;Field Name=&quot;IDName&quot; Value=&quot;Departement Gesundheit und Soziales, Kantonaler Sozialdienst, Fachstelle Alter und Familie&quot;/&gt;&lt;Field Name=&quot;OrganisationLevel1&quot; Value=&quot;Departement &amp;#xA;Gesundheit und Soziales&quot;/&gt;&lt;Field Name=&quot;OrganisationLevel2&quot; Value=&quot;Kantonaler Sozialdienst&quot;/&gt;&lt;Field Name=&quot;OrganisationLevel3&quot; Value=&quot;Fachstelle Alter und Familie&quot;/&gt;&lt;Field Name=&quot;Project&quot; Value=&quot;&quot;/&gt;&lt;Field Name=&quot;OrganisationPowerPoint&quot; Value=&quot;DEPARTEMENT GESUNDHEIT UND SOZIALES&quot;/&gt;&lt;Field Name=&quot;ExcelOrganisationLevel1&quot; Value=&quot;DEPARTEMENT GESUNDHEIT UND SOZIALES&quot;/&gt;&lt;Field Name=&quot;ExcelOrganisationLevel2&quot; Value=&quot;&quot;/&gt;&lt;Field Name=&quot;Address1&quot; Value=&quot;Rohrerstrasse 7, 5001 Aarau&quot;/&gt;&lt;Field Name=&quot;Address2&quot; Value=&quot;&quot;/&gt;&lt;Field Name=&quot;Address3&quot; Value=&quot;&quot;/&gt;&lt;Field Name=&quot;Address4&quot; Value=&quot;&quot;/&gt;&lt;Field Name=&quot;Address5&quot; Value=&quot;&quot;/&gt;&lt;Field Name=&quot;Address6&quot; Value=&quot;&quot;/&gt;&lt;Field Name=&quot;Telefon&quot; Value=&quot;062 835 29 05&quot;/&gt;&lt;Field Name=&quot;Fax&quot; Value=&quot;062 835 29 09&quot;/&gt;&lt;Field Name=&quot;Email&quot; Value=&quot;alter@ag.ch&quot;/&gt;&lt;Field Name=&quot;Internet&quot; Value=&quot;www.ag.ch/dgs&quot;/&gt;&lt;Field Name=&quot;City&quot; Value=&quot;Aarau&quot;/&gt;&lt;Field Name=&quot;WdA4LogoColorPortrait&quot; Value=&quot;%Logos%\KantonsWappen_A4portrait_color.2100.300.wmf&quot;/&gt;&lt;Field Name=&quot;WdA4LogoBlackWhitePortrait&quot; Value=&quot;%Logos%\KantonsWappen_A4portrait_bw.2100.300.wmf&quot;/&gt;&lt;Field Name=&quot;WdA4LogoColorQuer&quot; Value=&quot;%Logos%\KantonsWappen_A4landscape_color.2970.400.wmf&quot;/&gt;&lt;Field Name=&quot;WdA4LogoBlackWhiteQuer&quot; Value=&quot;%Logos%\KantonsWappen_A4landscape_bw.2970.400.wmf&quot;/&gt;&lt;Field Name=&quot;WdA5LogoColorQuer&quot; Value=&quot;%Logos%\KantonsWappen_A5landscape_color.2100.400.wmf&quot;/&gt;&lt;Field Name=&quot;WdA5LogoBlackWhiteQuer&quot; Value=&quot;%Logos%\KantonsWappen_A5landscape_bw.2100.400.wmf&quot;/&gt;&lt;Field Name=&quot;OlLogoSignature&quot; Value=&quot;&quot;/&gt;&lt;Field Name=&quot;PpThemesDefault&quot; Value=&quot;%Themes%\aargau.thmx&quot;/&gt;&lt;Field Name=&quot;PpThemesPresentation&quot; Value=&quot;%Themes%\aargau.thmx&quot;/&gt;&lt;Field Name=&quot;PpThemesSlide&quot; Value=&quot;%Themes%\aargau.thmx&quot;/&gt;&lt;Field Name=&quot;PpThemesObject&quot; Value=&quot;%Themes%\aargau.thmx&quot;/&gt;&lt;Field Name=&quot;PpThemesDefault1610&quot; Value=&quot;%Themes%\aargau_16_10.thmx&quot;/&gt;&lt;Field Name=&quot;PpThemesPresentation1610&quot; Value=&quot;%Themes%\aargau_16_10.thmx&quot;/&gt;&lt;Field Name=&quot;PpThemesSlide1610&quot; Value=&quot;%Themes%\aargau_16_10.thmx&quot;/&gt;&lt;Field Name=&quot;PpThemesObject1610&quot; Value=&quot;%Themes%\aargau_16_10.thmx&quot;/&gt;&lt;Field Name=&quot;Data_UID&quot; Value=&quot;2013061308394461858440&quot;/&gt;&lt;Field Name=&quot;Field_Name&quot; Value=&quot;&quot;/&gt;&lt;Field Name=&quot;Field_UID&quot; Value=&quot;&quot;/&gt;&lt;Field Name=&quot;ML_LCID&quot; Value=&quot;&quot;/&gt;&lt;Field Name=&quot;ML_Value&quot; Value=&quot;&quot;/&gt;&lt;/DocProp&gt;&lt;DocProp UID=&quot;2013021809120389038204&quot; EntryUID=&quot;2003121817293296325874&quot;&gt;&lt;Field Name=&quot;UID&quot; Value=&quot;2003121817293296325874&quot;/&gt;&lt;Field Name=&quot;IDName&quot; Value=&quot;(Leer)&quot;/&gt;&lt;/DocProp&gt;&lt;DocProp UID=&quot;2006040509495284662868&quot; EntryUID=&quot;0084853901&quot;&gt;&lt;Field Name=&quot;UID&quot; Value=&quot;0084853901&quot;/&gt;&lt;Field Name=&quot;IDName&quot; Value=&quot;DGSKSD Zweifel Christina&quot;/&gt;&lt;Field Name=&quot;Name&quot; Value=&quot;Christina Zweifel&quot;/&gt;&lt;Field Name=&quot;DirectPhone&quot; Value=&quot;062 835 29 20&quot;/&gt;&lt;Field Name=&quot;DirectFax&quot; Value=&quot;&quot;/&gt;&lt;Field Name=&quot;Mobile&quot; Value=&quot;&quot;/&gt;&lt;Field Name=&quot;EMail&quot; Value=&quot;christina.zweifel@ag.ch&quot;/&gt;&lt;Field Name=&quot;Function&quot; Value=&quot;Leiterin Fachstelle Alter und Familie&quot;/&gt;&lt;Field Name=&quot;Signature&quot; Value=&quot;&quot;/&gt;&lt;Field Name=&quot;Initials&quot; Value=&quot;CZWE&quot;/&gt;&lt;Field Name=&quot;Title&quot; Value=&quot;Dr. rer. nat.&quot;/&gt;&lt;Field Name=&quot;Data_UID&quot; Value=&quot;0084853901&quot;/&gt;&lt;Field Name=&quot;Field_Name&quot; Value=&quot;&quot;/&gt;&lt;Field Name=&quot;Field_UID&quot; Value=&quot;&quot;/&gt;&lt;Field Name=&quot;ML_LCID&quot; Value=&quot;&quot;/&gt;&lt;Field Name=&quot;ML_Value&quot; Value=&quot;&quot;/&gt;&lt;/DocProp&gt;&lt;DocProp UID=&quot;2012060416083656157146&quot; EntryUID=&quot;0084853901&quot;&gt;&lt;Field Name=&quot;UID&quot; Value=&quot;0084853901&quot;/&gt;&lt;Field Name=&quot;IDName&quot; Value=&quot;DGSKSD Zweifel Christina&quot;/&gt;&lt;Field Name=&quot;Name&quot; Value=&quot;Christina Zweifel&quot;/&gt;&lt;Field Name=&quot;DirectPhone&quot; Value=&quot;062 835 29 20&quot;/&gt;&lt;Field Name=&quot;DirectFax&quot; Value=&quot;&quot;/&gt;&lt;Field Name=&quot;Mobile&quot; Value=&quot;&quot;/&gt;&lt;Field Name=&quot;EMail&quot; Value=&quot;christina.zweifel@ag.ch&quot;/&gt;&lt;Field Name=&quot;Function&quot; Value=&quot;Leiterin Fachstelle Alter und Familie&quot;/&gt;&lt;Field Name=&quot;Signature&quot; Value=&quot;&quot;/&gt;&lt;Field Name=&quot;Initials&quot; Value=&quot;CZWE&quot;/&gt;&lt;Field Name=&quot;Title&quot; Value=&quot;Dr. rer. nat.&quot;/&gt;&lt;Field Name=&quot;Data_UID&quot; Value=&quot;0084853901&quot;/&gt;&lt;Field Name=&quot;Field_Name&quot; Value=&quot;&quot;/&gt;&lt;Field Name=&quot;Field_UID&quot; Value=&quot;&quot;/&gt;&lt;Field Name=&quot;ML_LCID&quot; Value=&quot;&quot;/&gt;&lt;Field Name=&quot;ML_Value&quot; Value=&quot;&quot;/&gt;&lt;/DocProp&gt;&lt;DocProp UID=&quot;2013021809133888573589&quot; EntryUID=&quot;2003121817293296325874&quot;&gt;&lt;Field Name=&quot;UID&quot; Value=&quot;2003121817293296325874&quot;/&gt;&lt;Field Name=&quot;IDName&quot; Value=&quot;(Leer)&quot;/&gt;&lt;/DocProp&gt;&lt;DocProp UID=&quot;2012060416093667830578&quot; EntryUID=&quot;0084853901&quot;&gt;&lt;Field Name=&quot;UID&quot; Value=&quot;0084853901&quot;/&gt;&lt;Field Name=&quot;IDName&quot; Value=&quot;DGSKSD Zweifel Christina&quot;/&gt;&lt;Field Name=&quot;Name&quot; Value=&quot;Christina Zweifel&quot;/&gt;&lt;Field Name=&quot;DirectPhone&quot; Value=&quot;062 835 29 20&quot;/&gt;&lt;Field Name=&quot;DirectFax&quot; Value=&quot;&quot;/&gt;&lt;Field Name=&quot;Mobile&quot; Value=&quot;&quot;/&gt;&lt;Field Name=&quot;EMail&quot; Value=&quot;christina.zweifel@ag.ch&quot;/&gt;&lt;Field Name=&quot;Function&quot; Value=&quot;Leiterin Fachstelle Alter und Familie&quot;/&gt;&lt;Field Name=&quot;Signature&quot; Value=&quot;&quot;/&gt;&lt;Field Name=&quot;Initials&quot; Value=&quot;CZWE&quot;/&gt;&lt;Field Name=&quot;Title&quot; Value=&quot;Dr. rer. nat.&quot;/&gt;&lt;Field Name=&quot;Data_UID&quot; Value=&quot;0084853901&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UID&quot; Value=&quot;2003121817293296325874&quot;/&gt;&lt;Field Name=&quot;IDName&quot; Value=&quot;(Leer)&quot;/&gt;&lt;/DocProp&gt;&lt;DocProp UID=&quot;2004112217333376588294&quot; EntryUID=&quot;2004123010144120300001&quot;&gt;&lt;Field Name=&quot;UID&quot; Value=&quot;2004123010144120300001&quot;/&gt;&lt;Field Name=&quot;Enclosures&quot; Value=&quot;&quot;/&gt;&lt;Field Name=&quot;Distribution&quot; Value=&quot;&quot;/&gt;&lt;Field Name=&quot;Copy&quot; Value=&quot;&quot;/&gt;&lt;Field Name=&quot;Info&quot; Value=&quot;&quot;/&gt;&lt;Field Name=&quot;Footer&quot; Value=&quot;&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85&quot;/&gt;_x000d_&lt;Item Type=&quot;Button&quot; IDName=&quot;NormalKeepTogether&quot; Icon=&quot;3546&quot; Label=&quot;&amp;lt;translate&amp;gt;Style.NormalKeepTogether&amp;lt;/translate&amp;gt;&quot; Command=&quot;StyleApply&quot; Parameter=&quot;Text zusammengehalten&quot;/&gt;_x000d_&lt;Item Type=&quot;Separator&quot;/&gt;_x000d_&lt;Item Type=&quot;Button&quot; IDName=&quot;Gesetzestexte&quot; Icon=&quot;3546&quot; Label=&quot;&amp;lt;translate&amp;gt;Style.Gesetzestexte&amp;lt;/translate&amp;gt;&quot; Command=&quot;StyleApply&quot; Parameter=&quot;Gesetzestexte&quot;/&gt;_x000d_&lt;Item Type=&quot;Separator&quot;/&gt;_x000d_&lt;Item Type=&quot;Button&quot; IDName=&quot;PositionWithValue&quot; Icon=&quot;3546&quot; Label=&quot;&amp;lt;translate&amp;gt;Style.PositionWithValue&amp;lt;/translate&amp;gt;&quot; Command=&quot;StyleApply&quot; Parameter=&quot;Position mit Betrag&quot;/&gt;_x000d_&lt;Item Type=&quot;Separator&quot;/&gt;_x000d_&lt;Item Type=&quot;Button&quot; IDName=&quot;Fazit&quot; Icon=&quot;3546&quot; Label=&quot;&amp;lt;translate&amp;gt;Style.Fazit&amp;lt;/translate&amp;gt;&quot; Command=&quot;StyleApply&quot; Parameter=&quot;Fazit&quot;/&gt;_x000d_&lt;Item Type=&quot;Button&quot; IDName=&quot;LinieOben&quot; Icon=&quot;3546&quot; Label=&quot;&amp;lt;translate&amp;gt;Style.LinieOben&amp;lt;/translate&amp;gt;&quot; Command=&quot;StyleApply&quot; Parameter=&quot;Linie oben&quot;/&gt;_x000d_&lt;Item Type=&quot;Button&quot; IDName=&quot;LinieUnten&quot; Icon=&quot;3546&quot; Label=&quot;&amp;lt;translate&amp;gt;Style.LinieUnten&amp;lt;/translate&amp;gt;&quot; Command=&quot;StyleApply&quot; Parameter=&quot;Linie unten&quot;/&gt;_x000d_&lt;Item Type=&quot;Separator&quot;/&gt;_x000d_&lt;Item Type=&quot;Button&quot; IDName=&quot;SignatureLines&quot; Icon=&quot;3546&quot; Label=&quot;&amp;lt;translate&amp;gt;Style.SignatureLines&amp;lt;/translate&amp;gt;&quot; Command=&quot;StyleApply&quot; Parameter=&quot;Unterschrift Linien&quot;/&gt;_x000d_&lt;Item Type=&quot;Button&quot; IDName=&quot;SignatureText&quot; Icon=&quot;3546&quot; Label=&quot;&amp;lt;translate&amp;gt;Style.SignatureText&amp;lt;/translate&amp;gt;&quot; Command=&quot;StyleApply&quot; Parameter=&quot;Unterschrift Text&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Strong&quot;  Icon=&quot;3114&quot; Label=&quot;&amp;lt;translate&amp;gt;Style.Strong&amp;lt;/translate&amp;gt;&quot; Command=&quot;StyleApply&quot; Parameter=&quot;-88&quot;/&gt;_x000d_&lt;Item Type=&quot;Button&quot; IDName=&quot;Zitat&quot;  Icon=&quot;3114&quot; Label=&quot;&amp;lt;translate&amp;gt;Style.Zitat&amp;lt;/translate&amp;gt;&quot; Command=&quot;StyleApply&quot; Parameter=&quot;Italic&quot;/&gt;_x000d_&lt;Item Type=&quot;Button&quot; IDName=&quot;Description&quot;  Icon=&quot;3114&quot; Label=&quot;&amp;lt;translate&amp;gt;Style.Description&amp;lt;/translate&amp;gt;&quot; Command=&quot;StyleApply&quot; Parameter=&quot;Beschreibung&quot;/&gt;_x000d_&lt;/Item&gt;_x000d_&lt;Item Type=&quot;SubMenu&quot; IDName=&quot;StructureStyles&quot;&gt;_x000d_&lt;Item Type=&quot;Button&quot; IDName=&quot;Subject&quot; Icon=&quot;3546&quot; Label=&quot;&amp;lt;translate&amp;gt;Style.Subject&amp;lt;/translate&amp;gt;&quot; Command=&quot;StyleApply&quot; Parameter=&quot;Betreff&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Button&quot; IDName=&quot;Zwischentitel&quot; Icon=&quot;3546&quot; Label=&quot;&amp;lt;translate&amp;gt;Style.Zwischentitel&amp;lt;/translate&amp;gt;&quot; Command=&quot;StyleApply&quot; Parameter=&quot;Zwischentitel&quot;/&gt;_x000d_&lt;Item Type=&quot;Button&quot; IDName=&quot;Inhaltsverzeichnistitel&quot; Icon=&quot;3546&quot; Label=&quot;&amp;lt;translate&amp;gt;Style.Inhaltsverzeichnistitel&amp;lt;/translate&amp;gt;&quot; Command=&quot;StyleApply&quot; Parameter=&quot;Inhaltsverzeichnis&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hemenblock 0.75&quot;/&gt;_x000d_&lt;Item Type=&quot;Button&quot; IDName=&quot;Topic300&quot; Icon=&quot;3546&quot; Label=&quot;&amp;lt;translate&amp;gt;Style.Topic300&amp;lt;/translate&amp;gt;&quot; Command=&quot;StyleApply&quot; Parameter=&quot;Themenblock 3.0&quot;/&gt;_x000d_&lt;Item Type=&quot;Button&quot; IDName=&quot;Topic600&quot; Icon=&quot;3546&quot; Label=&quot;&amp;lt;translate&amp;gt;Style.Topic600&amp;lt;/translate&amp;gt;&quot; Command=&quot;StyleApply&quot; Parameter=&quot;Themenblock 6.0&quot;/&gt;_x000d_&lt;Item Type=&quot;Button&quot; IDName=&quot;Topic900&quot; Icon=&quot;3546&quot; Label=&quot;&amp;lt;translate&amp;gt;Style.Topic900&amp;lt;/translate&amp;gt;&quot; Command=&quot;StyleApply&quot; Parameter=&quot;Themenblock 9.0&quot;/&gt;_x000d_&lt;/Item&gt;_x000d_&lt;Item Type=&quot;SubMenu&quot; IDName=&quot;ListStyles&quot;&gt;_x000d_&lt;Item Type=&quot;Button&quot; IDName=&quot;ListWithSymbols&quot; Icon=&quot;3546&quot; Label=&quot;&amp;lt;translate&amp;gt;Style.ListWithSymbols&amp;lt;/translate&amp;gt;&quot; Command=&quot;StyleApply&quot; Parameter=&quot;Auflistung mit Symbolen&quot;/&gt;_x000d_&lt;Item Type=&quot;Button&quot; IDName=&quot;ListWithSymbolsWithDistance&quot; Icon=&quot;3546&quot; Label=&quot;&amp;lt;translate&amp;gt;Style.ListWithSymbolsWithDistance&amp;lt;/translate&amp;gt;&quot; Command=&quot;StyleApply&quot; Parameter=&quot;Auflistung mit Symbolen mit Abstand&quot;/&gt;_x000d_&lt;Item Type=&quot;Button&quot; IDName=&quot;ListWithLetters&quot; Icon=&quot;3546&quot; Label=&quot;&amp;lt;translate&amp;gt;Style.ListWithLetters&amp;lt;/translate&amp;gt;&quot; Command=&quot;StyleApply&quot; Parameter=&quot;Auflistung mit Buchstaben&quot;/&gt;_x000d_&lt;Item Type=&quot;Button&quot; IDName=&quot;ListWithSmallLetters&quot; Icon=&quot;3546&quot; Label=&quot;&amp;lt;translate&amp;gt;Style.ListWithSmallLetters&amp;lt;/translate&amp;gt;&quot; Command=&quot;StyleApply&quot; Parameter=&quot;Auflistung mit Kleinbuchstaben&quot;/&gt;_x000d_&lt;Item Type=&quot;Button&quot; IDName=&quot;ListWithSmallLettersLaw&quot; Icon=&quot;3546&quot; Label=&quot;&amp;lt;translate&amp;gt;Style.ListWithSmallLettersLaw&amp;lt;/translate&amp;gt;&quot; Command=&quot;StyleApply&quot; Parameter=&quot;Auflistung mit Kleinbuchstaben Gesetze&quot;/&gt;_x000d_&lt;Item Type=&quot;Button&quot; IDName=&quot;ListWithNumbers&quot; Icon=&quot;3546&quot; Label=&quot;&amp;lt;translate&amp;gt;Style.ListWithNumbers&amp;lt;/translate&amp;gt;&quot; Command=&quot;StyleApply&quot; Parameter=&quot;Auflistung mit Nummern&quot;/&gt;_x000d_&lt;Item Type=&quot;Button&quot; IDName=&quot;ListWithNumbersWithDistance&quot; Icon=&quot;3546&quot; Label=&quot;&amp;lt;translate&amp;gt;Style.ListWithNumbersWithDistance&amp;lt;/translate&amp;gt;&quot; Command=&quot;StyleApply&quot; Parameter=&quot;Auflistung mit Nummern mit Abstand&quot;/&gt;_x000d_&lt;Item Type=&quot;Button&quot; IDName=&quot;ListWithRomanNumbers&quot; Icon=&quot;3546&quot; Label=&quot;&amp;lt;translate&amp;gt;Style.ListWithRomanNumbers&amp;lt;/translate&amp;gt;&quot; Command=&quot;StyleApply&quot; Parameter=&quot;Auflistung mit römischen Nummern&quot;/&gt;_x000d_&lt;Item Type=&quot;Button&quot; IDName=&quot;ListNotice&quot; Icon=&quot;3546&quot; Label=&quot;&amp;lt;translate&amp;gt;Style.ListNotice&amp;lt;/translate&amp;gt;&quot; Command=&quot;StyleApply&quot; Parameter=&quot;Auflistung Hinweis&quot;/&gt;_x000d_&lt;Item Type=&quot;Button&quot; IDName=&quot;ListWithCheckBoxes&quot; Icon=&quot;3546&quot; Label=&quot;&amp;lt;translate&amp;gt;Style.ListWithCheckBoxes&amp;lt;/translate&amp;gt;&quot; Command=&quot;StyleApply&quot; Parameter=&quot;Auflistung mit Checkboxen&quot;/&gt;_x000d_&lt;/Item&gt;_x000d_&lt;Item Type=&quot;SubMenu&quot; IDName=&quot;Tables&quot;&gt;_x000d_&lt;Item Type=&quot;Button&quot; IDName=&quot;TableNormal&quot; Icon=&quot;3546&quot; Label=&quot;&amp;lt;translate&amp;gt;Style.TableNormal&amp;lt;/translate&amp;gt;&quot; Command=&quot;StyleApply&quot; Parameter=&quot;Tabellenraster&quot;/&gt;_x000d_&lt;Item Type=&quot;Button&quot; IDName=&quot;TableHeader&quot; Icon=&quot;3546&quot; Label=&quot;&amp;lt;translate&amp;gt;Style.TableHeader&amp;lt;/translate&amp;gt;&quot; Command=&quot;StyleApply&quot; Parameter=&quot;Tabelle Kopfzeile&quot;/&gt;_x000d_&lt;Item Type=&quot;Button&quot; IDName=&quot;TableGrayStriped&quot; Icon=&quot;3546&quot; Label=&quot;&amp;lt;translate&amp;gt;Style.TableGrayStriped&amp;lt;/translate&amp;gt;&quot; Command=&quot;StyleApply&quot; Parameter=&quot;Tabelle grau liniert&quot;/&gt;_x000d_&lt;Item Type=&quot;Button&quot; IDName=&quot;TableStructure&quot; Icon=&quot;3546&quot; Label=&quot;&amp;lt;translate&amp;gt;Style.TableStructure&amp;lt;/translate&amp;gt;&quot; Command=&quot;StyleApply&quot; Parameter=&quot;Tabelle Struktur&quot;/&gt;_x000d_&lt;/Item&gt;_x000d_&lt;/MenusDef&gt;"/>
    <w:docVar w:name="OawOMS" w:val="&lt;OawOMS&gt;&lt;send profileUID=&quot;2003010711200895123470110&quot;&gt;&lt;mail&gt;&lt;cc&gt;&lt;/cc&gt;&lt;bcc&gt;&lt;/bcc&gt;&lt;body&gt;&lt;/body&gt;&lt;subject&gt;&lt;value type=&quot;OawDocProperty&quot; name=&quot;BM_Subject&quot;&gt;&lt;separator text=&quot;&quot;&gt;&lt;/separator&gt;&lt;format text=&quot;&quot;&gt;&lt;/format&gt;&lt;/value&gt;&lt;/subject&gt;&lt;to&gt;&lt;value type=&quot;OawDocProperty&quot; name=&quot;Recipient.EMail&quot;&gt;&lt;separator text=&quot;&quot;&gt;&lt;/separator&gt;&lt;format text=&quot;&quot;&gt;&lt;/format&gt;&lt;/value&gt;&lt;/to&gt;&lt;/mail&gt;&lt;word&gt;&lt;category&gt;&lt;/category&gt;&lt;keywords&gt;&lt;/keywords&gt;&lt;comments&gt;&lt;/comments&gt;&lt;hyperlinkBase&gt;&lt;/hyperlinkBas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category&gt;&lt;/category&gt;&lt;keywords&gt;&lt;/keywords&gt;&lt;comments&gt;&lt;/comments&gt;&lt;hyperlinkBase&gt;&lt;/hyperlinkBas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body&gt;&lt;/body&gt;&lt;subject&gt;&lt;value type=&quot;OawDocProperty&quot; name=&quot;BM_Subject&quot;&gt;&lt;separator text=&quot;&quot;&gt;&lt;/separator&gt;&lt;format text=&quot;&quot;&gt;&lt;/format&gt;&lt;/value&gt;&lt;/subject&gt;&lt;to&gt;&lt;value type=&quot;OawDocProperty&quot; name=&quot;Recipient.EMail&quot;&gt;&lt;separator text=&quot;&quot;&gt;&lt;/separator&gt;&lt;format text=&quot;&quot;&gt;&lt;/format&gt;&lt;/value&gt;&lt;/to&gt;&lt;/mail&gt;&lt;word&gt;&lt;category&gt;&lt;/category&gt;&lt;keywords&gt;&lt;/keywords&gt;&lt;comments&gt;&lt;/comments&gt;&lt;hyperlinkBase&gt;&lt;/hyperlinkBase&gt;&lt;fileName&gt;&lt;/fileNam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category&gt;&lt;/category&gt;&lt;keywords&gt;&lt;/keywords&gt;&lt;comments&gt;&lt;/comments&gt;&lt;hyperlinkBase&gt;&lt;/hyperlinkBase&gt;&lt;fileName&gt;&lt;/fileNam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ave profileUID=&quot;2006121210441235887611&quot;&gt;&lt;word&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word&gt;&lt;PDF&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PDF&gt;&lt;/save&gt;&lt;save profileUID=&quot;2006120514401556040061&quot;&gt;&lt;word&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ave&gt;&lt;save profileUID=&quot;2004062216425255253277&quot;&gt;&lt;word&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ave&gt;&lt;/OawOMS&gt;_x000d_"/>
    <w:docVar w:name="oawPaperSize" w:val="7"/>
    <w:docVar w:name="OawPrint.2012060416123038219890"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PrinterTray.2012060416123038219890" w:val="document.firstpage:=2003061718080779000241;document.otherpages:=2003061718080779000241;"/>
    <w:docVar w:name="OawPrinterTray.2012060416125686737560" w:val="document.firstpage:=2003061718080779000241;document.otherpages:=2003061718080779000241;"/>
    <w:docVar w:name="OawPrinterTray.2012113014171263133266" w:val="document.firstpage:=2012113014154048661266;document.otherpages:=2012113014154048661266;"/>
    <w:docVar w:name="OawPrintRestore.2012060416123038219890"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ProjectID" w:val="agch"/>
    <w:docVar w:name="OawRecipients" w:val="&lt;Recipients&gt;&lt;Recipient&gt;&lt;UID&gt;2019031914111476899288&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Scriptor" w:val="&lt;?xml version=&quot;1.0&quot;?&gt;_x000d_&lt;scriptor xmlns:xsi=&quot;http://www.w3.org/2001/XMLSchema-instance&quot; xsi:noNamespaceSchemaLocation=&quot;Scriptor_1.xsd&quot; SchemaVersion=&quot;1&quot;/&gt;_x000d_"/>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12060416083656157146" w:val="&lt;empty/&gt;"/>
    <w:docVar w:name="OawSelectedSource.2012060416091233306102" w:val="&lt;empty/&gt;"/>
    <w:docVar w:name="OawSelectedSource.2012060416093667830578" w:val="&lt;empty/&gt;"/>
    <w:docVar w:name="OawSelectedSource.2013021809120389038204" w:val="&lt;empty/&gt;"/>
    <w:docVar w:name="OawSelectedSource.2013021809133888573589" w:val="&lt;empty/&gt;"/>
    <w:docVar w:name="OawSend.2003010711200895123470110"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DisplayName:=&lt;translate&gt;Template.Report&lt;/translate&gt;;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514034574120309&quot; Label=&quot;&quot;/&gt;&lt;Field UID=&quot;2004031181448127964532&quot; Label=&quot;&quot;/&gt;&lt;Field UID=&quot;2004031181449458765301&quot; Label=&quot;&quot;/&gt;&lt;/RecipientFields&gt;&lt;ProtectionType&gt;-1&lt;/ProtectionType&gt;&lt;Password&gt;&lt;/Password&gt;&lt;Validation&gt;&lt;/Validation&gt;_x000d_&lt;WhereClause&gt;&lt;/WhereClause&gt;&lt;/TemplateProperties&gt;"/>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InformationsfeldBriefkopf&quot; Label=&quot;&amp;lt;translate&amp;gt;SmartContent.InformationsfeldBriefkopf&amp;lt;/translate&amp;gt;&quot;/&gt;_x000d_&lt;Bookmark Name=&quot;DatumZusatz&quot; Label=&quot;&amp;lt;translate&amp;gt;SmartContent.DatumZusatz&amp;lt;/translate&amp;gt;&quot; Style=&quot;Datum&quot;/&gt;_x000d_&lt;Bookmark Name=&quot;DocumentType&quot; Label=&quot;&amp;lt;translate&amp;gt;SmartContent.DocumentType&amp;lt;/translate&amp;gt;&quot; Style=&quot;Dokument Typ&quot;/&gt;_x000d_&lt;Bookmark Name=&quot;Subject&quot; Label=&quot;&amp;lt;translate&amp;gt;SmartContent.Subject&amp;lt;/translate&amp;gt;&quot; Style=&quot;Betreff&quot;/&gt;_x000d_&lt;Bookmark Name=&quot;Text&quot; Label=&quot;&amp;lt;translate&amp;gt;SmartContent.Text&amp;lt;/translate&amp;gt;&quot; Style=&quot;-2&quot;/&gt;_x000d_&lt;Bookmark Name=&quot;Enclosures&quot; Label=&quot;&amp;lt;translate&amp;gt;SmartContent.Enclosures&amp;lt;/translate&amp;gt;&quot; Style=&quot;Beilagen&quot;/&gt;_x000d_&lt;Bookmark Name=&quot;Distribution&quot; Label=&quot;&amp;lt;translate&amp;gt;SmartContent.Distribution&amp;lt;/translate&amp;gt;&quot; Style=&quot;Verteiler&quot;/&gt;_x000d_&lt;Bookmark Name=&quot;Copy&quot; Label=&quot;&amp;lt;translate&amp;gt;SmartTemplate.Copy&amp;lt;/translate&amp;gt;&quot; Style=&quot;KopieAn&quot;/&gt;_x000d_&lt;Bookmark Name=&quot;DirectFooter&quot; Label=&quot;&amp;lt;translate&amp;gt;SmartContent.DirectFooter&amp;lt;/translate&amp;gt;&quot; Style=&quot;-33&quot;/&gt;_x000d_&lt;Bookmark Name=&quot;LogoZusatz&quot; Label=&quot;&amp;lt;translate&amp;gt;SmartTemplate.LogoZusatz&amp;lt;/translate&amp;gt;&quot; Style=&quot;-33&quot;/&gt;_x000d_&lt;Bookmark Name=&quot;Attachement&quot; Label=&quot;&amp;lt;translate&amp;gt;SmartConent.Attachement&amp;lt;/translate&amp;gt;&quot; Style=&quot;-85&quot;/&gt;_x000d_&lt;/TemplPropsCm&gt;"/>
    <w:docVar w:name="OawTemplPropsStm" w:val="&lt;TemplPropsStm xmlns:xsi=&quot;http://www.w3.org/2001/XMLSchema-instance&quot; xsi:noNamespaceSchemaLocation=&quot;TemplPropsStm_1.xsd&quot; SchemaVersion=&quot;1&quot; TemplateID=&quot;&quot; TemplateVersion=&quot;&quot;&gt;_x000d_&lt;Bookmark Name=&quot;InformationsfeldBriefkopf&quot; Label=&quot;&amp;lt;translate&amp;gt;SmartTemplate.InformationsfeldBriefkopf&amp;lt;/translate&amp;gt;&quot;/&gt;_x000d_&lt;Bookmark Name=&quot;DatumZusatz&quot; Label=&quot;&amp;lt;translate&amp;gt;SmartTemplate.DatumZusatz&amp;lt;/translate&amp;gt;&quot; Style=&quot;Datum&quot;/&gt;_x000d_&lt;Bookmark Name=&quot;DocumentType&quot; Label=&quot;&amp;lt;translate&amp;gt;SmartTemplate.DocumentType&amp;lt;/translate&amp;gt;&quot; Style=&quot;Dokument Typ&quot;/&gt;_x000d_&lt;Bookmark Name=&quot;Subject&quot; Label=&quot;&amp;lt;translate&amp;gt;SmartTemplate.Subject&amp;lt;/translate&amp;gt;&quot; Style=&quot;Betreff&quot;/&gt;_x000d_&lt;Bookmark Name=&quot;Text&quot; Label=&quot;&amp;lt;translate&amp;gt;SmartTemplate.Text&amp;lt;/translate&amp;gt;&quot; Style=&quot;-2&quot;/&gt;_x000d_&lt;Bookmark Name=&quot;Enclosures&quot; Label=&quot;&amp;lt;translate&amp;gt;SmartTemplate.Enclosures&amp;lt;/translate&amp;gt;&quot; Style=&quot;Beilagen&quot;/&gt;_x000d_&lt;Bookmark Name=&quot;Distribution&quot; Label=&quot;&amp;lt;translate&amp;gt;SmartTemplate.Distribution&amp;lt;/translate&amp;gt;&quot; Style=&quot;Verteiler&quot;/&gt;_x000d_&lt;Bookmark Name=&quot;Copy&quot; Label=&quot;&amp;lt;translate&amp;gt;SmartTemplate.Copy&amp;lt;/translate&amp;gt;&quot; Style=&quot;KopieAn&quot;/&gt;_x000d_&lt;Bookmark Name=&quot;DirectFooter&quot; Label=&quot;&amp;lt;translate&amp;gt;SmartTemplate.DirectFooter&amp;lt;/translate&amp;gt;&quot; Style=&quot;-33&quot;/&gt;_x000d_&lt;Bookmark Name=&quot;LogoZusatz&quot; Label=&quot;&amp;lt;translate&amp;gt;SmartTemplate.LogoZusatz&amp;lt;/translate&amp;gt;&quot; Style=&quot;-33&quot;/&gt;_x000d_&lt;Bookmark Name=&quot;Attachement&quot; Label=&quot;&amp;lt;translate&amp;gt;SmartTemplate.Attachement&amp;lt;/translate&amp;gt;&quot; Style=&quot;-85&quot;/&gt;_x000d_&lt;/TemplPropsStm&gt;"/>
    <w:docVar w:name="officeatworkWordMasterTemplateConfiguration" w:val="&lt;!--Created with officeatwork--&gt;_x000d__x000a_&lt;WordMasterTemplateConfiguration&gt;_x000d__x000a_  &lt;LayoutSets /&gt;_x000d__x000a_  &lt;Pictures&gt;_x000d__x000a_    &lt;Picture Id=&quot;bab8a75a-fd98-43de-aec5-f566&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Organisation&amp;quot;, &amp;quot;WdA4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60416123038219890&quot;&gt;_x000d__x000a_              &lt;Source Value=&quot;[[GetMasterPropertyValue(&amp;quot;Organisation&amp;quot;, &amp;quot;WdA4LogoBlackWhitePortrait&amp;quot;)]]&quot; /&gt;_x000d__x000a_            &lt;/OutputProfileSpecific&gt;_x000d__x000a_            &lt;OutputProfileSpecific Type=&quot;Print&quot; Id=&quot;2012060416125686737560&quot; /&gt;_x000d__x000a_            &lt;OutputProfileSpecific Type=&quot;Print&quot; Id=&quot;2012113014171263133266&quot; /&gt;_x000d__x000a_            &lt;OutputProfileSpecific Type=&quot;Save&quot; Id=&quot;2004062216425255253277&quot;&gt;_x000d__x000a_              &lt;Source Value=&quot;[[GetMasterPropertyValue(&amp;quot;Organisation&amp;quot;, &amp;quot;WdA4LogoBlackWhitePortrait&amp;quot;)]]&quot; /&gt;_x000d__x000a_            &lt;/OutputProfileSpecific&gt;_x000d__x000a_            &lt;OutputProfileSpecific Type=&quot;Save&quot; Id=&quot;2006120514401556040061&quot; /&gt;_x000d__x000a_            &lt;OutputProfileSpecific Type=&quot;Send&quot; Id=&quot;2003010711200895123470110&quot;&gt;_x000d__x000a_              &lt;Source Value=&quot;[[GetMasterPropertyValue(&amp;quot;Organisation&amp;quot;, &amp;quot;WdA4LogoBlackWhitePortrait&amp;quot;)]]&quot; /&gt;_x000d__x000a_            &lt;/OutputProfileSpecific&gt;_x000d__x000a_            &lt;OutputProfileSpecific Type=&quot;Send&quot; Id=&quot;2006120514175878093883&quot; /&gt;_x000d__x000a_          &lt;/OutputProfileSpecifics&gt;_x000d__x000a_        &lt;/PageSetupSpecific&gt;_x000d__x000a_      &lt;/PageSetupSpecifics&gt;_x000d__x000a_    &lt;/Picture&gt;_x000d__x000a_    &lt;Picture Id=&quot;b4716e6d-7c69-4f42-a84e-c101&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Signature1&amp;quot;, &amp;quot;Leer&amp;quot;)]]&quot; /&gt;_x000d__x000a_          &lt;HorizontalPosition Relative=&quot;Character&quot; Alignment=&quot;Left&quot; Unit=&quot;cm&quot;&gt;-1&lt;/HorizontalPosition&gt;_x000d__x000a_          &lt;VerticalPosition Relative=&quot;Line&quot; Alignment=&quot;Top&quot; Unit=&quot;cm&quot;&gt;-1.3&lt;/VerticalPosition&gt;_x000d__x000a_          &lt;OutputProfileSpecifics&gt;_x000d__x000a_            &lt;OutputProfileSpecific Type=&quot;Print&quot; Id=&quot;2012060416123038219890&quot; /&gt;_x000d__x000a_            &lt;OutputProfileSpecific Type=&quot;Print&quot; Id=&quot;2012060416125686737560&quot; /&gt;_x000d__x000a_            &lt;OutputProfileSpecific Type=&quot;Print&quot; Id=&quot;2012113014171263133266&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 Id=&quot;5734517d-0962-4c86-92fe-d68c&quot; IdName=&quot;Signature2&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Signature2&amp;quot;, &amp;quot;Leer&amp;quot;)]]&quot; /&gt;_x000d__x000a_          &lt;HorizontalPosition Relative=&quot;Character&quot; Alignment=&quot;Left&quot; Unit=&quot;cm&quot;&gt;7&lt;/HorizontalPosition&gt;_x000d__x000a_          &lt;VerticalPosition Relative=&quot;Line&quot; Alignment=&quot;Top&quot; Unit=&quot;cm&quot;&gt;-1.3&lt;/VerticalPosition&gt;_x000d__x000a_          &lt;OutputProfileSpecifics&gt;_x000d__x000a_            &lt;OutputProfileSpecific Type=&quot;Print&quot; Id=&quot;2012060416123038219890&quot; /&gt;_x000d__x000a_            &lt;OutputProfileSpecific Type=&quot;Print&quot; Id=&quot;2012060416125686737560&quot; /&gt;_x000d__x000a_            &lt;OutputProfileSpecific Type=&quot;Print&quot; Id=&quot;2012113014171263133266&quot; /&gt;_x000d__x000a_            &lt;OutputProfileSpecific Type=&quot;Save&quot; Id=&quot;2004062216425255253277&quot; /&gt;_x000d__x000a_            &lt;OutputProfileSpecific Type=&quot;Save&quot; Id=&quot;2006120514401556040061&quot; /&gt;_x000d__x000a_            &lt;OutputProfileSpecific Type=&quot;Send&quot; Id=&quot;2003010711200895123470110&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171D9A"/>
    <w:rsid w:val="00001428"/>
    <w:rsid w:val="0000145D"/>
    <w:rsid w:val="00006FF1"/>
    <w:rsid w:val="0001052F"/>
    <w:rsid w:val="000106F7"/>
    <w:rsid w:val="0001646D"/>
    <w:rsid w:val="00024412"/>
    <w:rsid w:val="000260A8"/>
    <w:rsid w:val="000270FB"/>
    <w:rsid w:val="00032FFA"/>
    <w:rsid w:val="00036C0F"/>
    <w:rsid w:val="00036C69"/>
    <w:rsid w:val="000373D6"/>
    <w:rsid w:val="00040FD6"/>
    <w:rsid w:val="000412BC"/>
    <w:rsid w:val="00041FC3"/>
    <w:rsid w:val="00045ED0"/>
    <w:rsid w:val="00045F25"/>
    <w:rsid w:val="0005055C"/>
    <w:rsid w:val="00051798"/>
    <w:rsid w:val="000528AB"/>
    <w:rsid w:val="00055F92"/>
    <w:rsid w:val="00055FA5"/>
    <w:rsid w:val="00060233"/>
    <w:rsid w:val="000604AE"/>
    <w:rsid w:val="00062C3F"/>
    <w:rsid w:val="0006359E"/>
    <w:rsid w:val="0006570C"/>
    <w:rsid w:val="00066025"/>
    <w:rsid w:val="00067FFA"/>
    <w:rsid w:val="00077872"/>
    <w:rsid w:val="000778C4"/>
    <w:rsid w:val="00077992"/>
    <w:rsid w:val="00081D38"/>
    <w:rsid w:val="00084307"/>
    <w:rsid w:val="000849D5"/>
    <w:rsid w:val="0008516A"/>
    <w:rsid w:val="00085D5A"/>
    <w:rsid w:val="0009297A"/>
    <w:rsid w:val="00092D96"/>
    <w:rsid w:val="00093145"/>
    <w:rsid w:val="000962A6"/>
    <w:rsid w:val="000964AB"/>
    <w:rsid w:val="000965AE"/>
    <w:rsid w:val="000A1BDC"/>
    <w:rsid w:val="000A576D"/>
    <w:rsid w:val="000A67FE"/>
    <w:rsid w:val="000A78CB"/>
    <w:rsid w:val="000A7A32"/>
    <w:rsid w:val="000A7BE1"/>
    <w:rsid w:val="000A7F34"/>
    <w:rsid w:val="000B249F"/>
    <w:rsid w:val="000B3B9B"/>
    <w:rsid w:val="000B6495"/>
    <w:rsid w:val="000B6D30"/>
    <w:rsid w:val="000B744D"/>
    <w:rsid w:val="000C125E"/>
    <w:rsid w:val="000C1B4B"/>
    <w:rsid w:val="000C4186"/>
    <w:rsid w:val="000C4AD4"/>
    <w:rsid w:val="000C5A6D"/>
    <w:rsid w:val="000D1591"/>
    <w:rsid w:val="000D25DF"/>
    <w:rsid w:val="000D3D89"/>
    <w:rsid w:val="000D4B48"/>
    <w:rsid w:val="000E109D"/>
    <w:rsid w:val="000E1491"/>
    <w:rsid w:val="000E3474"/>
    <w:rsid w:val="000E4314"/>
    <w:rsid w:val="000E4DF7"/>
    <w:rsid w:val="000E50D7"/>
    <w:rsid w:val="000E590A"/>
    <w:rsid w:val="000E6C03"/>
    <w:rsid w:val="000E7E28"/>
    <w:rsid w:val="000F23DA"/>
    <w:rsid w:val="000F4431"/>
    <w:rsid w:val="000F444E"/>
    <w:rsid w:val="000F544B"/>
    <w:rsid w:val="000F5FAC"/>
    <w:rsid w:val="000F680C"/>
    <w:rsid w:val="000F79CA"/>
    <w:rsid w:val="000F7DFD"/>
    <w:rsid w:val="000F7EFC"/>
    <w:rsid w:val="00100419"/>
    <w:rsid w:val="0010130A"/>
    <w:rsid w:val="0010203D"/>
    <w:rsid w:val="00105406"/>
    <w:rsid w:val="001070F9"/>
    <w:rsid w:val="00110019"/>
    <w:rsid w:val="0011117B"/>
    <w:rsid w:val="0011312B"/>
    <w:rsid w:val="00114AFA"/>
    <w:rsid w:val="00116F35"/>
    <w:rsid w:val="00117972"/>
    <w:rsid w:val="001208D6"/>
    <w:rsid w:val="00120A37"/>
    <w:rsid w:val="0012431A"/>
    <w:rsid w:val="00127944"/>
    <w:rsid w:val="001330C1"/>
    <w:rsid w:val="0013351C"/>
    <w:rsid w:val="001349C9"/>
    <w:rsid w:val="00136B6F"/>
    <w:rsid w:val="00137978"/>
    <w:rsid w:val="001379E8"/>
    <w:rsid w:val="00141644"/>
    <w:rsid w:val="001425CD"/>
    <w:rsid w:val="00144328"/>
    <w:rsid w:val="00150882"/>
    <w:rsid w:val="001509AA"/>
    <w:rsid w:val="00151368"/>
    <w:rsid w:val="001543B5"/>
    <w:rsid w:val="00155CAF"/>
    <w:rsid w:val="00156E15"/>
    <w:rsid w:val="00157D62"/>
    <w:rsid w:val="00161B5E"/>
    <w:rsid w:val="00161EDD"/>
    <w:rsid w:val="00166622"/>
    <w:rsid w:val="00171A38"/>
    <w:rsid w:val="00171D9A"/>
    <w:rsid w:val="00173F4C"/>
    <w:rsid w:val="001769A8"/>
    <w:rsid w:val="00177951"/>
    <w:rsid w:val="00177DD0"/>
    <w:rsid w:val="00180114"/>
    <w:rsid w:val="0018168A"/>
    <w:rsid w:val="0018196A"/>
    <w:rsid w:val="001839D1"/>
    <w:rsid w:val="00183CF9"/>
    <w:rsid w:val="00183E66"/>
    <w:rsid w:val="00185DE3"/>
    <w:rsid w:val="00186D97"/>
    <w:rsid w:val="001872C8"/>
    <w:rsid w:val="00187F04"/>
    <w:rsid w:val="00191431"/>
    <w:rsid w:val="00193F5F"/>
    <w:rsid w:val="001A0D83"/>
    <w:rsid w:val="001A57E6"/>
    <w:rsid w:val="001B07F5"/>
    <w:rsid w:val="001B082B"/>
    <w:rsid w:val="001B0910"/>
    <w:rsid w:val="001B189F"/>
    <w:rsid w:val="001C0C5A"/>
    <w:rsid w:val="001C35E8"/>
    <w:rsid w:val="001C3A43"/>
    <w:rsid w:val="001C3B15"/>
    <w:rsid w:val="001C5263"/>
    <w:rsid w:val="001C6A37"/>
    <w:rsid w:val="001C6FD0"/>
    <w:rsid w:val="001C7F9A"/>
    <w:rsid w:val="001D0F3D"/>
    <w:rsid w:val="001D16BF"/>
    <w:rsid w:val="001D1BA7"/>
    <w:rsid w:val="001D2026"/>
    <w:rsid w:val="001D2BBA"/>
    <w:rsid w:val="001D3643"/>
    <w:rsid w:val="001D6D0F"/>
    <w:rsid w:val="001E011F"/>
    <w:rsid w:val="001E09B7"/>
    <w:rsid w:val="001E141D"/>
    <w:rsid w:val="001E2092"/>
    <w:rsid w:val="001E2A70"/>
    <w:rsid w:val="001F1F98"/>
    <w:rsid w:val="001F28A1"/>
    <w:rsid w:val="001F5040"/>
    <w:rsid w:val="001F6035"/>
    <w:rsid w:val="001F6578"/>
    <w:rsid w:val="00200EB4"/>
    <w:rsid w:val="00205478"/>
    <w:rsid w:val="0020577C"/>
    <w:rsid w:val="00205A23"/>
    <w:rsid w:val="00205B5F"/>
    <w:rsid w:val="00206983"/>
    <w:rsid w:val="0021062D"/>
    <w:rsid w:val="0021117A"/>
    <w:rsid w:val="0021180F"/>
    <w:rsid w:val="00211CE4"/>
    <w:rsid w:val="0021299F"/>
    <w:rsid w:val="00213A4B"/>
    <w:rsid w:val="0022237F"/>
    <w:rsid w:val="0022436B"/>
    <w:rsid w:val="002262B1"/>
    <w:rsid w:val="002269BD"/>
    <w:rsid w:val="002275F4"/>
    <w:rsid w:val="002278BA"/>
    <w:rsid w:val="00227A2D"/>
    <w:rsid w:val="002315B5"/>
    <w:rsid w:val="00233D1E"/>
    <w:rsid w:val="0023797D"/>
    <w:rsid w:val="00237BFF"/>
    <w:rsid w:val="0024017B"/>
    <w:rsid w:val="00240B6B"/>
    <w:rsid w:val="00242871"/>
    <w:rsid w:val="00243FAF"/>
    <w:rsid w:val="00244575"/>
    <w:rsid w:val="00244A10"/>
    <w:rsid w:val="0024562C"/>
    <w:rsid w:val="00246754"/>
    <w:rsid w:val="00247706"/>
    <w:rsid w:val="00247DB9"/>
    <w:rsid w:val="00247EF0"/>
    <w:rsid w:val="00250A03"/>
    <w:rsid w:val="00252D06"/>
    <w:rsid w:val="00253748"/>
    <w:rsid w:val="00254822"/>
    <w:rsid w:val="0025580E"/>
    <w:rsid w:val="0025606C"/>
    <w:rsid w:val="0025670D"/>
    <w:rsid w:val="00256B78"/>
    <w:rsid w:val="002571B1"/>
    <w:rsid w:val="00260118"/>
    <w:rsid w:val="0026022D"/>
    <w:rsid w:val="00262507"/>
    <w:rsid w:val="0026322D"/>
    <w:rsid w:val="00263E67"/>
    <w:rsid w:val="002645DC"/>
    <w:rsid w:val="00270712"/>
    <w:rsid w:val="00270B4C"/>
    <w:rsid w:val="00271915"/>
    <w:rsid w:val="00272CE6"/>
    <w:rsid w:val="00275414"/>
    <w:rsid w:val="00276705"/>
    <w:rsid w:val="002768D8"/>
    <w:rsid w:val="0027759A"/>
    <w:rsid w:val="00281EA9"/>
    <w:rsid w:val="00282B32"/>
    <w:rsid w:val="00282BBE"/>
    <w:rsid w:val="002833F9"/>
    <w:rsid w:val="00284C01"/>
    <w:rsid w:val="00285CDC"/>
    <w:rsid w:val="00285D3C"/>
    <w:rsid w:val="002914D8"/>
    <w:rsid w:val="002942D3"/>
    <w:rsid w:val="00296CD3"/>
    <w:rsid w:val="00297CDB"/>
    <w:rsid w:val="002A0EBA"/>
    <w:rsid w:val="002A2452"/>
    <w:rsid w:val="002A53C0"/>
    <w:rsid w:val="002A5CD8"/>
    <w:rsid w:val="002A688E"/>
    <w:rsid w:val="002B0238"/>
    <w:rsid w:val="002B1531"/>
    <w:rsid w:val="002B18F1"/>
    <w:rsid w:val="002B249E"/>
    <w:rsid w:val="002B3964"/>
    <w:rsid w:val="002B67E5"/>
    <w:rsid w:val="002C0234"/>
    <w:rsid w:val="002C3730"/>
    <w:rsid w:val="002C6357"/>
    <w:rsid w:val="002D0D15"/>
    <w:rsid w:val="002D1CCD"/>
    <w:rsid w:val="002D2929"/>
    <w:rsid w:val="002D711E"/>
    <w:rsid w:val="002D72BD"/>
    <w:rsid w:val="002D749A"/>
    <w:rsid w:val="002E020C"/>
    <w:rsid w:val="002E0B33"/>
    <w:rsid w:val="002E1DC6"/>
    <w:rsid w:val="002E2117"/>
    <w:rsid w:val="002E31A8"/>
    <w:rsid w:val="002E7EF9"/>
    <w:rsid w:val="002F3AE0"/>
    <w:rsid w:val="002F5DEF"/>
    <w:rsid w:val="002F5F0D"/>
    <w:rsid w:val="00300215"/>
    <w:rsid w:val="00301558"/>
    <w:rsid w:val="003044C8"/>
    <w:rsid w:val="003060EE"/>
    <w:rsid w:val="003066CB"/>
    <w:rsid w:val="0030683F"/>
    <w:rsid w:val="00310AA9"/>
    <w:rsid w:val="003116DC"/>
    <w:rsid w:val="00311B16"/>
    <w:rsid w:val="00314AF7"/>
    <w:rsid w:val="003152DD"/>
    <w:rsid w:val="00315936"/>
    <w:rsid w:val="0031753A"/>
    <w:rsid w:val="0032055F"/>
    <w:rsid w:val="003221F9"/>
    <w:rsid w:val="00322D36"/>
    <w:rsid w:val="00325F9A"/>
    <w:rsid w:val="0032637F"/>
    <w:rsid w:val="00326987"/>
    <w:rsid w:val="0033001F"/>
    <w:rsid w:val="00330921"/>
    <w:rsid w:val="00330F63"/>
    <w:rsid w:val="0033121A"/>
    <w:rsid w:val="00331BF1"/>
    <w:rsid w:val="00335B07"/>
    <w:rsid w:val="00336B49"/>
    <w:rsid w:val="00337298"/>
    <w:rsid w:val="00342700"/>
    <w:rsid w:val="00342F8D"/>
    <w:rsid w:val="00345C9B"/>
    <w:rsid w:val="00345EF6"/>
    <w:rsid w:val="00346740"/>
    <w:rsid w:val="00346832"/>
    <w:rsid w:val="00346AC7"/>
    <w:rsid w:val="00347CD3"/>
    <w:rsid w:val="00351579"/>
    <w:rsid w:val="00352E7C"/>
    <w:rsid w:val="0035424A"/>
    <w:rsid w:val="00355022"/>
    <w:rsid w:val="00355E25"/>
    <w:rsid w:val="00357336"/>
    <w:rsid w:val="00357B7E"/>
    <w:rsid w:val="0036033C"/>
    <w:rsid w:val="0036103B"/>
    <w:rsid w:val="003622A8"/>
    <w:rsid w:val="003623F2"/>
    <w:rsid w:val="00364FC5"/>
    <w:rsid w:val="0036610A"/>
    <w:rsid w:val="003667CB"/>
    <w:rsid w:val="003709F4"/>
    <w:rsid w:val="00372C0B"/>
    <w:rsid w:val="00372EBE"/>
    <w:rsid w:val="003754D6"/>
    <w:rsid w:val="003812A3"/>
    <w:rsid w:val="0038210B"/>
    <w:rsid w:val="00382DB3"/>
    <w:rsid w:val="0038399A"/>
    <w:rsid w:val="00383DBB"/>
    <w:rsid w:val="00383E80"/>
    <w:rsid w:val="003844C4"/>
    <w:rsid w:val="003852AD"/>
    <w:rsid w:val="003855DC"/>
    <w:rsid w:val="0038597E"/>
    <w:rsid w:val="00385DDE"/>
    <w:rsid w:val="00386B94"/>
    <w:rsid w:val="00386E6C"/>
    <w:rsid w:val="00387C44"/>
    <w:rsid w:val="0039068B"/>
    <w:rsid w:val="003911B1"/>
    <w:rsid w:val="0039376B"/>
    <w:rsid w:val="003941AF"/>
    <w:rsid w:val="00394249"/>
    <w:rsid w:val="00394333"/>
    <w:rsid w:val="00394E42"/>
    <w:rsid w:val="003952FE"/>
    <w:rsid w:val="00396159"/>
    <w:rsid w:val="0039746B"/>
    <w:rsid w:val="003A293A"/>
    <w:rsid w:val="003A4EFB"/>
    <w:rsid w:val="003A578A"/>
    <w:rsid w:val="003A5C7A"/>
    <w:rsid w:val="003B403F"/>
    <w:rsid w:val="003B6744"/>
    <w:rsid w:val="003B6B62"/>
    <w:rsid w:val="003B79F5"/>
    <w:rsid w:val="003C095D"/>
    <w:rsid w:val="003C7578"/>
    <w:rsid w:val="003D4ACC"/>
    <w:rsid w:val="003D5BE1"/>
    <w:rsid w:val="003E4185"/>
    <w:rsid w:val="003E46AD"/>
    <w:rsid w:val="003E4804"/>
    <w:rsid w:val="003E5CD1"/>
    <w:rsid w:val="003F2301"/>
    <w:rsid w:val="003F26E8"/>
    <w:rsid w:val="003F73DC"/>
    <w:rsid w:val="003F7735"/>
    <w:rsid w:val="0040061F"/>
    <w:rsid w:val="00403120"/>
    <w:rsid w:val="004035D0"/>
    <w:rsid w:val="00403908"/>
    <w:rsid w:val="00404651"/>
    <w:rsid w:val="00406587"/>
    <w:rsid w:val="004076D9"/>
    <w:rsid w:val="00412B7F"/>
    <w:rsid w:val="004136CA"/>
    <w:rsid w:val="00413EAE"/>
    <w:rsid w:val="004140F0"/>
    <w:rsid w:val="00414295"/>
    <w:rsid w:val="00415B7B"/>
    <w:rsid w:val="004173AA"/>
    <w:rsid w:val="00422101"/>
    <w:rsid w:val="0042388A"/>
    <w:rsid w:val="00425877"/>
    <w:rsid w:val="00425DFC"/>
    <w:rsid w:val="00426FB3"/>
    <w:rsid w:val="00427870"/>
    <w:rsid w:val="00427B34"/>
    <w:rsid w:val="004314B0"/>
    <w:rsid w:val="00433F9C"/>
    <w:rsid w:val="00434187"/>
    <w:rsid w:val="004358FF"/>
    <w:rsid w:val="00435AA0"/>
    <w:rsid w:val="0043661F"/>
    <w:rsid w:val="004370E3"/>
    <w:rsid w:val="00437748"/>
    <w:rsid w:val="00437AD9"/>
    <w:rsid w:val="004443B1"/>
    <w:rsid w:val="00446E68"/>
    <w:rsid w:val="004472F7"/>
    <w:rsid w:val="00456008"/>
    <w:rsid w:val="004561D7"/>
    <w:rsid w:val="0046142F"/>
    <w:rsid w:val="004614C9"/>
    <w:rsid w:val="00462496"/>
    <w:rsid w:val="00462DD5"/>
    <w:rsid w:val="00463B0E"/>
    <w:rsid w:val="00467057"/>
    <w:rsid w:val="00470469"/>
    <w:rsid w:val="00473F97"/>
    <w:rsid w:val="004740BE"/>
    <w:rsid w:val="004743A7"/>
    <w:rsid w:val="00480936"/>
    <w:rsid w:val="00485BEE"/>
    <w:rsid w:val="00486D68"/>
    <w:rsid w:val="004913B4"/>
    <w:rsid w:val="0049198B"/>
    <w:rsid w:val="00493944"/>
    <w:rsid w:val="00494860"/>
    <w:rsid w:val="00494AD2"/>
    <w:rsid w:val="00496494"/>
    <w:rsid w:val="004974C5"/>
    <w:rsid w:val="00497839"/>
    <w:rsid w:val="004A01E5"/>
    <w:rsid w:val="004A067F"/>
    <w:rsid w:val="004A62B5"/>
    <w:rsid w:val="004A686B"/>
    <w:rsid w:val="004A6F67"/>
    <w:rsid w:val="004A72A8"/>
    <w:rsid w:val="004A7FB4"/>
    <w:rsid w:val="004B1840"/>
    <w:rsid w:val="004B1A1E"/>
    <w:rsid w:val="004B2FD0"/>
    <w:rsid w:val="004B3D58"/>
    <w:rsid w:val="004B4042"/>
    <w:rsid w:val="004B4184"/>
    <w:rsid w:val="004B4D76"/>
    <w:rsid w:val="004B57F8"/>
    <w:rsid w:val="004B5CC1"/>
    <w:rsid w:val="004B65B4"/>
    <w:rsid w:val="004B6A9D"/>
    <w:rsid w:val="004C32BA"/>
    <w:rsid w:val="004C3892"/>
    <w:rsid w:val="004C3EB9"/>
    <w:rsid w:val="004C467E"/>
    <w:rsid w:val="004C47DD"/>
    <w:rsid w:val="004C5EA6"/>
    <w:rsid w:val="004C652C"/>
    <w:rsid w:val="004D17E8"/>
    <w:rsid w:val="004D1B45"/>
    <w:rsid w:val="004D2BEA"/>
    <w:rsid w:val="004D3214"/>
    <w:rsid w:val="004D3D12"/>
    <w:rsid w:val="004D4DFF"/>
    <w:rsid w:val="004E1981"/>
    <w:rsid w:val="004E4177"/>
    <w:rsid w:val="004E59E8"/>
    <w:rsid w:val="004E6802"/>
    <w:rsid w:val="004E6A32"/>
    <w:rsid w:val="004F05C6"/>
    <w:rsid w:val="004F2D9C"/>
    <w:rsid w:val="004F4C96"/>
    <w:rsid w:val="004F4D89"/>
    <w:rsid w:val="004F549C"/>
    <w:rsid w:val="004F5D5F"/>
    <w:rsid w:val="004F6BFA"/>
    <w:rsid w:val="004F7FBD"/>
    <w:rsid w:val="00502DD2"/>
    <w:rsid w:val="0050514F"/>
    <w:rsid w:val="00505FFB"/>
    <w:rsid w:val="00510420"/>
    <w:rsid w:val="00516C6F"/>
    <w:rsid w:val="005207D9"/>
    <w:rsid w:val="00523FBD"/>
    <w:rsid w:val="00524861"/>
    <w:rsid w:val="0052516E"/>
    <w:rsid w:val="00525ED0"/>
    <w:rsid w:val="005266F4"/>
    <w:rsid w:val="00526B54"/>
    <w:rsid w:val="00530885"/>
    <w:rsid w:val="00532B06"/>
    <w:rsid w:val="00532F0E"/>
    <w:rsid w:val="005341E4"/>
    <w:rsid w:val="00534CD8"/>
    <w:rsid w:val="00537C02"/>
    <w:rsid w:val="00544220"/>
    <w:rsid w:val="00544D55"/>
    <w:rsid w:val="0055005A"/>
    <w:rsid w:val="00550F8A"/>
    <w:rsid w:val="00551723"/>
    <w:rsid w:val="005527D6"/>
    <w:rsid w:val="005539B3"/>
    <w:rsid w:val="00553F31"/>
    <w:rsid w:val="00554B99"/>
    <w:rsid w:val="005558B0"/>
    <w:rsid w:val="00557113"/>
    <w:rsid w:val="00557968"/>
    <w:rsid w:val="0056192B"/>
    <w:rsid w:val="0056454D"/>
    <w:rsid w:val="005666C6"/>
    <w:rsid w:val="0056673C"/>
    <w:rsid w:val="00570D93"/>
    <w:rsid w:val="0057510C"/>
    <w:rsid w:val="0057671F"/>
    <w:rsid w:val="00580640"/>
    <w:rsid w:val="005808BA"/>
    <w:rsid w:val="00580BD4"/>
    <w:rsid w:val="005819C8"/>
    <w:rsid w:val="0058649C"/>
    <w:rsid w:val="00590446"/>
    <w:rsid w:val="00591485"/>
    <w:rsid w:val="00591DD4"/>
    <w:rsid w:val="005958AA"/>
    <w:rsid w:val="005A351D"/>
    <w:rsid w:val="005A3EC0"/>
    <w:rsid w:val="005A43D2"/>
    <w:rsid w:val="005A6D99"/>
    <w:rsid w:val="005A735D"/>
    <w:rsid w:val="005A7A8D"/>
    <w:rsid w:val="005B0ADF"/>
    <w:rsid w:val="005B1BCB"/>
    <w:rsid w:val="005B36C3"/>
    <w:rsid w:val="005B4B98"/>
    <w:rsid w:val="005B51F2"/>
    <w:rsid w:val="005C1B96"/>
    <w:rsid w:val="005C2FE6"/>
    <w:rsid w:val="005C3400"/>
    <w:rsid w:val="005C340F"/>
    <w:rsid w:val="005C5C4B"/>
    <w:rsid w:val="005C79D2"/>
    <w:rsid w:val="005D0731"/>
    <w:rsid w:val="005D0A00"/>
    <w:rsid w:val="005D0B51"/>
    <w:rsid w:val="005D0C89"/>
    <w:rsid w:val="005D0D9D"/>
    <w:rsid w:val="005D13A4"/>
    <w:rsid w:val="005D194A"/>
    <w:rsid w:val="005D21A9"/>
    <w:rsid w:val="005D3007"/>
    <w:rsid w:val="005D71F0"/>
    <w:rsid w:val="005D744E"/>
    <w:rsid w:val="005D7568"/>
    <w:rsid w:val="005E110D"/>
    <w:rsid w:val="005E296C"/>
    <w:rsid w:val="005E7427"/>
    <w:rsid w:val="005E7E3B"/>
    <w:rsid w:val="005F2645"/>
    <w:rsid w:val="005F2B9A"/>
    <w:rsid w:val="005F43FA"/>
    <w:rsid w:val="005F5AB8"/>
    <w:rsid w:val="005F68BB"/>
    <w:rsid w:val="005F70D3"/>
    <w:rsid w:val="005F79F2"/>
    <w:rsid w:val="006004D3"/>
    <w:rsid w:val="00600766"/>
    <w:rsid w:val="006020A4"/>
    <w:rsid w:val="006028C9"/>
    <w:rsid w:val="0060557F"/>
    <w:rsid w:val="00606BAE"/>
    <w:rsid w:val="00607715"/>
    <w:rsid w:val="0061015F"/>
    <w:rsid w:val="006101DA"/>
    <w:rsid w:val="00611654"/>
    <w:rsid w:val="00611E05"/>
    <w:rsid w:val="00612863"/>
    <w:rsid w:val="00615B09"/>
    <w:rsid w:val="0061622E"/>
    <w:rsid w:val="006172B1"/>
    <w:rsid w:val="006172FE"/>
    <w:rsid w:val="0062010D"/>
    <w:rsid w:val="0062330D"/>
    <w:rsid w:val="00625E6F"/>
    <w:rsid w:val="00625FE8"/>
    <w:rsid w:val="006307A1"/>
    <w:rsid w:val="00630BA9"/>
    <w:rsid w:val="00630CD1"/>
    <w:rsid w:val="0063352C"/>
    <w:rsid w:val="00634C2C"/>
    <w:rsid w:val="006408B5"/>
    <w:rsid w:val="00642FAD"/>
    <w:rsid w:val="00643B0B"/>
    <w:rsid w:val="006443AF"/>
    <w:rsid w:val="00644A6B"/>
    <w:rsid w:val="00646FB3"/>
    <w:rsid w:val="00647407"/>
    <w:rsid w:val="00650226"/>
    <w:rsid w:val="00652348"/>
    <w:rsid w:val="00657F75"/>
    <w:rsid w:val="00660334"/>
    <w:rsid w:val="00663ADD"/>
    <w:rsid w:val="00665FFA"/>
    <w:rsid w:val="00667F01"/>
    <w:rsid w:val="006702C5"/>
    <w:rsid w:val="00671BB9"/>
    <w:rsid w:val="006720EF"/>
    <w:rsid w:val="0067667F"/>
    <w:rsid w:val="00676DBF"/>
    <w:rsid w:val="006778FD"/>
    <w:rsid w:val="0068006B"/>
    <w:rsid w:val="006808C3"/>
    <w:rsid w:val="00681597"/>
    <w:rsid w:val="00681715"/>
    <w:rsid w:val="0068390F"/>
    <w:rsid w:val="00685473"/>
    <w:rsid w:val="00685521"/>
    <w:rsid w:val="006860F1"/>
    <w:rsid w:val="006871F2"/>
    <w:rsid w:val="006879D0"/>
    <w:rsid w:val="00687A79"/>
    <w:rsid w:val="006905D7"/>
    <w:rsid w:val="00690D1E"/>
    <w:rsid w:val="006924E5"/>
    <w:rsid w:val="00695E8A"/>
    <w:rsid w:val="006961F3"/>
    <w:rsid w:val="00696561"/>
    <w:rsid w:val="006977C9"/>
    <w:rsid w:val="00697E83"/>
    <w:rsid w:val="006A23F5"/>
    <w:rsid w:val="006A272A"/>
    <w:rsid w:val="006A27FE"/>
    <w:rsid w:val="006A2E63"/>
    <w:rsid w:val="006A2EC5"/>
    <w:rsid w:val="006A3A64"/>
    <w:rsid w:val="006A54BD"/>
    <w:rsid w:val="006B131C"/>
    <w:rsid w:val="006B1740"/>
    <w:rsid w:val="006B1D89"/>
    <w:rsid w:val="006B2882"/>
    <w:rsid w:val="006B2F42"/>
    <w:rsid w:val="006B3F47"/>
    <w:rsid w:val="006B4F76"/>
    <w:rsid w:val="006B5B6B"/>
    <w:rsid w:val="006B6E12"/>
    <w:rsid w:val="006B7C1B"/>
    <w:rsid w:val="006C1A99"/>
    <w:rsid w:val="006C1B47"/>
    <w:rsid w:val="006C2585"/>
    <w:rsid w:val="006C5274"/>
    <w:rsid w:val="006C7944"/>
    <w:rsid w:val="006D05A3"/>
    <w:rsid w:val="006D2348"/>
    <w:rsid w:val="006D2C9D"/>
    <w:rsid w:val="006D3A6D"/>
    <w:rsid w:val="006D4684"/>
    <w:rsid w:val="006D4F9A"/>
    <w:rsid w:val="006D5997"/>
    <w:rsid w:val="006D606E"/>
    <w:rsid w:val="006D6955"/>
    <w:rsid w:val="006D6F18"/>
    <w:rsid w:val="006D7127"/>
    <w:rsid w:val="006D74F9"/>
    <w:rsid w:val="006D7649"/>
    <w:rsid w:val="006D7F7C"/>
    <w:rsid w:val="006E0380"/>
    <w:rsid w:val="006E2414"/>
    <w:rsid w:val="006E2AE9"/>
    <w:rsid w:val="006E330E"/>
    <w:rsid w:val="006E3FF0"/>
    <w:rsid w:val="006E741C"/>
    <w:rsid w:val="006E743F"/>
    <w:rsid w:val="006F0B8A"/>
    <w:rsid w:val="006F1EA9"/>
    <w:rsid w:val="006F675D"/>
    <w:rsid w:val="006F67A5"/>
    <w:rsid w:val="006F7683"/>
    <w:rsid w:val="00701CE4"/>
    <w:rsid w:val="007069DB"/>
    <w:rsid w:val="00706FA1"/>
    <w:rsid w:val="00707F5C"/>
    <w:rsid w:val="00711079"/>
    <w:rsid w:val="0071111E"/>
    <w:rsid w:val="00712F47"/>
    <w:rsid w:val="007135F0"/>
    <w:rsid w:val="00713BD8"/>
    <w:rsid w:val="00713F5D"/>
    <w:rsid w:val="00715C4A"/>
    <w:rsid w:val="00716A08"/>
    <w:rsid w:val="007178D1"/>
    <w:rsid w:val="00720463"/>
    <w:rsid w:val="00720708"/>
    <w:rsid w:val="00720E68"/>
    <w:rsid w:val="00722E15"/>
    <w:rsid w:val="00723667"/>
    <w:rsid w:val="00730750"/>
    <w:rsid w:val="00730E11"/>
    <w:rsid w:val="00730FCB"/>
    <w:rsid w:val="007350FA"/>
    <w:rsid w:val="007352C9"/>
    <w:rsid w:val="00735964"/>
    <w:rsid w:val="00736DDB"/>
    <w:rsid w:val="007406AD"/>
    <w:rsid w:val="007425DE"/>
    <w:rsid w:val="00742A8C"/>
    <w:rsid w:val="007469AB"/>
    <w:rsid w:val="00747C6D"/>
    <w:rsid w:val="00750F06"/>
    <w:rsid w:val="0075361F"/>
    <w:rsid w:val="00756225"/>
    <w:rsid w:val="00756C76"/>
    <w:rsid w:val="00757C86"/>
    <w:rsid w:val="0076002A"/>
    <w:rsid w:val="007603CD"/>
    <w:rsid w:val="007615FB"/>
    <w:rsid w:val="00761E60"/>
    <w:rsid w:val="00762CFA"/>
    <w:rsid w:val="00763516"/>
    <w:rsid w:val="007654C1"/>
    <w:rsid w:val="00765C8D"/>
    <w:rsid w:val="00772C29"/>
    <w:rsid w:val="007740C9"/>
    <w:rsid w:val="00774A5D"/>
    <w:rsid w:val="00776C5A"/>
    <w:rsid w:val="0078046F"/>
    <w:rsid w:val="0078148B"/>
    <w:rsid w:val="00783600"/>
    <w:rsid w:val="0078446B"/>
    <w:rsid w:val="0078685F"/>
    <w:rsid w:val="00786BDD"/>
    <w:rsid w:val="0078730A"/>
    <w:rsid w:val="00792E08"/>
    <w:rsid w:val="00795924"/>
    <w:rsid w:val="00796C98"/>
    <w:rsid w:val="00796CD5"/>
    <w:rsid w:val="00797103"/>
    <w:rsid w:val="00797B2E"/>
    <w:rsid w:val="007A1AD6"/>
    <w:rsid w:val="007A2AC3"/>
    <w:rsid w:val="007A3EF4"/>
    <w:rsid w:val="007A45EE"/>
    <w:rsid w:val="007A52FA"/>
    <w:rsid w:val="007A6D5C"/>
    <w:rsid w:val="007A7CAE"/>
    <w:rsid w:val="007B019C"/>
    <w:rsid w:val="007B08D3"/>
    <w:rsid w:val="007B7375"/>
    <w:rsid w:val="007C0237"/>
    <w:rsid w:val="007C09DE"/>
    <w:rsid w:val="007C2F33"/>
    <w:rsid w:val="007C3823"/>
    <w:rsid w:val="007C4472"/>
    <w:rsid w:val="007C453C"/>
    <w:rsid w:val="007C4E65"/>
    <w:rsid w:val="007D2A92"/>
    <w:rsid w:val="007D46FD"/>
    <w:rsid w:val="007D72E1"/>
    <w:rsid w:val="007D73E4"/>
    <w:rsid w:val="007D7B17"/>
    <w:rsid w:val="007E0390"/>
    <w:rsid w:val="007E0458"/>
    <w:rsid w:val="007E181B"/>
    <w:rsid w:val="007E3106"/>
    <w:rsid w:val="007E530C"/>
    <w:rsid w:val="007E6160"/>
    <w:rsid w:val="007E6F1D"/>
    <w:rsid w:val="007F1443"/>
    <w:rsid w:val="007F1D0A"/>
    <w:rsid w:val="007F4174"/>
    <w:rsid w:val="007F4981"/>
    <w:rsid w:val="007F577F"/>
    <w:rsid w:val="008019E8"/>
    <w:rsid w:val="00802E63"/>
    <w:rsid w:val="00803E07"/>
    <w:rsid w:val="00804D10"/>
    <w:rsid w:val="00805409"/>
    <w:rsid w:val="00805B11"/>
    <w:rsid w:val="00810F5C"/>
    <w:rsid w:val="00812060"/>
    <w:rsid w:val="00812C4C"/>
    <w:rsid w:val="00813135"/>
    <w:rsid w:val="00816588"/>
    <w:rsid w:val="008206C1"/>
    <w:rsid w:val="00820928"/>
    <w:rsid w:val="00821BCC"/>
    <w:rsid w:val="0082260D"/>
    <w:rsid w:val="00830A5F"/>
    <w:rsid w:val="00842D90"/>
    <w:rsid w:val="00844A55"/>
    <w:rsid w:val="00845944"/>
    <w:rsid w:val="00846501"/>
    <w:rsid w:val="00847BDD"/>
    <w:rsid w:val="00850E79"/>
    <w:rsid w:val="0085142C"/>
    <w:rsid w:val="00852494"/>
    <w:rsid w:val="008527CC"/>
    <w:rsid w:val="00852F66"/>
    <w:rsid w:val="0085465D"/>
    <w:rsid w:val="00854837"/>
    <w:rsid w:val="00854B0E"/>
    <w:rsid w:val="00856848"/>
    <w:rsid w:val="00857C95"/>
    <w:rsid w:val="00861449"/>
    <w:rsid w:val="0086262C"/>
    <w:rsid w:val="0086334B"/>
    <w:rsid w:val="00863725"/>
    <w:rsid w:val="008648C0"/>
    <w:rsid w:val="00864B1B"/>
    <w:rsid w:val="00864B52"/>
    <w:rsid w:val="00864CEF"/>
    <w:rsid w:val="008661FF"/>
    <w:rsid w:val="00871271"/>
    <w:rsid w:val="00871F13"/>
    <w:rsid w:val="00872CF9"/>
    <w:rsid w:val="00873CE8"/>
    <w:rsid w:val="00876216"/>
    <w:rsid w:val="0088395D"/>
    <w:rsid w:val="00884703"/>
    <w:rsid w:val="00884C27"/>
    <w:rsid w:val="00884CAE"/>
    <w:rsid w:val="00886699"/>
    <w:rsid w:val="00890553"/>
    <w:rsid w:val="00892E1E"/>
    <w:rsid w:val="00895CD0"/>
    <w:rsid w:val="008963C4"/>
    <w:rsid w:val="008A056C"/>
    <w:rsid w:val="008A306A"/>
    <w:rsid w:val="008A4D18"/>
    <w:rsid w:val="008A7124"/>
    <w:rsid w:val="008A7275"/>
    <w:rsid w:val="008A76E4"/>
    <w:rsid w:val="008B0C14"/>
    <w:rsid w:val="008B1C83"/>
    <w:rsid w:val="008B1DB3"/>
    <w:rsid w:val="008B2409"/>
    <w:rsid w:val="008B29F6"/>
    <w:rsid w:val="008B56D4"/>
    <w:rsid w:val="008B6054"/>
    <w:rsid w:val="008C09D1"/>
    <w:rsid w:val="008C1852"/>
    <w:rsid w:val="008C4A3F"/>
    <w:rsid w:val="008D0610"/>
    <w:rsid w:val="008D358E"/>
    <w:rsid w:val="008D602A"/>
    <w:rsid w:val="008E5D63"/>
    <w:rsid w:val="008E74BC"/>
    <w:rsid w:val="008F7C9E"/>
    <w:rsid w:val="00901CF0"/>
    <w:rsid w:val="0090280D"/>
    <w:rsid w:val="00902962"/>
    <w:rsid w:val="00904D12"/>
    <w:rsid w:val="00905189"/>
    <w:rsid w:val="00905640"/>
    <w:rsid w:val="00905AB6"/>
    <w:rsid w:val="0090627B"/>
    <w:rsid w:val="00906C57"/>
    <w:rsid w:val="00906D0E"/>
    <w:rsid w:val="00907BB7"/>
    <w:rsid w:val="00910778"/>
    <w:rsid w:val="0091094C"/>
    <w:rsid w:val="0091172D"/>
    <w:rsid w:val="00914520"/>
    <w:rsid w:val="009155A1"/>
    <w:rsid w:val="009161A5"/>
    <w:rsid w:val="00916F8D"/>
    <w:rsid w:val="00926B84"/>
    <w:rsid w:val="0093236E"/>
    <w:rsid w:val="00932D22"/>
    <w:rsid w:val="00933ECE"/>
    <w:rsid w:val="00934368"/>
    <w:rsid w:val="0093552F"/>
    <w:rsid w:val="00941AC8"/>
    <w:rsid w:val="009421BE"/>
    <w:rsid w:val="009449BA"/>
    <w:rsid w:val="0095003A"/>
    <w:rsid w:val="009500A3"/>
    <w:rsid w:val="00951DB4"/>
    <w:rsid w:val="00953416"/>
    <w:rsid w:val="00953519"/>
    <w:rsid w:val="00953997"/>
    <w:rsid w:val="00954E0A"/>
    <w:rsid w:val="00955258"/>
    <w:rsid w:val="00955542"/>
    <w:rsid w:val="009579B6"/>
    <w:rsid w:val="0096059F"/>
    <w:rsid w:val="00961DAF"/>
    <w:rsid w:val="00962F3B"/>
    <w:rsid w:val="00965327"/>
    <w:rsid w:val="009659D6"/>
    <w:rsid w:val="0096676C"/>
    <w:rsid w:val="009668A5"/>
    <w:rsid w:val="0096756F"/>
    <w:rsid w:val="009677A4"/>
    <w:rsid w:val="009724A1"/>
    <w:rsid w:val="009729BB"/>
    <w:rsid w:val="00976C63"/>
    <w:rsid w:val="009803F6"/>
    <w:rsid w:val="00981796"/>
    <w:rsid w:val="00981935"/>
    <w:rsid w:val="0098234C"/>
    <w:rsid w:val="009841B4"/>
    <w:rsid w:val="0098608F"/>
    <w:rsid w:val="0098634D"/>
    <w:rsid w:val="0098686F"/>
    <w:rsid w:val="00987500"/>
    <w:rsid w:val="0099006D"/>
    <w:rsid w:val="009908CA"/>
    <w:rsid w:val="0099181E"/>
    <w:rsid w:val="00991914"/>
    <w:rsid w:val="00992854"/>
    <w:rsid w:val="00992EE6"/>
    <w:rsid w:val="0099324E"/>
    <w:rsid w:val="00993D40"/>
    <w:rsid w:val="009940D8"/>
    <w:rsid w:val="009948D0"/>
    <w:rsid w:val="00994E66"/>
    <w:rsid w:val="00995E20"/>
    <w:rsid w:val="0099776A"/>
    <w:rsid w:val="009A1C51"/>
    <w:rsid w:val="009A4A14"/>
    <w:rsid w:val="009A6716"/>
    <w:rsid w:val="009A7757"/>
    <w:rsid w:val="009B4107"/>
    <w:rsid w:val="009B5869"/>
    <w:rsid w:val="009B6C24"/>
    <w:rsid w:val="009C011D"/>
    <w:rsid w:val="009C16E4"/>
    <w:rsid w:val="009C3680"/>
    <w:rsid w:val="009C3FBC"/>
    <w:rsid w:val="009C5142"/>
    <w:rsid w:val="009C6909"/>
    <w:rsid w:val="009D03C6"/>
    <w:rsid w:val="009D3891"/>
    <w:rsid w:val="009D48A4"/>
    <w:rsid w:val="009D4F5D"/>
    <w:rsid w:val="009D5E19"/>
    <w:rsid w:val="009D694C"/>
    <w:rsid w:val="009D7B3D"/>
    <w:rsid w:val="009D7FBD"/>
    <w:rsid w:val="009E0E4C"/>
    <w:rsid w:val="009E1B47"/>
    <w:rsid w:val="009E28C0"/>
    <w:rsid w:val="009E2D68"/>
    <w:rsid w:val="009E2F7B"/>
    <w:rsid w:val="009E311E"/>
    <w:rsid w:val="009E39DD"/>
    <w:rsid w:val="009E44BF"/>
    <w:rsid w:val="009E507A"/>
    <w:rsid w:val="009F3345"/>
    <w:rsid w:val="009F3D44"/>
    <w:rsid w:val="009F5D59"/>
    <w:rsid w:val="009F5FD7"/>
    <w:rsid w:val="009F7334"/>
    <w:rsid w:val="009F73FD"/>
    <w:rsid w:val="009F7877"/>
    <w:rsid w:val="00A012D7"/>
    <w:rsid w:val="00A02515"/>
    <w:rsid w:val="00A03988"/>
    <w:rsid w:val="00A039BA"/>
    <w:rsid w:val="00A03B0D"/>
    <w:rsid w:val="00A03DED"/>
    <w:rsid w:val="00A05116"/>
    <w:rsid w:val="00A05EA4"/>
    <w:rsid w:val="00A0699F"/>
    <w:rsid w:val="00A06AB0"/>
    <w:rsid w:val="00A1331A"/>
    <w:rsid w:val="00A14CA4"/>
    <w:rsid w:val="00A20202"/>
    <w:rsid w:val="00A216F8"/>
    <w:rsid w:val="00A21F1B"/>
    <w:rsid w:val="00A236B1"/>
    <w:rsid w:val="00A236E4"/>
    <w:rsid w:val="00A2392D"/>
    <w:rsid w:val="00A24783"/>
    <w:rsid w:val="00A26346"/>
    <w:rsid w:val="00A26BD1"/>
    <w:rsid w:val="00A27C3A"/>
    <w:rsid w:val="00A34471"/>
    <w:rsid w:val="00A35591"/>
    <w:rsid w:val="00A37852"/>
    <w:rsid w:val="00A4011B"/>
    <w:rsid w:val="00A419C6"/>
    <w:rsid w:val="00A43590"/>
    <w:rsid w:val="00A46B5C"/>
    <w:rsid w:val="00A50F01"/>
    <w:rsid w:val="00A52276"/>
    <w:rsid w:val="00A52621"/>
    <w:rsid w:val="00A53987"/>
    <w:rsid w:val="00A5452D"/>
    <w:rsid w:val="00A55F4A"/>
    <w:rsid w:val="00A605EC"/>
    <w:rsid w:val="00A60745"/>
    <w:rsid w:val="00A62028"/>
    <w:rsid w:val="00A65075"/>
    <w:rsid w:val="00A6507D"/>
    <w:rsid w:val="00A710DC"/>
    <w:rsid w:val="00A7316C"/>
    <w:rsid w:val="00A73EAE"/>
    <w:rsid w:val="00A7587A"/>
    <w:rsid w:val="00A75C3B"/>
    <w:rsid w:val="00A75C91"/>
    <w:rsid w:val="00A7637E"/>
    <w:rsid w:val="00A7651B"/>
    <w:rsid w:val="00A77174"/>
    <w:rsid w:val="00A802F1"/>
    <w:rsid w:val="00A806E4"/>
    <w:rsid w:val="00A82C7F"/>
    <w:rsid w:val="00A848DE"/>
    <w:rsid w:val="00A87FC7"/>
    <w:rsid w:val="00A90E53"/>
    <w:rsid w:val="00A935B2"/>
    <w:rsid w:val="00AA033E"/>
    <w:rsid w:val="00AA1A62"/>
    <w:rsid w:val="00AA39B0"/>
    <w:rsid w:val="00AB287B"/>
    <w:rsid w:val="00AB3CD5"/>
    <w:rsid w:val="00AB6EF0"/>
    <w:rsid w:val="00AB7491"/>
    <w:rsid w:val="00AC0E0A"/>
    <w:rsid w:val="00AC238D"/>
    <w:rsid w:val="00AC3D14"/>
    <w:rsid w:val="00AC3DE4"/>
    <w:rsid w:val="00AC4AEC"/>
    <w:rsid w:val="00AC5CB3"/>
    <w:rsid w:val="00AC5FFA"/>
    <w:rsid w:val="00AD3B4B"/>
    <w:rsid w:val="00AD4693"/>
    <w:rsid w:val="00AD4749"/>
    <w:rsid w:val="00AD602C"/>
    <w:rsid w:val="00AE17F7"/>
    <w:rsid w:val="00AE1B37"/>
    <w:rsid w:val="00AE1F95"/>
    <w:rsid w:val="00AE243B"/>
    <w:rsid w:val="00AE2821"/>
    <w:rsid w:val="00AE3120"/>
    <w:rsid w:val="00AE3C9B"/>
    <w:rsid w:val="00AE6C6B"/>
    <w:rsid w:val="00AE7FFD"/>
    <w:rsid w:val="00AF00A7"/>
    <w:rsid w:val="00AF0559"/>
    <w:rsid w:val="00AF0DB1"/>
    <w:rsid w:val="00AF1A60"/>
    <w:rsid w:val="00AF33F3"/>
    <w:rsid w:val="00AF358D"/>
    <w:rsid w:val="00AF486A"/>
    <w:rsid w:val="00AF55C4"/>
    <w:rsid w:val="00AF64C5"/>
    <w:rsid w:val="00AF75CA"/>
    <w:rsid w:val="00B0161E"/>
    <w:rsid w:val="00B03FB2"/>
    <w:rsid w:val="00B0709A"/>
    <w:rsid w:val="00B07733"/>
    <w:rsid w:val="00B106A0"/>
    <w:rsid w:val="00B106E5"/>
    <w:rsid w:val="00B10B37"/>
    <w:rsid w:val="00B11B61"/>
    <w:rsid w:val="00B120F9"/>
    <w:rsid w:val="00B12382"/>
    <w:rsid w:val="00B12DC1"/>
    <w:rsid w:val="00B14C4F"/>
    <w:rsid w:val="00B1684A"/>
    <w:rsid w:val="00B168F4"/>
    <w:rsid w:val="00B16D51"/>
    <w:rsid w:val="00B2274C"/>
    <w:rsid w:val="00B22B69"/>
    <w:rsid w:val="00B25068"/>
    <w:rsid w:val="00B26C90"/>
    <w:rsid w:val="00B30D3E"/>
    <w:rsid w:val="00B31B9B"/>
    <w:rsid w:val="00B31CB1"/>
    <w:rsid w:val="00B31FD5"/>
    <w:rsid w:val="00B33918"/>
    <w:rsid w:val="00B34A4F"/>
    <w:rsid w:val="00B35366"/>
    <w:rsid w:val="00B35CFD"/>
    <w:rsid w:val="00B37F8E"/>
    <w:rsid w:val="00B4049A"/>
    <w:rsid w:val="00B40F06"/>
    <w:rsid w:val="00B41FED"/>
    <w:rsid w:val="00B457B7"/>
    <w:rsid w:val="00B45B5D"/>
    <w:rsid w:val="00B45EFA"/>
    <w:rsid w:val="00B46B55"/>
    <w:rsid w:val="00B47A74"/>
    <w:rsid w:val="00B51756"/>
    <w:rsid w:val="00B5196C"/>
    <w:rsid w:val="00B51C17"/>
    <w:rsid w:val="00B528AB"/>
    <w:rsid w:val="00B52C58"/>
    <w:rsid w:val="00B53E77"/>
    <w:rsid w:val="00B5459E"/>
    <w:rsid w:val="00B547CA"/>
    <w:rsid w:val="00B55EAC"/>
    <w:rsid w:val="00B5702B"/>
    <w:rsid w:val="00B60826"/>
    <w:rsid w:val="00B61C29"/>
    <w:rsid w:val="00B6293B"/>
    <w:rsid w:val="00B67238"/>
    <w:rsid w:val="00B70602"/>
    <w:rsid w:val="00B724A5"/>
    <w:rsid w:val="00B7259C"/>
    <w:rsid w:val="00B759AF"/>
    <w:rsid w:val="00B76313"/>
    <w:rsid w:val="00B771AD"/>
    <w:rsid w:val="00B7756E"/>
    <w:rsid w:val="00B81374"/>
    <w:rsid w:val="00B82639"/>
    <w:rsid w:val="00B82901"/>
    <w:rsid w:val="00B82B44"/>
    <w:rsid w:val="00B83F5C"/>
    <w:rsid w:val="00B852E7"/>
    <w:rsid w:val="00B85E91"/>
    <w:rsid w:val="00B91EB5"/>
    <w:rsid w:val="00B9555E"/>
    <w:rsid w:val="00B95D15"/>
    <w:rsid w:val="00B9603F"/>
    <w:rsid w:val="00B969F8"/>
    <w:rsid w:val="00B97644"/>
    <w:rsid w:val="00B97AA4"/>
    <w:rsid w:val="00BA3080"/>
    <w:rsid w:val="00BA3D80"/>
    <w:rsid w:val="00BA5292"/>
    <w:rsid w:val="00BA7D0F"/>
    <w:rsid w:val="00BB40C9"/>
    <w:rsid w:val="00BB4A70"/>
    <w:rsid w:val="00BB50FB"/>
    <w:rsid w:val="00BB5358"/>
    <w:rsid w:val="00BB5DAC"/>
    <w:rsid w:val="00BB6989"/>
    <w:rsid w:val="00BB6EAA"/>
    <w:rsid w:val="00BB7101"/>
    <w:rsid w:val="00BB751B"/>
    <w:rsid w:val="00BC2574"/>
    <w:rsid w:val="00BC2925"/>
    <w:rsid w:val="00BC5089"/>
    <w:rsid w:val="00BD15AF"/>
    <w:rsid w:val="00BD1ADD"/>
    <w:rsid w:val="00BD25C8"/>
    <w:rsid w:val="00BD2C91"/>
    <w:rsid w:val="00BD3162"/>
    <w:rsid w:val="00BD4406"/>
    <w:rsid w:val="00BD459A"/>
    <w:rsid w:val="00BD4A1D"/>
    <w:rsid w:val="00BD5131"/>
    <w:rsid w:val="00BD608F"/>
    <w:rsid w:val="00BD7467"/>
    <w:rsid w:val="00BD7B7D"/>
    <w:rsid w:val="00BE0B3C"/>
    <w:rsid w:val="00BE2AA3"/>
    <w:rsid w:val="00BE63D4"/>
    <w:rsid w:val="00BE6C47"/>
    <w:rsid w:val="00BF16E2"/>
    <w:rsid w:val="00BF22B3"/>
    <w:rsid w:val="00BF50A0"/>
    <w:rsid w:val="00C00E8E"/>
    <w:rsid w:val="00C01447"/>
    <w:rsid w:val="00C01F24"/>
    <w:rsid w:val="00C03163"/>
    <w:rsid w:val="00C058BF"/>
    <w:rsid w:val="00C07427"/>
    <w:rsid w:val="00C11069"/>
    <w:rsid w:val="00C1235B"/>
    <w:rsid w:val="00C24851"/>
    <w:rsid w:val="00C25147"/>
    <w:rsid w:val="00C25B15"/>
    <w:rsid w:val="00C30CCA"/>
    <w:rsid w:val="00C33C17"/>
    <w:rsid w:val="00C35AF9"/>
    <w:rsid w:val="00C35EFB"/>
    <w:rsid w:val="00C37221"/>
    <w:rsid w:val="00C372D8"/>
    <w:rsid w:val="00C4205F"/>
    <w:rsid w:val="00C44062"/>
    <w:rsid w:val="00C452AF"/>
    <w:rsid w:val="00C465E1"/>
    <w:rsid w:val="00C4786C"/>
    <w:rsid w:val="00C5009F"/>
    <w:rsid w:val="00C50502"/>
    <w:rsid w:val="00C5168D"/>
    <w:rsid w:val="00C5286B"/>
    <w:rsid w:val="00C54325"/>
    <w:rsid w:val="00C574DD"/>
    <w:rsid w:val="00C601C8"/>
    <w:rsid w:val="00C604FF"/>
    <w:rsid w:val="00C6167F"/>
    <w:rsid w:val="00C6181B"/>
    <w:rsid w:val="00C649C4"/>
    <w:rsid w:val="00C70241"/>
    <w:rsid w:val="00C70DF3"/>
    <w:rsid w:val="00C71F6D"/>
    <w:rsid w:val="00C74731"/>
    <w:rsid w:val="00C74AC4"/>
    <w:rsid w:val="00C776FB"/>
    <w:rsid w:val="00C83A96"/>
    <w:rsid w:val="00C84316"/>
    <w:rsid w:val="00C84A9B"/>
    <w:rsid w:val="00C85429"/>
    <w:rsid w:val="00C86183"/>
    <w:rsid w:val="00C86C9B"/>
    <w:rsid w:val="00C8773A"/>
    <w:rsid w:val="00C90841"/>
    <w:rsid w:val="00C92DAE"/>
    <w:rsid w:val="00C93487"/>
    <w:rsid w:val="00C95F8B"/>
    <w:rsid w:val="00C967A4"/>
    <w:rsid w:val="00C96C5B"/>
    <w:rsid w:val="00CA17CA"/>
    <w:rsid w:val="00CA1A95"/>
    <w:rsid w:val="00CA3695"/>
    <w:rsid w:val="00CA46C7"/>
    <w:rsid w:val="00CA4A89"/>
    <w:rsid w:val="00CA5FC1"/>
    <w:rsid w:val="00CA60B4"/>
    <w:rsid w:val="00CB03E2"/>
    <w:rsid w:val="00CB09D4"/>
    <w:rsid w:val="00CB11B1"/>
    <w:rsid w:val="00CB2071"/>
    <w:rsid w:val="00CB2205"/>
    <w:rsid w:val="00CB2390"/>
    <w:rsid w:val="00CB2C60"/>
    <w:rsid w:val="00CB2D64"/>
    <w:rsid w:val="00CB30D5"/>
    <w:rsid w:val="00CB46F7"/>
    <w:rsid w:val="00CB490D"/>
    <w:rsid w:val="00CB5FD4"/>
    <w:rsid w:val="00CB76A3"/>
    <w:rsid w:val="00CB7974"/>
    <w:rsid w:val="00CC0D99"/>
    <w:rsid w:val="00CC2548"/>
    <w:rsid w:val="00CC26C3"/>
    <w:rsid w:val="00CC3EC3"/>
    <w:rsid w:val="00CC4784"/>
    <w:rsid w:val="00CC6072"/>
    <w:rsid w:val="00CC62F3"/>
    <w:rsid w:val="00CC6368"/>
    <w:rsid w:val="00CC6F7D"/>
    <w:rsid w:val="00CC7C74"/>
    <w:rsid w:val="00CC7CA7"/>
    <w:rsid w:val="00CC7D38"/>
    <w:rsid w:val="00CD1259"/>
    <w:rsid w:val="00CD375C"/>
    <w:rsid w:val="00CD579E"/>
    <w:rsid w:val="00CD5CA0"/>
    <w:rsid w:val="00CD7AB5"/>
    <w:rsid w:val="00CE0546"/>
    <w:rsid w:val="00CE11A6"/>
    <w:rsid w:val="00CE48C4"/>
    <w:rsid w:val="00CE4EAE"/>
    <w:rsid w:val="00CE71A8"/>
    <w:rsid w:val="00CF14BE"/>
    <w:rsid w:val="00CF2218"/>
    <w:rsid w:val="00CF6089"/>
    <w:rsid w:val="00CF750B"/>
    <w:rsid w:val="00CF7FEF"/>
    <w:rsid w:val="00D01B33"/>
    <w:rsid w:val="00D058B9"/>
    <w:rsid w:val="00D0655B"/>
    <w:rsid w:val="00D073C0"/>
    <w:rsid w:val="00D0760C"/>
    <w:rsid w:val="00D07F9F"/>
    <w:rsid w:val="00D11BDA"/>
    <w:rsid w:val="00D13958"/>
    <w:rsid w:val="00D13EA0"/>
    <w:rsid w:val="00D16CDF"/>
    <w:rsid w:val="00D1727D"/>
    <w:rsid w:val="00D20331"/>
    <w:rsid w:val="00D205C5"/>
    <w:rsid w:val="00D20BF3"/>
    <w:rsid w:val="00D230AC"/>
    <w:rsid w:val="00D23527"/>
    <w:rsid w:val="00D25C02"/>
    <w:rsid w:val="00D3043F"/>
    <w:rsid w:val="00D30E35"/>
    <w:rsid w:val="00D31DAF"/>
    <w:rsid w:val="00D35930"/>
    <w:rsid w:val="00D37FD0"/>
    <w:rsid w:val="00D42017"/>
    <w:rsid w:val="00D4294B"/>
    <w:rsid w:val="00D440C7"/>
    <w:rsid w:val="00D4679F"/>
    <w:rsid w:val="00D51C05"/>
    <w:rsid w:val="00D551BC"/>
    <w:rsid w:val="00D55D19"/>
    <w:rsid w:val="00D56EAB"/>
    <w:rsid w:val="00D60821"/>
    <w:rsid w:val="00D61570"/>
    <w:rsid w:val="00D63697"/>
    <w:rsid w:val="00D65282"/>
    <w:rsid w:val="00D65D54"/>
    <w:rsid w:val="00D67DB3"/>
    <w:rsid w:val="00D67EA3"/>
    <w:rsid w:val="00D7160D"/>
    <w:rsid w:val="00D76F9F"/>
    <w:rsid w:val="00D820DB"/>
    <w:rsid w:val="00D82377"/>
    <w:rsid w:val="00D83B20"/>
    <w:rsid w:val="00D86CDE"/>
    <w:rsid w:val="00D87794"/>
    <w:rsid w:val="00D87B77"/>
    <w:rsid w:val="00D9388C"/>
    <w:rsid w:val="00DA15EA"/>
    <w:rsid w:val="00DA236A"/>
    <w:rsid w:val="00DA2AC6"/>
    <w:rsid w:val="00DA327B"/>
    <w:rsid w:val="00DA4901"/>
    <w:rsid w:val="00DA544A"/>
    <w:rsid w:val="00DA5569"/>
    <w:rsid w:val="00DA5E23"/>
    <w:rsid w:val="00DA60EA"/>
    <w:rsid w:val="00DA710E"/>
    <w:rsid w:val="00DA74DE"/>
    <w:rsid w:val="00DB055C"/>
    <w:rsid w:val="00DB11F9"/>
    <w:rsid w:val="00DB2822"/>
    <w:rsid w:val="00DB49BC"/>
    <w:rsid w:val="00DC0969"/>
    <w:rsid w:val="00DC29C6"/>
    <w:rsid w:val="00DC56D9"/>
    <w:rsid w:val="00DC6100"/>
    <w:rsid w:val="00DC6186"/>
    <w:rsid w:val="00DD335E"/>
    <w:rsid w:val="00DD4CB0"/>
    <w:rsid w:val="00DD51A6"/>
    <w:rsid w:val="00DD6BAF"/>
    <w:rsid w:val="00DD7269"/>
    <w:rsid w:val="00DE0730"/>
    <w:rsid w:val="00DE2E48"/>
    <w:rsid w:val="00DE3ED2"/>
    <w:rsid w:val="00DE409C"/>
    <w:rsid w:val="00DE61E4"/>
    <w:rsid w:val="00DE7767"/>
    <w:rsid w:val="00DF066B"/>
    <w:rsid w:val="00DF0E2F"/>
    <w:rsid w:val="00DF2215"/>
    <w:rsid w:val="00DF5C4F"/>
    <w:rsid w:val="00DF7379"/>
    <w:rsid w:val="00E0021F"/>
    <w:rsid w:val="00E00927"/>
    <w:rsid w:val="00E00A1D"/>
    <w:rsid w:val="00E01C38"/>
    <w:rsid w:val="00E030EC"/>
    <w:rsid w:val="00E032A8"/>
    <w:rsid w:val="00E0491F"/>
    <w:rsid w:val="00E04DBF"/>
    <w:rsid w:val="00E057D8"/>
    <w:rsid w:val="00E05CDE"/>
    <w:rsid w:val="00E0739F"/>
    <w:rsid w:val="00E10457"/>
    <w:rsid w:val="00E10F04"/>
    <w:rsid w:val="00E174D6"/>
    <w:rsid w:val="00E206D2"/>
    <w:rsid w:val="00E238E5"/>
    <w:rsid w:val="00E311BA"/>
    <w:rsid w:val="00E3139E"/>
    <w:rsid w:val="00E33170"/>
    <w:rsid w:val="00E3780B"/>
    <w:rsid w:val="00E40A5C"/>
    <w:rsid w:val="00E4309D"/>
    <w:rsid w:val="00E5237C"/>
    <w:rsid w:val="00E53FC9"/>
    <w:rsid w:val="00E548ED"/>
    <w:rsid w:val="00E55705"/>
    <w:rsid w:val="00E566F5"/>
    <w:rsid w:val="00E56898"/>
    <w:rsid w:val="00E57C9A"/>
    <w:rsid w:val="00E61744"/>
    <w:rsid w:val="00E626DA"/>
    <w:rsid w:val="00E63E20"/>
    <w:rsid w:val="00E64270"/>
    <w:rsid w:val="00E66AF3"/>
    <w:rsid w:val="00E672E5"/>
    <w:rsid w:val="00E677B1"/>
    <w:rsid w:val="00E709FD"/>
    <w:rsid w:val="00E71099"/>
    <w:rsid w:val="00E72216"/>
    <w:rsid w:val="00E72FBC"/>
    <w:rsid w:val="00E77669"/>
    <w:rsid w:val="00E80496"/>
    <w:rsid w:val="00E80FB6"/>
    <w:rsid w:val="00E8139D"/>
    <w:rsid w:val="00E82DAA"/>
    <w:rsid w:val="00E839E0"/>
    <w:rsid w:val="00E85145"/>
    <w:rsid w:val="00E86D89"/>
    <w:rsid w:val="00E8708B"/>
    <w:rsid w:val="00E91758"/>
    <w:rsid w:val="00E919DF"/>
    <w:rsid w:val="00E94FAC"/>
    <w:rsid w:val="00E966FA"/>
    <w:rsid w:val="00E974B6"/>
    <w:rsid w:val="00E97FE3"/>
    <w:rsid w:val="00EA070A"/>
    <w:rsid w:val="00EA08A2"/>
    <w:rsid w:val="00EA24CC"/>
    <w:rsid w:val="00EA2A4B"/>
    <w:rsid w:val="00EA31CA"/>
    <w:rsid w:val="00EA3546"/>
    <w:rsid w:val="00EA5BE6"/>
    <w:rsid w:val="00EA628E"/>
    <w:rsid w:val="00EA62EF"/>
    <w:rsid w:val="00EB13C4"/>
    <w:rsid w:val="00EB14E5"/>
    <w:rsid w:val="00EB1826"/>
    <w:rsid w:val="00EB27E7"/>
    <w:rsid w:val="00EB2BB3"/>
    <w:rsid w:val="00EB3B62"/>
    <w:rsid w:val="00EB3B9E"/>
    <w:rsid w:val="00EB4502"/>
    <w:rsid w:val="00EB59A0"/>
    <w:rsid w:val="00EB64D7"/>
    <w:rsid w:val="00EB742E"/>
    <w:rsid w:val="00EB7AC1"/>
    <w:rsid w:val="00EB7B09"/>
    <w:rsid w:val="00EC1A4E"/>
    <w:rsid w:val="00EC1ABC"/>
    <w:rsid w:val="00EC3FB7"/>
    <w:rsid w:val="00EC42EB"/>
    <w:rsid w:val="00EC4391"/>
    <w:rsid w:val="00EC54F1"/>
    <w:rsid w:val="00EC71EC"/>
    <w:rsid w:val="00ED0214"/>
    <w:rsid w:val="00ED14FF"/>
    <w:rsid w:val="00ED2DAD"/>
    <w:rsid w:val="00ED2F59"/>
    <w:rsid w:val="00ED5414"/>
    <w:rsid w:val="00ED67C8"/>
    <w:rsid w:val="00EE002D"/>
    <w:rsid w:val="00EE05C4"/>
    <w:rsid w:val="00EE1930"/>
    <w:rsid w:val="00EE2C2D"/>
    <w:rsid w:val="00EE3CA4"/>
    <w:rsid w:val="00EE6089"/>
    <w:rsid w:val="00EE6E1C"/>
    <w:rsid w:val="00EE7CD8"/>
    <w:rsid w:val="00EF1E27"/>
    <w:rsid w:val="00EF3441"/>
    <w:rsid w:val="00EF51F6"/>
    <w:rsid w:val="00EF63C0"/>
    <w:rsid w:val="00EF6E5F"/>
    <w:rsid w:val="00F02410"/>
    <w:rsid w:val="00F02F02"/>
    <w:rsid w:val="00F038A1"/>
    <w:rsid w:val="00F064FD"/>
    <w:rsid w:val="00F10319"/>
    <w:rsid w:val="00F10483"/>
    <w:rsid w:val="00F11512"/>
    <w:rsid w:val="00F11EC9"/>
    <w:rsid w:val="00F126A7"/>
    <w:rsid w:val="00F126AD"/>
    <w:rsid w:val="00F16189"/>
    <w:rsid w:val="00F20D88"/>
    <w:rsid w:val="00F21846"/>
    <w:rsid w:val="00F21C17"/>
    <w:rsid w:val="00F21E33"/>
    <w:rsid w:val="00F23011"/>
    <w:rsid w:val="00F23E86"/>
    <w:rsid w:val="00F26806"/>
    <w:rsid w:val="00F30040"/>
    <w:rsid w:val="00F3068B"/>
    <w:rsid w:val="00F31082"/>
    <w:rsid w:val="00F31C3F"/>
    <w:rsid w:val="00F31DAD"/>
    <w:rsid w:val="00F3229C"/>
    <w:rsid w:val="00F32D9E"/>
    <w:rsid w:val="00F339EB"/>
    <w:rsid w:val="00F33EC0"/>
    <w:rsid w:val="00F36F32"/>
    <w:rsid w:val="00F406AE"/>
    <w:rsid w:val="00F45C0E"/>
    <w:rsid w:val="00F4795D"/>
    <w:rsid w:val="00F50000"/>
    <w:rsid w:val="00F5017E"/>
    <w:rsid w:val="00F5036A"/>
    <w:rsid w:val="00F50549"/>
    <w:rsid w:val="00F50843"/>
    <w:rsid w:val="00F51A7B"/>
    <w:rsid w:val="00F51D27"/>
    <w:rsid w:val="00F51E13"/>
    <w:rsid w:val="00F52618"/>
    <w:rsid w:val="00F537DD"/>
    <w:rsid w:val="00F53CC2"/>
    <w:rsid w:val="00F56558"/>
    <w:rsid w:val="00F56FCD"/>
    <w:rsid w:val="00F60D4C"/>
    <w:rsid w:val="00F61AAE"/>
    <w:rsid w:val="00F62297"/>
    <w:rsid w:val="00F63410"/>
    <w:rsid w:val="00F63CD5"/>
    <w:rsid w:val="00F64DA2"/>
    <w:rsid w:val="00F64E76"/>
    <w:rsid w:val="00F67447"/>
    <w:rsid w:val="00F67920"/>
    <w:rsid w:val="00F704F1"/>
    <w:rsid w:val="00F7117E"/>
    <w:rsid w:val="00F72BBA"/>
    <w:rsid w:val="00F74FA9"/>
    <w:rsid w:val="00F7777D"/>
    <w:rsid w:val="00F84892"/>
    <w:rsid w:val="00F858B9"/>
    <w:rsid w:val="00F85DF6"/>
    <w:rsid w:val="00F86055"/>
    <w:rsid w:val="00F8755F"/>
    <w:rsid w:val="00F903B0"/>
    <w:rsid w:val="00F91725"/>
    <w:rsid w:val="00F93209"/>
    <w:rsid w:val="00F93245"/>
    <w:rsid w:val="00F94B4C"/>
    <w:rsid w:val="00F957EA"/>
    <w:rsid w:val="00F95960"/>
    <w:rsid w:val="00F9636D"/>
    <w:rsid w:val="00F96D58"/>
    <w:rsid w:val="00FA2265"/>
    <w:rsid w:val="00FA3448"/>
    <w:rsid w:val="00FA3AAE"/>
    <w:rsid w:val="00FA5B51"/>
    <w:rsid w:val="00FA6678"/>
    <w:rsid w:val="00FA6D28"/>
    <w:rsid w:val="00FB10E2"/>
    <w:rsid w:val="00FB44B3"/>
    <w:rsid w:val="00FB4870"/>
    <w:rsid w:val="00FB498F"/>
    <w:rsid w:val="00FB4FBF"/>
    <w:rsid w:val="00FB70A7"/>
    <w:rsid w:val="00FC2071"/>
    <w:rsid w:val="00FC53C7"/>
    <w:rsid w:val="00FC542C"/>
    <w:rsid w:val="00FC5F14"/>
    <w:rsid w:val="00FC6B77"/>
    <w:rsid w:val="00FC6EB3"/>
    <w:rsid w:val="00FC6F92"/>
    <w:rsid w:val="00FD09A4"/>
    <w:rsid w:val="00FD2582"/>
    <w:rsid w:val="00FD6AC6"/>
    <w:rsid w:val="00FD6EA9"/>
    <w:rsid w:val="00FD708D"/>
    <w:rsid w:val="00FE084E"/>
    <w:rsid w:val="00FE22A0"/>
    <w:rsid w:val="00FE377F"/>
    <w:rsid w:val="00FE39B9"/>
    <w:rsid w:val="00FE521F"/>
    <w:rsid w:val="00FE633B"/>
    <w:rsid w:val="00FE73C1"/>
    <w:rsid w:val="00FF1085"/>
    <w:rsid w:val="00FF15C3"/>
    <w:rsid w:val="00FF3F82"/>
    <w:rsid w:val="00FF62A5"/>
    <w:rsid w:val="00FF6319"/>
    <w:rsid w:val="00FF6FC4"/>
    <w:rsid w:val="00FF794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6C927B"/>
  <w15:docId w15:val="{18EA3765-E154-4D70-BBD5-8B8E84D6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51CB4"/>
    <w:pPr>
      <w:adjustRightInd w:val="0"/>
      <w:snapToGrid w:val="0"/>
      <w:spacing w:line="280" w:lineRule="atLeast"/>
    </w:pPr>
    <w:rPr>
      <w:rFonts w:ascii="Arial" w:hAnsi="Arial"/>
      <w:szCs w:val="24"/>
    </w:rPr>
  </w:style>
  <w:style w:type="paragraph" w:styleId="berschrift1">
    <w:name w:val="heading 1"/>
    <w:basedOn w:val="Blocktext"/>
    <w:next w:val="Blocktext"/>
    <w:qFormat/>
    <w:rsid w:val="00BC22C7"/>
    <w:pPr>
      <w:keepNext/>
      <w:keepLines/>
      <w:numPr>
        <w:numId w:val="11"/>
      </w:numPr>
      <w:spacing w:before="420"/>
      <w:outlineLvl w:val="0"/>
    </w:pPr>
    <w:rPr>
      <w:rFonts w:cs="Arial"/>
      <w:b/>
      <w:bCs/>
      <w:snapToGrid w:val="0"/>
      <w:szCs w:val="32"/>
    </w:rPr>
  </w:style>
  <w:style w:type="paragraph" w:styleId="berschrift2">
    <w:name w:val="heading 2"/>
    <w:basedOn w:val="Blocktext"/>
    <w:next w:val="Blocktext"/>
    <w:qFormat/>
    <w:rsid w:val="0003089D"/>
    <w:pPr>
      <w:keepNext/>
      <w:keepLines/>
      <w:numPr>
        <w:ilvl w:val="1"/>
        <w:numId w:val="11"/>
      </w:numPr>
      <w:spacing w:before="280"/>
      <w:outlineLvl w:val="1"/>
    </w:pPr>
    <w:rPr>
      <w:rFonts w:cs="Arial"/>
      <w:b/>
      <w:bCs/>
      <w:iCs/>
      <w:szCs w:val="28"/>
    </w:rPr>
  </w:style>
  <w:style w:type="paragraph" w:styleId="berschrift3">
    <w:name w:val="heading 3"/>
    <w:basedOn w:val="Blocktext"/>
    <w:next w:val="Blocktext"/>
    <w:qFormat/>
    <w:rsid w:val="0003089D"/>
    <w:pPr>
      <w:keepNext/>
      <w:keepLines/>
      <w:numPr>
        <w:ilvl w:val="2"/>
        <w:numId w:val="11"/>
      </w:numPr>
      <w:outlineLvl w:val="2"/>
    </w:pPr>
    <w:rPr>
      <w:rFonts w:cs="Arial"/>
      <w:b/>
      <w:bCs/>
      <w:szCs w:val="26"/>
    </w:rPr>
  </w:style>
  <w:style w:type="paragraph" w:styleId="berschrift4">
    <w:name w:val="heading 4"/>
    <w:basedOn w:val="Blocktext"/>
    <w:next w:val="Blocktext"/>
    <w:rsid w:val="0011312B"/>
    <w:pPr>
      <w:keepNext/>
      <w:keepLines/>
      <w:numPr>
        <w:ilvl w:val="3"/>
        <w:numId w:val="11"/>
      </w:numPr>
      <w:outlineLvl w:val="3"/>
    </w:pPr>
    <w:rPr>
      <w:b/>
      <w:bCs/>
      <w:szCs w:val="28"/>
    </w:rPr>
  </w:style>
  <w:style w:type="paragraph" w:styleId="berschrift5">
    <w:name w:val="heading 5"/>
    <w:basedOn w:val="Blocktext"/>
    <w:next w:val="Blocktext"/>
    <w:rsid w:val="0011312B"/>
    <w:pPr>
      <w:keepNext/>
      <w:keepLines/>
      <w:numPr>
        <w:ilvl w:val="4"/>
        <w:numId w:val="11"/>
      </w:numPr>
      <w:outlineLvl w:val="4"/>
    </w:pPr>
    <w:rPr>
      <w:b/>
      <w:bCs/>
      <w:iCs/>
      <w:szCs w:val="26"/>
    </w:rPr>
  </w:style>
  <w:style w:type="paragraph" w:styleId="berschrift6">
    <w:name w:val="heading 6"/>
    <w:basedOn w:val="Blocktext"/>
    <w:next w:val="Blocktext"/>
    <w:rsid w:val="0011312B"/>
    <w:pPr>
      <w:keepNext/>
      <w:keepLines/>
      <w:numPr>
        <w:ilvl w:val="5"/>
        <w:numId w:val="11"/>
      </w:numPr>
      <w:outlineLvl w:val="5"/>
    </w:pPr>
    <w:rPr>
      <w:b/>
      <w:bCs/>
      <w:szCs w:val="22"/>
    </w:rPr>
  </w:style>
  <w:style w:type="paragraph" w:styleId="berschrift7">
    <w:name w:val="heading 7"/>
    <w:basedOn w:val="Blocktext"/>
    <w:next w:val="Blocktext"/>
    <w:rsid w:val="00480EAD"/>
    <w:pPr>
      <w:keepNext/>
      <w:keepLines/>
      <w:numPr>
        <w:ilvl w:val="6"/>
        <w:numId w:val="11"/>
      </w:numPr>
      <w:outlineLvl w:val="6"/>
    </w:pPr>
    <w:rPr>
      <w:b/>
    </w:rPr>
  </w:style>
  <w:style w:type="paragraph" w:styleId="berschrift8">
    <w:name w:val="heading 8"/>
    <w:basedOn w:val="Blocktext"/>
    <w:next w:val="Blocktext"/>
    <w:rsid w:val="00480EAD"/>
    <w:pPr>
      <w:keepNext/>
      <w:keepLines/>
      <w:numPr>
        <w:ilvl w:val="7"/>
        <w:numId w:val="11"/>
      </w:numPr>
      <w:outlineLvl w:val="7"/>
    </w:pPr>
    <w:rPr>
      <w:b/>
      <w:iCs/>
    </w:rPr>
  </w:style>
  <w:style w:type="paragraph" w:styleId="berschrift9">
    <w:name w:val="heading 9"/>
    <w:basedOn w:val="Blocktext"/>
    <w:next w:val="Blocktext"/>
    <w:rsid w:val="0011312B"/>
    <w:pPr>
      <w:keepNext/>
      <w:keepLines/>
      <w:numPr>
        <w:ilvl w:val="8"/>
        <w:numId w:val="11"/>
      </w:numPr>
      <w:outlineLvl w:val="8"/>
    </w:pPr>
    <w:rPr>
      <w:rFonts w:cs="Arial"/>
      <w:b/>
      <w:szCs w:val="22"/>
    </w:rPr>
  </w:style>
  <w:style w:type="character" w:default="1" w:styleId="Absatz-Standardschriftart">
    <w:name w:val="Default Paragraph Font"/>
    <w:uiPriority w:val="1"/>
    <w:semiHidden/>
    <w:unhideWhenUsed/>
    <w:rPr>
      <w:lang w:val="de-CH"/>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B67E5"/>
    <w:pPr>
      <w:spacing w:line="260" w:lineRule="exact"/>
    </w:pPr>
    <w:rPr>
      <w:rFonts w:ascii="Arial" w:hAnsi="Arial"/>
      <w:sz w:val="18"/>
    </w:rPr>
    <w:tblPr>
      <w:tblBorders>
        <w:top w:val="single" w:sz="2" w:space="0" w:color="auto"/>
        <w:bottom w:val="single" w:sz="2" w:space="0" w:color="auto"/>
        <w:insideH w:val="single" w:sz="4" w:space="0" w:color="auto"/>
        <w:insideV w:val="single" w:sz="4" w:space="0" w:color="auto"/>
      </w:tblBorders>
      <w:tblCellMar>
        <w:top w:w="28" w:type="dxa"/>
        <w:left w:w="85" w:type="dxa"/>
        <w:bottom w:w="57" w:type="dxa"/>
        <w:right w:w="85" w:type="dxa"/>
      </w:tblCellMar>
    </w:tblPr>
    <w:tblStylePr w:type="firstRow">
      <w:tblPr/>
      <w:trPr>
        <w:tblHeader/>
      </w:trPr>
    </w:tblStylePr>
  </w:style>
  <w:style w:type="paragraph" w:styleId="Kopfzeile">
    <w:name w:val="header"/>
    <w:basedOn w:val="Standard"/>
    <w:link w:val="KopfzeileZchn"/>
    <w:rsid w:val="00BC4679"/>
    <w:rPr>
      <w:sz w:val="17"/>
    </w:rPr>
  </w:style>
  <w:style w:type="paragraph" w:styleId="Fuzeile">
    <w:name w:val="footer"/>
    <w:basedOn w:val="Standard"/>
    <w:rsid w:val="00BB1E81"/>
    <w:pPr>
      <w:tabs>
        <w:tab w:val="right" w:pos="8959"/>
      </w:tabs>
      <w:spacing w:line="240" w:lineRule="auto"/>
    </w:pPr>
    <w:rPr>
      <w:sz w:val="16"/>
    </w:rPr>
  </w:style>
  <w:style w:type="paragraph" w:styleId="Verzeichnis1">
    <w:name w:val="toc 1"/>
    <w:basedOn w:val="Standard"/>
    <w:next w:val="Standard"/>
    <w:uiPriority w:val="39"/>
    <w:rsid w:val="0009297A"/>
    <w:pPr>
      <w:tabs>
        <w:tab w:val="right" w:leader="dot" w:pos="8959"/>
      </w:tabs>
      <w:spacing w:before="140"/>
    </w:pPr>
    <w:rPr>
      <w:b/>
      <w:noProof/>
    </w:rPr>
  </w:style>
  <w:style w:type="paragraph" w:styleId="Verzeichnis2">
    <w:name w:val="toc 2"/>
    <w:basedOn w:val="Standard"/>
    <w:next w:val="Standard"/>
    <w:uiPriority w:val="39"/>
    <w:rsid w:val="00A80595"/>
    <w:pPr>
      <w:tabs>
        <w:tab w:val="right" w:leader="dot" w:pos="8959"/>
      </w:tabs>
      <w:ind w:left="284"/>
    </w:pPr>
  </w:style>
  <w:style w:type="paragraph" w:styleId="Verzeichnis3">
    <w:name w:val="toc 3"/>
    <w:basedOn w:val="Standard"/>
    <w:next w:val="Standard"/>
    <w:autoRedefine/>
    <w:uiPriority w:val="39"/>
    <w:rsid w:val="00A80595"/>
    <w:pPr>
      <w:tabs>
        <w:tab w:val="right" w:leader="dot" w:pos="8959"/>
      </w:tabs>
      <w:ind w:left="567"/>
    </w:pPr>
  </w:style>
  <w:style w:type="character" w:styleId="Hyperlink">
    <w:name w:val="Hyperlink"/>
    <w:basedOn w:val="Absatz-Standardschriftart"/>
    <w:uiPriority w:val="99"/>
    <w:rsid w:val="0099776A"/>
    <w:rPr>
      <w:dstrike w:val="0"/>
      <w:color w:val="0000FF"/>
      <w:u w:val="single"/>
      <w:vertAlign w:val="baseline"/>
      <w:lang w:val="de-CH"/>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rsid w:val="00CA60B4"/>
    <w:pPr>
      <w:keepLines/>
      <w:spacing w:before="140" w:after="240"/>
    </w:pPr>
    <w:rPr>
      <w:bCs/>
      <w:sz w:val="14"/>
      <w:szCs w:val="20"/>
    </w:rPr>
  </w:style>
  <w:style w:type="character" w:styleId="Kommentarzeichen">
    <w:name w:val="annotation reference"/>
    <w:basedOn w:val="Absatz-Standardschriftart"/>
    <w:rsid w:val="009D48A4"/>
    <w:rPr>
      <w:sz w:val="14"/>
      <w:szCs w:val="16"/>
      <w:lang w:val="de-CH"/>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basedOn w:val="Absatz-Standardschriftart"/>
    <w:rsid w:val="00DE409C"/>
    <w:rPr>
      <w:vertAlign w:val="superscript"/>
      <w:lang w:val="de-CH"/>
    </w:rPr>
  </w:style>
  <w:style w:type="paragraph" w:styleId="Endnotentext">
    <w:name w:val="endnote text"/>
    <w:basedOn w:val="Standard"/>
    <w:rsid w:val="009D48A4"/>
    <w:rPr>
      <w:sz w:val="14"/>
      <w:szCs w:val="20"/>
    </w:rPr>
  </w:style>
  <w:style w:type="character" w:styleId="Funotenzeichen">
    <w:name w:val="footnote reference"/>
    <w:basedOn w:val="Absatz-Standardschriftart"/>
    <w:rsid w:val="00DE409C"/>
    <w:rPr>
      <w:vertAlign w:val="superscript"/>
      <w:lang w:val="de-CH"/>
    </w:rPr>
  </w:style>
  <w:style w:type="paragraph" w:styleId="Funotentext">
    <w:name w:val="footnote text"/>
    <w:basedOn w:val="Standard"/>
    <w:link w:val="FunotentextZchn"/>
    <w:rsid w:val="002456DF"/>
    <w:pPr>
      <w:spacing w:line="200" w:lineRule="atLeast"/>
    </w:pPr>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C70241"/>
    <w:rPr>
      <w:rFonts w:ascii="Verdana" w:hAnsi="Verdana"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09297A"/>
    <w:pPr>
      <w:spacing w:after="140"/>
      <w:contextualSpacing/>
    </w:pPr>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uiPriority w:val="39"/>
    <w:rsid w:val="00A80595"/>
    <w:pPr>
      <w:tabs>
        <w:tab w:val="right" w:leader="dot" w:pos="8959"/>
      </w:tabs>
      <w:ind w:left="851"/>
    </w:pPr>
  </w:style>
  <w:style w:type="paragraph" w:styleId="Verzeichnis5">
    <w:name w:val="toc 5"/>
    <w:basedOn w:val="Standard"/>
    <w:next w:val="Standard"/>
    <w:uiPriority w:val="39"/>
    <w:rsid w:val="00A80595"/>
    <w:pPr>
      <w:tabs>
        <w:tab w:val="right" w:leader="dot" w:pos="8959"/>
      </w:tabs>
      <w:ind w:left="1134"/>
    </w:pPr>
  </w:style>
  <w:style w:type="paragraph" w:styleId="Verzeichnis6">
    <w:name w:val="toc 6"/>
    <w:basedOn w:val="Standard"/>
    <w:next w:val="Standard"/>
    <w:uiPriority w:val="39"/>
    <w:rsid w:val="00A80595"/>
    <w:pPr>
      <w:tabs>
        <w:tab w:val="right" w:leader="dot" w:pos="8959"/>
      </w:tabs>
      <w:ind w:left="1418"/>
    </w:pPr>
  </w:style>
  <w:style w:type="paragraph" w:styleId="Verzeichnis7">
    <w:name w:val="toc 7"/>
    <w:basedOn w:val="Standard"/>
    <w:next w:val="Standard"/>
    <w:uiPriority w:val="39"/>
    <w:rsid w:val="00A80595"/>
    <w:pPr>
      <w:tabs>
        <w:tab w:val="right" w:leader="dot" w:pos="8959"/>
      </w:tabs>
      <w:ind w:left="1701"/>
    </w:pPr>
  </w:style>
  <w:style w:type="paragraph" w:styleId="Verzeichnis8">
    <w:name w:val="toc 8"/>
    <w:basedOn w:val="Standard"/>
    <w:next w:val="Standard"/>
    <w:uiPriority w:val="39"/>
    <w:rsid w:val="00A80595"/>
    <w:pPr>
      <w:tabs>
        <w:tab w:val="right" w:leader="dot" w:pos="8959"/>
      </w:tabs>
      <w:ind w:left="1985"/>
    </w:pPr>
  </w:style>
  <w:style w:type="paragraph" w:styleId="Verzeichnis9">
    <w:name w:val="toc 9"/>
    <w:basedOn w:val="Standard"/>
    <w:next w:val="Standard"/>
    <w:uiPriority w:val="39"/>
    <w:rsid w:val="00A80595"/>
    <w:pPr>
      <w:tabs>
        <w:tab w:val="right" w:leader="dot" w:pos="8959"/>
      </w:tabs>
      <w:ind w:left="2268"/>
    </w:pPr>
  </w:style>
  <w:style w:type="paragraph" w:styleId="Titel">
    <w:name w:val="Title"/>
    <w:basedOn w:val="Blocktext"/>
    <w:next w:val="Blocktext"/>
    <w:qFormat/>
    <w:rsid w:val="00233D1E"/>
    <w:pPr>
      <w:keepNext/>
      <w:keepLines/>
      <w:spacing w:before="420"/>
    </w:pPr>
    <w:rPr>
      <w:rFonts w:cs="Arial"/>
      <w:b/>
      <w:bCs/>
      <w:spacing w:val="6"/>
      <w:sz w:val="22"/>
      <w:szCs w:val="32"/>
    </w:rPr>
  </w:style>
  <w:style w:type="paragraph" w:customStyle="1" w:styleId="Betreff">
    <w:name w:val="Betreff"/>
    <w:basedOn w:val="Standard"/>
    <w:qFormat/>
    <w:rsid w:val="006470ED"/>
    <w:pPr>
      <w:spacing w:after="60"/>
      <w:contextualSpacing/>
    </w:pPr>
    <w:rPr>
      <w:b/>
    </w:rPr>
  </w:style>
  <w:style w:type="paragraph" w:styleId="Untertitel">
    <w:name w:val="Subtitle"/>
    <w:basedOn w:val="Standard"/>
    <w:next w:val="Standard"/>
    <w:qFormat/>
    <w:rsid w:val="005808BA"/>
    <w:pPr>
      <w:keepNext/>
      <w:keepLines/>
      <w:spacing w:before="280" w:after="140"/>
    </w:pPr>
    <w:rPr>
      <w:rFonts w:cs="Arial"/>
      <w:b/>
      <w:spacing w:val="6"/>
    </w:rPr>
  </w:style>
  <w:style w:type="character" w:styleId="Fett">
    <w:name w:val="Strong"/>
    <w:basedOn w:val="Absatz-Standardschriftart"/>
    <w:qFormat/>
    <w:rsid w:val="004A3D59"/>
    <w:rPr>
      <w:rFonts w:ascii="Arial" w:hAnsi="Arial"/>
      <w:b/>
      <w:bCs/>
      <w:lang w:val="de-CH"/>
    </w:rPr>
  </w:style>
  <w:style w:type="character" w:customStyle="1" w:styleId="Beschreibung">
    <w:name w:val="Beschreibung"/>
    <w:basedOn w:val="Absatz-Standardschriftart"/>
    <w:qFormat/>
    <w:rsid w:val="004A3D59"/>
    <w:rPr>
      <w:sz w:val="16"/>
      <w:lang w:val="de-CH"/>
    </w:rPr>
  </w:style>
  <w:style w:type="paragraph" w:styleId="Gruformel">
    <w:name w:val="Closing"/>
    <w:basedOn w:val="Standard"/>
    <w:rsid w:val="009C1826"/>
    <w:pPr>
      <w:keepNext/>
      <w:keepLines/>
      <w:spacing w:before="420" w:after="840"/>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qFormat/>
    <w:rsid w:val="00FE4CBD"/>
    <w:pPr>
      <w:keepNext/>
      <w:keepLines/>
    </w:pPr>
  </w:style>
  <w:style w:type="character" w:styleId="Hervorhebung">
    <w:name w:val="Emphasis"/>
    <w:basedOn w:val="Absatz-Standardschriftart"/>
    <w:rsid w:val="009D48A4"/>
    <w:rPr>
      <w:b/>
      <w:iCs/>
      <w:lang w:val="de-CH"/>
    </w:rPr>
  </w:style>
  <w:style w:type="character" w:styleId="BesuchterLink">
    <w:name w:val="FollowedHyperlink"/>
    <w:basedOn w:val="Absatz-Standardschriftart"/>
    <w:rsid w:val="000A67FE"/>
    <w:rPr>
      <w:dstrike w:val="0"/>
      <w:u w:val="none"/>
      <w:vertAlign w:val="baseline"/>
      <w:lang w:val="de-CH"/>
    </w:rPr>
  </w:style>
  <w:style w:type="paragraph" w:customStyle="1" w:styleId="Beilagen">
    <w:name w:val="Beilagen"/>
    <w:basedOn w:val="AuflistungmitSymbolen"/>
    <w:rsid w:val="002D2CA4"/>
    <w:pPr>
      <w:spacing w:after="0"/>
      <w:ind w:left="284" w:hanging="199"/>
      <w:contextualSpacing w:val="0"/>
    </w:p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AuflistungmitNummern">
    <w:name w:val="Auflistung mit Nummern"/>
    <w:basedOn w:val="Standard"/>
    <w:qFormat/>
    <w:rsid w:val="00DF33F4"/>
    <w:pPr>
      <w:numPr>
        <w:numId w:val="13"/>
      </w:numPr>
      <w:spacing w:after="140"/>
      <w:contextualSpacing/>
    </w:pPr>
  </w:style>
  <w:style w:type="paragraph" w:customStyle="1" w:styleId="AuflistungmitSymbolenmitAbstand">
    <w:name w:val="Auflistung mit Symbolen mit Abstand"/>
    <w:basedOn w:val="Blocktext"/>
    <w:qFormat/>
    <w:rsid w:val="004265D2"/>
    <w:pPr>
      <w:numPr>
        <w:numId w:val="30"/>
      </w:numPr>
    </w:pPr>
  </w:style>
  <w:style w:type="paragraph" w:customStyle="1" w:styleId="AuflistungmitBuchstaben">
    <w:name w:val="Auflistung mit Buchstaben"/>
    <w:basedOn w:val="Standard"/>
    <w:qFormat/>
    <w:rsid w:val="00DF33F4"/>
    <w:pPr>
      <w:numPr>
        <w:numId w:val="16"/>
      </w:numPr>
      <w:spacing w:after="140"/>
      <w:contextualSpacing/>
    </w:pPr>
  </w:style>
  <w:style w:type="paragraph" w:customStyle="1" w:styleId="DokumentTyp">
    <w:name w:val="Dokument Typ"/>
    <w:basedOn w:val="Blocktext"/>
    <w:next w:val="Blocktext"/>
    <w:rsid w:val="00206951"/>
    <w:rPr>
      <w:b/>
      <w:caps/>
    </w:rPr>
  </w:style>
  <w:style w:type="paragraph" w:customStyle="1" w:styleId="OutputprofileTitle">
    <w:name w:val="OutputprofileTitle"/>
    <w:basedOn w:val="Standard"/>
    <w:next w:val="OutputprofileText"/>
    <w:rsid w:val="000F07D1"/>
    <w:pPr>
      <w:keepLines/>
      <w:jc w:val="right"/>
    </w:pPr>
    <w:rPr>
      <w:caps/>
      <w:color w:val="A6A6A6" w:themeColor="background1" w:themeShade="A6"/>
      <w:spacing w:val="40"/>
      <w:sz w:val="80"/>
    </w:rPr>
  </w:style>
  <w:style w:type="paragraph" w:customStyle="1" w:styleId="OutputprofileText">
    <w:name w:val="OutputprofileText"/>
    <w:basedOn w:val="Standard"/>
    <w:rsid w:val="000F07D1"/>
    <w:pPr>
      <w:keepLines/>
      <w:spacing w:line="240" w:lineRule="atLeast"/>
      <w:jc w:val="right"/>
    </w:pPr>
    <w:rPr>
      <w:color w:val="808080" w:themeColor="background1" w:themeShade="80"/>
      <w:sz w:val="18"/>
    </w:rPr>
  </w:style>
  <w:style w:type="paragraph" w:styleId="Blocktext">
    <w:name w:val="Block Text"/>
    <w:basedOn w:val="Standard"/>
    <w:qFormat/>
    <w:rsid w:val="002E18DE"/>
    <w:pPr>
      <w:spacing w:after="140"/>
    </w:pPr>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basedOn w:val="Absatz-Standardschriftart"/>
    <w:rsid w:val="00730FCB"/>
    <w:rPr>
      <w:iCs/>
      <w:lang w:val="de-CH"/>
    </w:rPr>
  </w:style>
  <w:style w:type="character" w:styleId="HTMLCode">
    <w:name w:val="HTML Code"/>
    <w:basedOn w:val="Absatz-Standardschriftart"/>
    <w:rsid w:val="00730FCB"/>
    <w:rPr>
      <w:rFonts w:ascii="Verdana" w:hAnsi="Verdana" w:cs="Courier New"/>
      <w:sz w:val="22"/>
      <w:szCs w:val="20"/>
      <w:lang w:val="de-CH"/>
    </w:rPr>
  </w:style>
  <w:style w:type="character" w:styleId="HTMLDefinition">
    <w:name w:val="HTML Definition"/>
    <w:basedOn w:val="Absatz-Standardschriftart"/>
    <w:rsid w:val="00730FCB"/>
    <w:rPr>
      <w:iCs/>
      <w:lang w:val="de-CH"/>
    </w:rPr>
  </w:style>
  <w:style w:type="character" w:styleId="HTMLTastatur">
    <w:name w:val="HTML Keyboard"/>
    <w:basedOn w:val="Absatz-Standardschriftart"/>
    <w:rsid w:val="00730FCB"/>
    <w:rPr>
      <w:rFonts w:ascii="Verdana" w:hAnsi="Verdana" w:cs="Courier New"/>
      <w:sz w:val="22"/>
      <w:szCs w:val="20"/>
      <w:lang w:val="de-CH"/>
    </w:rPr>
  </w:style>
  <w:style w:type="paragraph" w:styleId="HTMLVorformatiert">
    <w:name w:val="HTML Preformatted"/>
    <w:basedOn w:val="Standard"/>
    <w:rsid w:val="00730FCB"/>
    <w:rPr>
      <w:rFonts w:cs="Courier New"/>
      <w:szCs w:val="20"/>
    </w:rPr>
  </w:style>
  <w:style w:type="character" w:styleId="HTMLBeispiel">
    <w:name w:val="HTML Sample"/>
    <w:basedOn w:val="Absatz-Standardschriftart"/>
    <w:rsid w:val="00730FCB"/>
    <w:rPr>
      <w:rFonts w:ascii="Verdana" w:hAnsi="Verdana" w:cs="Courier New"/>
      <w:sz w:val="22"/>
      <w:lang w:val="de-CH"/>
    </w:rPr>
  </w:style>
  <w:style w:type="character" w:styleId="HTMLSchreibmaschine">
    <w:name w:val="HTML Typewriter"/>
    <w:basedOn w:val="Absatz-Standardschriftart"/>
    <w:rsid w:val="00730FCB"/>
    <w:rPr>
      <w:rFonts w:ascii="Verdana" w:hAnsi="Verdana" w:cs="Courier New"/>
      <w:sz w:val="20"/>
      <w:szCs w:val="20"/>
      <w:lang w:val="de-CH"/>
    </w:rPr>
  </w:style>
  <w:style w:type="character" w:styleId="HTMLVariable">
    <w:name w:val="HTML Variable"/>
    <w:basedOn w:val="Absatz-Standardschriftart"/>
    <w:rsid w:val="00730FCB"/>
    <w:rPr>
      <w:iCs/>
      <w:lang w:val="de-CH"/>
    </w:rPr>
  </w:style>
  <w:style w:type="character" w:styleId="Zeilennummer">
    <w:name w:val="line number"/>
    <w:basedOn w:val="Absatz-Standardschriftart"/>
    <w:rsid w:val="00730FCB"/>
    <w:rPr>
      <w:lang w:val="de-CH"/>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basedOn w:val="Absatz-Standardschriftart"/>
    <w:rsid w:val="00A02515"/>
    <w:rPr>
      <w:lang w:val="de-CH"/>
    </w:rPr>
  </w:style>
  <w:style w:type="paragraph" w:styleId="NurText">
    <w:name w:val="Plain Text"/>
    <w:basedOn w:val="Standard"/>
    <w:rsid w:val="00A02515"/>
    <w:rPr>
      <w:rFonts w:cs="Courier New"/>
      <w:szCs w:val="20"/>
    </w:rPr>
  </w:style>
  <w:style w:type="paragraph" w:styleId="Anrede">
    <w:name w:val="Salutation"/>
    <w:basedOn w:val="Standard"/>
    <w:next w:val="Standard"/>
    <w:rsid w:val="002E18DE"/>
    <w:pPr>
      <w:keepLines/>
      <w:spacing w:after="140"/>
    </w:pPr>
  </w:style>
  <w:style w:type="table" w:styleId="TabelleSpalten1">
    <w:name w:val="Table Columns 1"/>
    <w:basedOn w:val="NormaleTabelle"/>
    <w:rsid w:val="005E7E3B"/>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link w:val="DatumZchn"/>
    <w:rsid w:val="00BF50C9"/>
    <w:pPr>
      <w:spacing w:after="420"/>
    </w:pPr>
  </w:style>
  <w:style w:type="paragraph" w:customStyle="1" w:styleId="AuflistungmitCheckboxen">
    <w:name w:val="Auflistung mit Checkboxen"/>
    <w:basedOn w:val="Standard"/>
    <w:qFormat/>
    <w:rsid w:val="00DF33F4"/>
    <w:pPr>
      <w:numPr>
        <w:numId w:val="15"/>
      </w:numPr>
      <w:spacing w:after="140"/>
      <w:contextualSpacing/>
    </w:pPr>
  </w:style>
  <w:style w:type="paragraph" w:customStyle="1" w:styleId="BeilagenersteZeile">
    <w:name w:val="Beilagen erste Zeile"/>
    <w:basedOn w:val="Standard"/>
    <w:next w:val="Standard"/>
    <w:rsid w:val="00F11512"/>
    <w:pPr>
      <w:keepNext/>
      <w:spacing w:before="420"/>
    </w:pPr>
  </w:style>
  <w:style w:type="paragraph" w:customStyle="1" w:styleId="Textzusammengehalten">
    <w:name w:val="Text zusammengehalten"/>
    <w:basedOn w:val="Blocktext"/>
    <w:rsid w:val="008F0B7F"/>
    <w:pPr>
      <w:keepNext/>
      <w:keepLines/>
    </w:pPr>
  </w:style>
  <w:style w:type="paragraph" w:customStyle="1" w:styleId="PositionmitBetrag">
    <w:name w:val="Position mit Betrag"/>
    <w:basedOn w:val="Blocktext"/>
    <w:rsid w:val="007D48C7"/>
    <w:pPr>
      <w:tabs>
        <w:tab w:val="left" w:pos="7371"/>
        <w:tab w:val="right" w:pos="8959"/>
      </w:tabs>
      <w:ind w:right="2835"/>
    </w:pPr>
  </w:style>
  <w:style w:type="paragraph" w:customStyle="1" w:styleId="UnterschriftLinien">
    <w:name w:val="Unterschrift Linien"/>
    <w:basedOn w:val="Standard"/>
    <w:next w:val="UnterschriftText"/>
    <w:rsid w:val="00EB4053"/>
    <w:pPr>
      <w:keepNext/>
      <w:keepLines/>
      <w:tabs>
        <w:tab w:val="right" w:leader="underscore" w:pos="3119"/>
        <w:tab w:val="left" w:pos="4536"/>
        <w:tab w:val="right" w:leader="underscore" w:pos="7655"/>
      </w:tabs>
    </w:pPr>
    <w:rPr>
      <w:sz w:val="8"/>
      <w:lang w:val="en-GB"/>
    </w:rPr>
  </w:style>
  <w:style w:type="paragraph" w:customStyle="1" w:styleId="UnterschriftText">
    <w:name w:val="Unterschrift Text"/>
    <w:basedOn w:val="Standard"/>
    <w:rsid w:val="00EB4053"/>
    <w:pPr>
      <w:keepNext/>
      <w:keepLines/>
      <w:tabs>
        <w:tab w:val="left" w:pos="4536"/>
      </w:tabs>
    </w:pPr>
    <w:rPr>
      <w:lang w:val="en-GB"/>
    </w:rPr>
  </w:style>
  <w:style w:type="paragraph" w:customStyle="1" w:styleId="Themenblock075">
    <w:name w:val="Themenblock 0.75"/>
    <w:basedOn w:val="Blocktext"/>
    <w:rsid w:val="008A3773"/>
    <w:pPr>
      <w:tabs>
        <w:tab w:val="right" w:leader="underscore" w:pos="8959"/>
      </w:tabs>
      <w:ind w:left="425" w:hanging="425"/>
    </w:pPr>
  </w:style>
  <w:style w:type="paragraph" w:customStyle="1" w:styleId="Themenblock30">
    <w:name w:val="Themenblock 3.0"/>
    <w:basedOn w:val="Blocktext"/>
    <w:rsid w:val="008A3773"/>
    <w:pPr>
      <w:tabs>
        <w:tab w:val="right" w:leader="underscore" w:pos="8959"/>
      </w:tabs>
      <w:ind w:left="1701" w:hanging="1701"/>
    </w:pPr>
  </w:style>
  <w:style w:type="paragraph" w:customStyle="1" w:styleId="Themenblock60">
    <w:name w:val="Themenblock 6.0"/>
    <w:basedOn w:val="Blocktext"/>
    <w:rsid w:val="008A3773"/>
    <w:pPr>
      <w:tabs>
        <w:tab w:val="right" w:leader="underscore" w:pos="8959"/>
      </w:tabs>
      <w:ind w:left="3402" w:hanging="3402"/>
    </w:pPr>
  </w:style>
  <w:style w:type="paragraph" w:customStyle="1" w:styleId="Themenblock90">
    <w:name w:val="Themenblock 9.0"/>
    <w:basedOn w:val="Blocktext"/>
    <w:rsid w:val="008A3773"/>
    <w:pPr>
      <w:tabs>
        <w:tab w:val="right" w:leader="underscore" w:pos="8959"/>
      </w:tabs>
      <w:ind w:left="5103" w:hanging="5103"/>
    </w:pPr>
  </w:style>
  <w:style w:type="character" w:customStyle="1" w:styleId="Kursiv">
    <w:name w:val="Kursiv"/>
    <w:basedOn w:val="Absatz-Standardschriftart"/>
    <w:rsid w:val="00407C5B"/>
    <w:rPr>
      <w:i/>
      <w:lang w:val="de-CH"/>
    </w:rPr>
  </w:style>
  <w:style w:type="paragraph" w:styleId="Zitat">
    <w:name w:val="Quote"/>
    <w:basedOn w:val="Standard"/>
    <w:next w:val="Standard"/>
    <w:link w:val="ZitatZchn"/>
    <w:uiPriority w:val="29"/>
    <w:qFormat/>
    <w:rsid w:val="008A1F16"/>
    <w:rPr>
      <w:i/>
      <w:iCs/>
    </w:rPr>
  </w:style>
  <w:style w:type="character" w:customStyle="1" w:styleId="ZitatZchn">
    <w:name w:val="Zitat Zchn"/>
    <w:basedOn w:val="Absatz-Standardschriftart"/>
    <w:link w:val="Zitat"/>
    <w:uiPriority w:val="29"/>
    <w:rsid w:val="008A1F16"/>
    <w:rPr>
      <w:rFonts w:ascii="Arial" w:hAnsi="Arial"/>
      <w:i/>
      <w:iCs/>
      <w:szCs w:val="24"/>
      <w:lang w:val="de-CH"/>
    </w:rPr>
  </w:style>
  <w:style w:type="character" w:styleId="SchwacheHervorhebung">
    <w:name w:val="Subtle Emphasis"/>
    <w:basedOn w:val="Absatz-Standardschriftart"/>
    <w:uiPriority w:val="19"/>
    <w:rsid w:val="007F0FFF"/>
    <w:rPr>
      <w:i/>
      <w:iCs/>
      <w:color w:val="808080" w:themeColor="text1" w:themeTint="7F"/>
      <w:lang w:val="de-CH"/>
    </w:rPr>
  </w:style>
  <w:style w:type="paragraph" w:styleId="Inhaltsverzeichnisberschrift">
    <w:name w:val="TOC Heading"/>
    <w:basedOn w:val="berschrift1"/>
    <w:next w:val="Standard"/>
    <w:uiPriority w:val="39"/>
    <w:unhideWhenUsed/>
    <w:rsid w:val="0098150F"/>
    <w:pPr>
      <w:numPr>
        <w:numId w:val="0"/>
      </w:numPr>
      <w:spacing w:before="480"/>
      <w:outlineLvl w:val="9"/>
    </w:pPr>
    <w:rPr>
      <w:rFonts w:asciiTheme="majorHAnsi" w:eastAsiaTheme="majorEastAsia" w:hAnsiTheme="majorHAnsi" w:cstheme="majorBidi"/>
      <w:snapToGrid/>
      <w:color w:val="365F91" w:themeColor="accent1" w:themeShade="BF"/>
      <w:sz w:val="28"/>
      <w:szCs w:val="28"/>
    </w:rPr>
  </w:style>
  <w:style w:type="paragraph" w:customStyle="1" w:styleId="UnterschriftFunktion">
    <w:name w:val="Unterschrift Funktion"/>
    <w:basedOn w:val="Unterschrift"/>
    <w:rsid w:val="00FE4CBD"/>
  </w:style>
  <w:style w:type="paragraph" w:customStyle="1" w:styleId="KopfzeileTitel">
    <w:name w:val="Kopfzeile Titel"/>
    <w:basedOn w:val="Kopfzeile"/>
    <w:rsid w:val="00407C5B"/>
    <w:rPr>
      <w:b/>
    </w:rPr>
  </w:style>
  <w:style w:type="paragraph" w:customStyle="1" w:styleId="AbsenderText">
    <w:name w:val="Absender Text"/>
    <w:basedOn w:val="Standard"/>
    <w:rsid w:val="009C3832"/>
    <w:pPr>
      <w:spacing w:line="220" w:lineRule="exact"/>
    </w:pPr>
    <w:rPr>
      <w:sz w:val="16"/>
    </w:rPr>
  </w:style>
  <w:style w:type="paragraph" w:customStyle="1" w:styleId="AbsenderTitelStufeI">
    <w:name w:val="Absender Titel Stufe I"/>
    <w:basedOn w:val="Standard"/>
    <w:next w:val="AbsenderTitelStufeII"/>
    <w:rsid w:val="00B635D6"/>
    <w:pPr>
      <w:spacing w:line="260" w:lineRule="exact"/>
    </w:pPr>
    <w:rPr>
      <w:b/>
      <w:caps/>
      <w:spacing w:val="8"/>
    </w:rPr>
  </w:style>
  <w:style w:type="paragraph" w:customStyle="1" w:styleId="Referenz">
    <w:name w:val="Referenz"/>
    <w:basedOn w:val="Standard"/>
    <w:rsid w:val="00CE41F5"/>
    <w:rPr>
      <w:sz w:val="17"/>
    </w:rPr>
  </w:style>
  <w:style w:type="paragraph" w:customStyle="1" w:styleId="Klassifikation">
    <w:name w:val="Klassifikation"/>
    <w:basedOn w:val="Standard"/>
    <w:rsid w:val="00CE41F5"/>
    <w:rPr>
      <w:b/>
      <w:sz w:val="17"/>
    </w:rPr>
  </w:style>
  <w:style w:type="paragraph" w:customStyle="1" w:styleId="AbsenderTitelStufeII">
    <w:name w:val="Absender Titel Stufe II"/>
    <w:basedOn w:val="Standard"/>
    <w:next w:val="AbsenderDistanz"/>
    <w:rsid w:val="005A3A09"/>
    <w:pPr>
      <w:spacing w:line="250" w:lineRule="exact"/>
    </w:pPr>
    <w:rPr>
      <w:sz w:val="18"/>
    </w:rPr>
  </w:style>
  <w:style w:type="paragraph" w:customStyle="1" w:styleId="Tabellentext">
    <w:name w:val="Tabellentext"/>
    <w:basedOn w:val="Standard"/>
    <w:qFormat/>
    <w:rsid w:val="005A3A09"/>
    <w:pPr>
      <w:adjustRightInd/>
      <w:snapToGrid/>
      <w:spacing w:line="260" w:lineRule="atLeast"/>
    </w:pPr>
    <w:rPr>
      <w:sz w:val="18"/>
    </w:rPr>
  </w:style>
  <w:style w:type="table" w:styleId="Tabelle3D-Effekt1">
    <w:name w:val="Table 3D effects 1"/>
    <w:basedOn w:val="NormaleTabelle"/>
    <w:rsid w:val="00BD7E6C"/>
    <w:pPr>
      <w:adjustRightInd w:val="0"/>
      <w:snapToGrid w:val="0"/>
      <w:spacing w:after="140" w:line="280" w:lineRule="exact"/>
    </w:pPr>
    <w:rPr>
      <w:rFonts w:ascii="Arial" w:hAnsi="Arial"/>
      <w:sz w:val="18"/>
    </w:rPr>
    <w:tblPr>
      <w:tblBorders>
        <w:bottom w:val="single" w:sz="2" w:space="0" w:color="auto"/>
        <w:insideH w:val="single" w:sz="2" w:space="0" w:color="auto"/>
        <w:insideV w:val="single" w:sz="2" w:space="0" w:color="auto"/>
      </w:tblBorders>
    </w:tblPr>
    <w:tcPr>
      <w:shd w:val="clear" w:color="auto" w:fill="auto"/>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Struktur">
    <w:name w:val="Tabelle Struktur"/>
    <w:basedOn w:val="NormaleTabelle"/>
    <w:uiPriority w:val="99"/>
    <w:rsid w:val="002B67E5"/>
    <w:rPr>
      <w:rFonts w:ascii="Arial" w:hAnsi="Arial"/>
    </w:rPr>
    <w:tblPr>
      <w:tblCellMar>
        <w:top w:w="28" w:type="dxa"/>
        <w:left w:w="0" w:type="dxa"/>
        <w:bottom w:w="340" w:type="dxa"/>
        <w:right w:w="0" w:type="dxa"/>
      </w:tblCellMar>
    </w:tblPr>
    <w:tblStylePr w:type="firstRow">
      <w:tblPr/>
      <w:trPr>
        <w:tblHeader/>
      </w:trPr>
    </w:tblStylePr>
    <w:tblStylePr w:type="firstCol">
      <w:tblPr/>
      <w:tcPr>
        <w:tcBorders>
          <w:top w:val="single" w:sz="4" w:space="0" w:color="auto"/>
          <w:left w:val="nil"/>
          <w:bottom w:val="nil"/>
          <w:right w:val="nil"/>
          <w:insideH w:val="single" w:sz="4" w:space="0" w:color="auto"/>
          <w:insideV w:val="nil"/>
          <w:tl2br w:val="nil"/>
          <w:tr2bl w:val="nil"/>
        </w:tcBorders>
      </w:tcPr>
    </w:tblStylePr>
  </w:style>
  <w:style w:type="paragraph" w:customStyle="1" w:styleId="AuflistungHinweis">
    <w:name w:val="Auflistung Hinweis"/>
    <w:basedOn w:val="AuflistungmitBuchstaben"/>
    <w:qFormat/>
    <w:rsid w:val="001869B3"/>
    <w:pPr>
      <w:numPr>
        <w:numId w:val="24"/>
      </w:numPr>
    </w:pPr>
  </w:style>
  <w:style w:type="paragraph" w:customStyle="1" w:styleId="AuflistungmitrmischenNummern">
    <w:name w:val="Auflistung mit römischen Nummern"/>
    <w:basedOn w:val="AuflistungmitBuchstaben"/>
    <w:qFormat/>
    <w:rsid w:val="00967CAD"/>
    <w:pPr>
      <w:numPr>
        <w:numId w:val="26"/>
      </w:numPr>
    </w:pPr>
  </w:style>
  <w:style w:type="paragraph" w:customStyle="1" w:styleId="AuflistungmitSymbolen">
    <w:name w:val="Auflistung mit Symbolen"/>
    <w:basedOn w:val="AuflistungmitSymbolenmitAbstand"/>
    <w:qFormat/>
    <w:rsid w:val="00DF33F4"/>
    <w:pPr>
      <w:ind w:left="283" w:hanging="198"/>
      <w:contextualSpacing/>
    </w:pPr>
  </w:style>
  <w:style w:type="table" w:styleId="TabelleEinfach2">
    <w:name w:val="Table Simple 2"/>
    <w:basedOn w:val="NormaleTabelle"/>
    <w:rsid w:val="0087430E"/>
    <w:pPr>
      <w:adjustRightInd w:val="0"/>
      <w:snapToGrid w:val="0"/>
      <w:spacing w:line="280" w:lineRule="exact"/>
    </w:pPr>
    <w:rPr>
      <w:rFonts w:ascii="Arial" w:hAnsi="Arial"/>
    </w:rPr>
    <w:tblPr>
      <w:tblCellMar>
        <w:top w:w="28" w:type="dxa"/>
        <w:left w:w="85" w:type="dxa"/>
        <w:bottom w:w="28" w:type="dxa"/>
        <w:right w:w="85" w:type="dxa"/>
      </w:tblCellMar>
    </w:tblPr>
    <w:tblStylePr w:type="firstRow">
      <w:rPr>
        <w:b/>
        <w:bCs/>
      </w:rPr>
      <w:tblPr/>
      <w:tcPr>
        <w:tcBorders>
          <w:top w:val="nil"/>
          <w:left w:val="nil"/>
          <w:bottom w:val="nil"/>
          <w:right w:val="nil"/>
          <w:insideH w:val="nil"/>
          <w:insideV w:val="nil"/>
          <w:tl2br w:val="nil"/>
          <w:tr2bl w:val="nil"/>
        </w:tcBorders>
      </w:tcPr>
    </w:tblStylePr>
    <w:tblStylePr w:type="lastRow">
      <w:rPr>
        <w:b/>
        <w:bCs/>
        <w:color w:val="auto"/>
      </w:rPr>
      <w:tblPr/>
      <w:tcPr>
        <w:tcBorders>
          <w:top w:val="nil"/>
          <w:left w:val="nil"/>
          <w:bottom w:val="nil"/>
          <w:right w:val="nil"/>
          <w:insideH w:val="nil"/>
          <w:insideV w:val="nil"/>
          <w:tl2br w:val="nil"/>
          <w:tr2bl w:val="nil"/>
        </w:tcBorders>
      </w:tcPr>
    </w:tblStylePr>
    <w:tblStylePr w:type="firstCol">
      <w:rPr>
        <w:rFonts w:ascii="Arial" w:hAnsi="Arial"/>
        <w:b/>
        <w:bCs/>
        <w:sz w:val="20"/>
      </w:rPr>
      <w:tblPr/>
      <w:tcPr>
        <w:tcBorders>
          <w:top w:val="single" w:sz="2" w:space="0" w:color="auto"/>
          <w:left w:val="nil"/>
          <w:bottom w:val="nil"/>
          <w:right w:val="nil"/>
          <w:insideH w:val="single" w:sz="2" w:space="0" w:color="auto"/>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azit">
    <w:name w:val="Fazit"/>
    <w:basedOn w:val="Standard"/>
    <w:qFormat/>
    <w:rsid w:val="00DD1634"/>
    <w:pPr>
      <w:pBdr>
        <w:top w:val="single" w:sz="4" w:space="4" w:color="auto"/>
        <w:bottom w:val="single" w:sz="4" w:space="6" w:color="auto"/>
      </w:pBdr>
      <w:spacing w:before="280" w:after="420"/>
    </w:pPr>
  </w:style>
  <w:style w:type="paragraph" w:customStyle="1" w:styleId="TitelTitelseite">
    <w:name w:val="Titel Titelseite"/>
    <w:basedOn w:val="Standard"/>
    <w:qFormat/>
    <w:rsid w:val="00621320"/>
    <w:pPr>
      <w:pBdr>
        <w:top w:val="single" w:sz="4" w:space="6" w:color="auto"/>
        <w:bottom w:val="single" w:sz="4" w:space="8" w:color="auto"/>
      </w:pBdr>
      <w:spacing w:after="280" w:line="360" w:lineRule="exact"/>
    </w:pPr>
    <w:rPr>
      <w:sz w:val="28"/>
    </w:rPr>
  </w:style>
  <w:style w:type="paragraph" w:styleId="Listenabsatz">
    <w:name w:val="List Paragraph"/>
    <w:basedOn w:val="Standard"/>
    <w:uiPriority w:val="34"/>
    <w:rsid w:val="005823C3"/>
    <w:pPr>
      <w:ind w:left="720"/>
      <w:contextualSpacing/>
    </w:pPr>
  </w:style>
  <w:style w:type="table" w:customStyle="1" w:styleId="Template">
    <w:name w:val="Template"/>
    <w:basedOn w:val="NormaleTabelle"/>
    <w:uiPriority w:val="99"/>
    <w:rsid w:val="009A2B79"/>
    <w:rPr>
      <w:rFonts w:ascii="Arial" w:hAnsi="Arial"/>
    </w:rPr>
    <w:tblPr>
      <w:tblCellMar>
        <w:left w:w="0" w:type="dxa"/>
        <w:right w:w="0" w:type="dxa"/>
      </w:tblCellMar>
    </w:tblPr>
  </w:style>
  <w:style w:type="paragraph" w:styleId="Aufzhlungszeichen">
    <w:name w:val="List Bullet"/>
    <w:basedOn w:val="Standard"/>
    <w:rsid w:val="004D5A87"/>
    <w:pPr>
      <w:numPr>
        <w:numId w:val="1"/>
      </w:numPr>
      <w:contextualSpacing/>
    </w:pPr>
  </w:style>
  <w:style w:type="character" w:styleId="Platzhaltertext">
    <w:name w:val="Placeholder Text"/>
    <w:basedOn w:val="Absatz-Standardschriftart"/>
    <w:uiPriority w:val="99"/>
    <w:semiHidden/>
    <w:rsid w:val="00696B4C"/>
    <w:rPr>
      <w:color w:val="808080"/>
      <w:lang w:val="de-CH"/>
    </w:rPr>
  </w:style>
  <w:style w:type="table" w:customStyle="1" w:styleId="Tabellegrauliniert">
    <w:name w:val="Tabelle grau liniert"/>
    <w:basedOn w:val="NormaleTabelle"/>
    <w:uiPriority w:val="99"/>
    <w:rsid w:val="002B67E5"/>
    <w:rPr>
      <w:rFonts w:ascii="Arial" w:hAnsi="Arial"/>
      <w:sz w:val="18"/>
    </w:rPr>
    <w:tblPr>
      <w:tblStyleRowBandSize w:val="1"/>
      <w:tblBorders>
        <w:bottom w:val="single" w:sz="4" w:space="0" w:color="auto"/>
        <w:insideV w:val="single" w:sz="4" w:space="0" w:color="auto"/>
      </w:tblBorders>
      <w:tblCellMar>
        <w:top w:w="28" w:type="dxa"/>
        <w:left w:w="85" w:type="dxa"/>
        <w:bottom w:w="57" w:type="dxa"/>
        <w:right w:w="85" w:type="dxa"/>
      </w:tblCellMar>
    </w:tblPr>
    <w:tblStylePr w:type="firstRow">
      <w:rPr>
        <w:rFonts w:ascii="Arial" w:hAnsi="Arial"/>
        <w:b/>
        <w:sz w:val="18"/>
      </w:rPr>
      <w:tblPr/>
      <w:trPr>
        <w:tblHeader/>
      </w:trPr>
      <w:tcPr>
        <w:tcBorders>
          <w:top w:val="nil"/>
          <w:left w:val="nil"/>
          <w:bottom w:val="single" w:sz="4" w:space="0" w:color="auto"/>
          <w:right w:val="nil"/>
          <w:insideH w:val="nil"/>
          <w:insideV w:val="nil"/>
          <w:tl2br w:val="nil"/>
          <w:tr2bl w:val="nil"/>
        </w:tcBorders>
        <w:shd w:val="clear" w:color="auto" w:fill="D9D9D9"/>
      </w:tcPr>
    </w:tblStylePr>
    <w:tblStylePr w:type="lastRow">
      <w:tblPr/>
      <w:tcPr>
        <w:tcBorders>
          <w:top w:val="single" w:sz="4" w:space="0" w:color="000000" w:themeColor="text1"/>
          <w:left w:val="nil"/>
          <w:bottom w:val="single" w:sz="4" w:space="0" w:color="000000" w:themeColor="text1"/>
          <w:right w:val="nil"/>
          <w:insideH w:val="nil"/>
          <w:insideV w:val="single" w:sz="4" w:space="0" w:color="000000" w:themeColor="text1"/>
          <w:tl2br w:val="nil"/>
          <w:tr2bl w:val="nil"/>
        </w:tcBorders>
        <w:shd w:val="clear" w:color="auto" w:fill="FFFFFF" w:themeFill="background1"/>
      </w:tcPr>
    </w:tblStylePr>
    <w:tblStylePr w:type="band1Horz">
      <w:tblPr/>
      <w:tcPr>
        <w:tcBorders>
          <w:tl2br w:val="nil"/>
        </w:tcBorders>
      </w:tcPr>
    </w:tblStylePr>
    <w:tblStylePr w:type="band2Horz">
      <w:tblPr/>
      <w:tcPr>
        <w:tcBorders>
          <w:top w:val="nil"/>
          <w:left w:val="nil"/>
          <w:bottom w:val="single" w:sz="4" w:space="0" w:color="auto"/>
          <w:right w:val="nil"/>
          <w:insideH w:val="nil"/>
          <w:insideV w:val="nil"/>
          <w:tl2br w:val="nil"/>
          <w:tr2bl w:val="nil"/>
        </w:tcBorders>
        <w:shd w:val="clear" w:color="auto" w:fill="D9D9D9"/>
      </w:tcPr>
    </w:tblStylePr>
  </w:style>
  <w:style w:type="paragraph" w:customStyle="1" w:styleId="AuflistungmitKleinbuchstaben">
    <w:name w:val="Auflistung mit Kleinbuchstaben"/>
    <w:basedOn w:val="Standard"/>
    <w:qFormat/>
    <w:rsid w:val="00DF33F4"/>
    <w:pPr>
      <w:numPr>
        <w:numId w:val="32"/>
      </w:numPr>
      <w:spacing w:after="140"/>
      <w:contextualSpacing/>
    </w:pPr>
    <w:rPr>
      <w:rFonts w:eastAsia="SimSun"/>
      <w:color w:val="000000"/>
    </w:rPr>
  </w:style>
  <w:style w:type="paragraph" w:customStyle="1" w:styleId="AuflistungmitKleinbuchstabenGesetze">
    <w:name w:val="Auflistung mit Kleinbuchstaben Gesetze"/>
    <w:basedOn w:val="Standard"/>
    <w:qFormat/>
    <w:rsid w:val="00DF33F4"/>
    <w:pPr>
      <w:numPr>
        <w:numId w:val="33"/>
      </w:numPr>
      <w:spacing w:after="140"/>
      <w:ind w:left="568" w:right="1134" w:hanging="284"/>
      <w:contextualSpacing/>
    </w:pPr>
    <w:rPr>
      <w:sz w:val="18"/>
    </w:rPr>
  </w:style>
  <w:style w:type="paragraph" w:customStyle="1" w:styleId="Linieoben">
    <w:name w:val="Linie oben"/>
    <w:basedOn w:val="Standard"/>
    <w:qFormat/>
    <w:rsid w:val="00D72D02"/>
    <w:pPr>
      <w:pBdr>
        <w:top w:val="single" w:sz="4" w:space="3" w:color="auto"/>
      </w:pBdr>
    </w:pPr>
  </w:style>
  <w:style w:type="paragraph" w:customStyle="1" w:styleId="Linieunten">
    <w:name w:val="Linie unten"/>
    <w:basedOn w:val="Standard"/>
    <w:qFormat/>
    <w:rsid w:val="005A3A09"/>
    <w:pPr>
      <w:pBdr>
        <w:bottom w:val="single" w:sz="4" w:space="5" w:color="auto"/>
      </w:pBdr>
    </w:pPr>
    <w:rPr>
      <w:lang w:val="en-GB"/>
    </w:rPr>
  </w:style>
  <w:style w:type="paragraph" w:customStyle="1" w:styleId="Gesetzestexte">
    <w:name w:val="Gesetzestexte"/>
    <w:basedOn w:val="Standard"/>
    <w:qFormat/>
    <w:rsid w:val="00A80595"/>
    <w:pPr>
      <w:spacing w:after="60" w:line="240" w:lineRule="atLeast"/>
      <w:ind w:left="284" w:right="1134"/>
      <w:jc w:val="both"/>
    </w:pPr>
    <w:rPr>
      <w:sz w:val="18"/>
    </w:rPr>
  </w:style>
  <w:style w:type="paragraph" w:customStyle="1" w:styleId="AbsenderDistanz">
    <w:name w:val="Absender Distanz"/>
    <w:basedOn w:val="Standard"/>
    <w:next w:val="AbsenderText"/>
    <w:rsid w:val="005A3A09"/>
    <w:pPr>
      <w:spacing w:after="120" w:line="240" w:lineRule="auto"/>
    </w:pPr>
    <w:rPr>
      <w:sz w:val="2"/>
      <w:szCs w:val="2"/>
    </w:rPr>
  </w:style>
  <w:style w:type="paragraph" w:customStyle="1" w:styleId="OutputprofileTitleDistance">
    <w:name w:val="OutputprofileTitleDistance"/>
    <w:basedOn w:val="Standard"/>
    <w:rsid w:val="000F07D1"/>
    <w:pPr>
      <w:keepLines/>
      <w:spacing w:line="240" w:lineRule="auto"/>
      <w:ind w:left="567"/>
    </w:pPr>
    <w:rPr>
      <w:caps/>
      <w:color w:val="A6A6A6" w:themeColor="background1" w:themeShade="A6"/>
      <w:spacing w:val="40"/>
      <w:sz w:val="8"/>
    </w:rPr>
  </w:style>
  <w:style w:type="paragraph" w:customStyle="1" w:styleId="Verteiler">
    <w:name w:val="Verteiler"/>
    <w:basedOn w:val="AuflistungmitSymbolen"/>
    <w:rsid w:val="00161EDD"/>
    <w:pPr>
      <w:keepNext/>
      <w:spacing w:after="0"/>
      <w:contextualSpacing w:val="0"/>
    </w:pPr>
  </w:style>
  <w:style w:type="paragraph" w:customStyle="1" w:styleId="VerteilerersteZeile">
    <w:name w:val="Verteiler erste Zeile"/>
    <w:basedOn w:val="Standard"/>
    <w:next w:val="Verteiler"/>
    <w:rsid w:val="00F11512"/>
    <w:pPr>
      <w:keepNext/>
      <w:spacing w:before="140"/>
    </w:pPr>
  </w:style>
  <w:style w:type="character" w:customStyle="1" w:styleId="Italic">
    <w:name w:val="Italic"/>
    <w:basedOn w:val="Absatz-Standardschriftart"/>
    <w:uiPriority w:val="1"/>
    <w:qFormat/>
    <w:rsid w:val="00834FC6"/>
    <w:rPr>
      <w:i/>
      <w:lang w:val="de-CH"/>
    </w:rPr>
  </w:style>
  <w:style w:type="table" w:customStyle="1" w:styleId="TabelleKopfzeile">
    <w:name w:val="Tabelle Kopfzeile"/>
    <w:basedOn w:val="NormaleTabelle"/>
    <w:uiPriority w:val="99"/>
    <w:rsid w:val="002B67E5"/>
    <w:rPr>
      <w:rFonts w:ascii="Arial" w:hAnsi="Arial"/>
      <w:sz w:val="18"/>
    </w:rPr>
    <w:tblPr>
      <w:tblStyleRowBandSize w:val="1"/>
      <w:tblCellMar>
        <w:top w:w="28" w:type="dxa"/>
        <w:left w:w="85" w:type="dxa"/>
        <w:bottom w:w="57" w:type="dxa"/>
        <w:right w:w="85" w:type="dxa"/>
      </w:tblCellMar>
    </w:tblPr>
    <w:tblStylePr w:type="firstRow">
      <w:rPr>
        <w:b/>
      </w:rPr>
      <w:tblPr/>
      <w:trPr>
        <w:tblHeader/>
      </w:trPr>
      <w:tcPr>
        <w:tcBorders>
          <w:top w:val="nil"/>
          <w:left w:val="nil"/>
          <w:bottom w:val="single" w:sz="4" w:space="0" w:color="auto"/>
          <w:right w:val="nil"/>
          <w:insideH w:val="nil"/>
          <w:insideV w:val="nil"/>
          <w:tl2br w:val="nil"/>
          <w:tr2bl w:val="nil"/>
        </w:tcBorders>
        <w:shd w:val="clear" w:color="auto" w:fill="D9D9D9"/>
      </w:tcPr>
    </w:tblStylePr>
    <w:tblStylePr w:type="lastRow">
      <w:tblPr/>
      <w:tcPr>
        <w:tcBorders>
          <w:top w:val="nil"/>
          <w:left w:val="nil"/>
          <w:bottom w:val="single" w:sz="4" w:space="0" w:color="auto"/>
          <w:right w:val="nil"/>
          <w:insideH w:val="nil"/>
          <w:insideV w:val="single" w:sz="4" w:space="0" w:color="auto"/>
          <w:tl2br w:val="nil"/>
          <w:tr2bl w:val="nil"/>
        </w:tcBorders>
      </w:tcPr>
    </w:tblStylePr>
    <w:tblStylePr w:type="band1Horz">
      <w:tblPr/>
      <w:tcPr>
        <w:tcBorders>
          <w:top w:val="nil"/>
          <w:left w:val="nil"/>
          <w:bottom w:val="single" w:sz="4" w:space="0" w:color="auto"/>
          <w:right w:val="nil"/>
          <w:insideH w:val="nil"/>
          <w:insideV w:val="single" w:sz="4" w:space="0" w:color="auto"/>
          <w:tl2br w:val="nil"/>
          <w:tr2bl w:val="nil"/>
        </w:tcBorders>
      </w:tcPr>
    </w:tblStylePr>
    <w:tblStylePr w:type="band2Horz">
      <w:tblPr/>
      <w:tcPr>
        <w:tcBorders>
          <w:top w:val="nil"/>
          <w:left w:val="nil"/>
          <w:bottom w:val="single" w:sz="4" w:space="0" w:color="auto"/>
          <w:right w:val="nil"/>
          <w:insideH w:val="nil"/>
          <w:insideV w:val="single" w:sz="4" w:space="0" w:color="auto"/>
          <w:tl2br w:val="nil"/>
          <w:tr2bl w:val="nil"/>
        </w:tcBorders>
      </w:tcPr>
    </w:tblStylePr>
  </w:style>
  <w:style w:type="table" w:customStyle="1" w:styleId="Tabellenrasterkompakt">
    <w:name w:val="Tabellenraster kompakt"/>
    <w:basedOn w:val="NormaleTabelle"/>
    <w:uiPriority w:val="99"/>
    <w:rsid w:val="00101D11"/>
    <w:pPr>
      <w:spacing w:line="260" w:lineRule="exact"/>
    </w:pPr>
    <w:rPr>
      <w:rFonts w:ascii="Arial" w:hAnsi="Arial"/>
      <w:sz w:val="18"/>
    </w:rPr>
    <w:tblPr>
      <w:tblStyleRowBandSize w:val="1"/>
      <w:tblStyleColBandSize w:val="1"/>
      <w:tblBorders>
        <w:top w:val="single" w:sz="4" w:space="0" w:color="auto"/>
        <w:bottom w:val="single" w:sz="4" w:space="0" w:color="auto"/>
        <w:insideH w:val="single" w:sz="4" w:space="0" w:color="auto"/>
        <w:insideV w:val="single" w:sz="4" w:space="0" w:color="auto"/>
      </w:tblBorders>
      <w:tblCellMar>
        <w:top w:w="28" w:type="dxa"/>
        <w:left w:w="28" w:type="dxa"/>
        <w:bottom w:w="57" w:type="dxa"/>
        <w:right w:w="0" w:type="dxa"/>
      </w:tblCellMar>
    </w:tblPr>
    <w:tblStylePr w:type="band1Vert">
      <w:tblPr>
        <w:tblCellMar>
          <w:top w:w="28" w:type="dxa"/>
          <w:left w:w="85" w:type="dxa"/>
          <w:bottom w:w="57" w:type="dxa"/>
          <w:right w:w="85" w:type="dxa"/>
        </w:tblCellMar>
      </w:tblPr>
    </w:tblStylePr>
    <w:tblStylePr w:type="band2Vert">
      <w:tblPr>
        <w:tblCellMar>
          <w:top w:w="28" w:type="dxa"/>
          <w:left w:w="85" w:type="dxa"/>
          <w:bottom w:w="57" w:type="dxa"/>
          <w:right w:w="85" w:type="dxa"/>
        </w:tblCellMar>
      </w:tblPr>
    </w:tblStylePr>
  </w:style>
  <w:style w:type="character" w:customStyle="1" w:styleId="KopfzeileZchn">
    <w:name w:val="Kopfzeile Zchn"/>
    <w:basedOn w:val="Absatz-Standardschriftart"/>
    <w:link w:val="Kopfzeile"/>
    <w:rsid w:val="00BF50C9"/>
    <w:rPr>
      <w:rFonts w:ascii="Arial" w:hAnsi="Arial"/>
      <w:sz w:val="17"/>
      <w:szCs w:val="24"/>
      <w:lang w:val="de-CH"/>
    </w:rPr>
  </w:style>
  <w:style w:type="character" w:customStyle="1" w:styleId="UnterschriftZchn">
    <w:name w:val="Unterschrift Zchn"/>
    <w:basedOn w:val="Absatz-Standardschriftart"/>
    <w:link w:val="Unterschrift"/>
    <w:rsid w:val="00BF50C9"/>
    <w:rPr>
      <w:rFonts w:ascii="Arial" w:hAnsi="Arial"/>
      <w:szCs w:val="24"/>
      <w:lang w:val="de-CH"/>
    </w:rPr>
  </w:style>
  <w:style w:type="character" w:customStyle="1" w:styleId="DatumZchn">
    <w:name w:val="Datum Zchn"/>
    <w:basedOn w:val="Absatz-Standardschriftart"/>
    <w:link w:val="Datum"/>
    <w:rsid w:val="00BF50C9"/>
    <w:rPr>
      <w:rFonts w:ascii="Arial" w:hAnsi="Arial"/>
      <w:szCs w:val="24"/>
      <w:lang w:val="de-CH"/>
    </w:rPr>
  </w:style>
  <w:style w:type="table" w:styleId="TabelleEinfach3">
    <w:name w:val="Table Simple 3"/>
    <w:basedOn w:val="NormaleTabelle"/>
    <w:rsid w:val="00BF50C9"/>
    <w:pPr>
      <w:adjustRightInd w:val="0"/>
      <w:snapToGrid w:val="0"/>
      <w:spacing w:line="260" w:lineRule="exact"/>
    </w:pPr>
    <w:rPr>
      <w:rFonts w:ascii="Arial" w:hAnsi="Arial"/>
      <w:sz w:val="18"/>
    </w:rPr>
    <w:tblPr>
      <w:tblBorders>
        <w:bottom w:val="single" w:sz="2"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rPr>
        <w:rFonts w:ascii="Arial" w:hAnsi="Arial"/>
        <w:b/>
        <w:bCs/>
        <w:color w:val="auto"/>
        <w:sz w:val="18"/>
      </w:rPr>
      <w:tblPr/>
      <w:tcPr>
        <w:tcBorders>
          <w:top w:val="nil"/>
          <w:left w:val="nil"/>
          <w:bottom w:val="nil"/>
          <w:right w:val="nil"/>
          <w:insideH w:val="nil"/>
          <w:insideV w:val="nil"/>
          <w:tl2br w:val="nil"/>
          <w:tr2bl w:val="nil"/>
        </w:tcBorders>
        <w:shd w:val="clear" w:color="auto" w:fill="D9D9D9"/>
      </w:tcPr>
    </w:tblStylePr>
  </w:style>
  <w:style w:type="paragraph" w:customStyle="1" w:styleId="TitelTitelseiteVorlage">
    <w:name w:val="Titel Titelseite Vorlage"/>
    <w:basedOn w:val="Standard"/>
    <w:rsid w:val="00123BC9"/>
    <w:pPr>
      <w:pBdr>
        <w:top w:val="single" w:sz="4" w:space="6" w:color="auto"/>
      </w:pBdr>
      <w:spacing w:line="360" w:lineRule="exact"/>
    </w:pPr>
    <w:rPr>
      <w:sz w:val="28"/>
    </w:rPr>
  </w:style>
  <w:style w:type="paragraph" w:customStyle="1" w:styleId="AbsenderDistanz2">
    <w:name w:val="Absender Distanz 2"/>
    <w:basedOn w:val="Standard"/>
    <w:rsid w:val="003A6B6B"/>
    <w:pPr>
      <w:spacing w:after="420" w:line="240" w:lineRule="auto"/>
    </w:pPr>
    <w:rPr>
      <w:sz w:val="2"/>
    </w:rPr>
  </w:style>
  <w:style w:type="paragraph" w:customStyle="1" w:styleId="DatumTitelseite">
    <w:name w:val="Datum Titelseite"/>
    <w:basedOn w:val="Datum"/>
    <w:qFormat/>
    <w:rsid w:val="00A765FD"/>
    <w:pPr>
      <w:spacing w:before="1920"/>
    </w:pPr>
  </w:style>
  <w:style w:type="paragraph" w:customStyle="1" w:styleId="Minimal">
    <w:name w:val="Minimal"/>
    <w:basedOn w:val="Standard"/>
    <w:rsid w:val="00062ABA"/>
    <w:pPr>
      <w:spacing w:line="240" w:lineRule="auto"/>
    </w:pPr>
    <w:rPr>
      <w:sz w:val="2"/>
    </w:rPr>
  </w:style>
  <w:style w:type="paragraph" w:customStyle="1" w:styleId="AuflistungmitNummernmitAbstand">
    <w:name w:val="Auflistung mit Nummern mit Abstand"/>
    <w:basedOn w:val="Standard"/>
    <w:qFormat/>
    <w:rsid w:val="001F171D"/>
    <w:pPr>
      <w:numPr>
        <w:numId w:val="36"/>
      </w:numPr>
      <w:spacing w:after="140"/>
    </w:pPr>
  </w:style>
  <w:style w:type="numbering" w:customStyle="1" w:styleId="Formatvorlage1">
    <w:name w:val="Formatvorlage1"/>
    <w:uiPriority w:val="99"/>
    <w:rsid w:val="001F171D"/>
    <w:pPr>
      <w:numPr>
        <w:numId w:val="34"/>
      </w:numPr>
    </w:pPr>
  </w:style>
  <w:style w:type="character" w:customStyle="1" w:styleId="FunotentextZchn">
    <w:name w:val="Fußnotentext Zchn"/>
    <w:basedOn w:val="Absatz-Standardschriftart"/>
    <w:link w:val="Funotentext"/>
    <w:rsid w:val="002456DF"/>
    <w:rPr>
      <w:rFonts w:ascii="Arial" w:hAnsi="Arial"/>
      <w:sz w:val="14"/>
      <w:lang w:val="de-CH"/>
    </w:rPr>
  </w:style>
  <w:style w:type="paragraph" w:customStyle="1" w:styleId="KopieAnersteZeile">
    <w:name w:val="KopieAn erste Zeile"/>
    <w:basedOn w:val="Standard"/>
    <w:next w:val="Standard"/>
    <w:rsid w:val="00F11512"/>
    <w:pPr>
      <w:keepNext/>
      <w:spacing w:before="140"/>
    </w:pPr>
  </w:style>
  <w:style w:type="paragraph" w:customStyle="1" w:styleId="KopieAn">
    <w:name w:val="KopieAn"/>
    <w:basedOn w:val="AuflistungmitSymbolen"/>
    <w:rsid w:val="000D1591"/>
    <w:pPr>
      <w:keepNext/>
      <w:spacing w:after="0"/>
      <w:contextualSpacing w:val="0"/>
    </w:pPr>
  </w:style>
  <w:style w:type="paragraph" w:customStyle="1" w:styleId="Zwischentitel">
    <w:name w:val="Zwischentitel"/>
    <w:basedOn w:val="Standard"/>
    <w:next w:val="Standard"/>
    <w:qFormat/>
    <w:rsid w:val="008D358E"/>
    <w:rPr>
      <w:b/>
      <w:szCs w:val="2"/>
    </w:rPr>
  </w:style>
  <w:style w:type="paragraph" w:customStyle="1" w:styleId="Inhaltsverzeichnis">
    <w:name w:val="Inhaltsverzeichnis"/>
    <w:basedOn w:val="Standard"/>
    <w:next w:val="Standard"/>
    <w:qFormat/>
    <w:rsid w:val="008D358E"/>
    <w:pPr>
      <w:spacing w:before="420" w:after="280"/>
    </w:pPr>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81002">
      <w:bodyDiv w:val="1"/>
      <w:marLeft w:val="0"/>
      <w:marRight w:val="0"/>
      <w:marTop w:val="0"/>
      <w:marBottom w:val="0"/>
      <w:divBdr>
        <w:top w:val="none" w:sz="0" w:space="0" w:color="auto"/>
        <w:left w:val="none" w:sz="0" w:space="0" w:color="auto"/>
        <w:bottom w:val="none" w:sz="0" w:space="0" w:color="auto"/>
        <w:right w:val="none" w:sz="0" w:space="0" w:color="auto"/>
      </w:divBdr>
    </w:div>
    <w:div w:id="429083310">
      <w:bodyDiv w:val="1"/>
      <w:marLeft w:val="0"/>
      <w:marRight w:val="0"/>
      <w:marTop w:val="0"/>
      <w:marBottom w:val="0"/>
      <w:divBdr>
        <w:top w:val="none" w:sz="0" w:space="0" w:color="auto"/>
        <w:left w:val="none" w:sz="0" w:space="0" w:color="auto"/>
        <w:bottom w:val="none" w:sz="0" w:space="0" w:color="auto"/>
        <w:right w:val="none" w:sz="0" w:space="0" w:color="auto"/>
      </w:divBdr>
    </w:div>
    <w:div w:id="776632098">
      <w:bodyDiv w:val="1"/>
      <w:marLeft w:val="0"/>
      <w:marRight w:val="0"/>
      <w:marTop w:val="0"/>
      <w:marBottom w:val="0"/>
      <w:divBdr>
        <w:top w:val="none" w:sz="0" w:space="0" w:color="auto"/>
        <w:left w:val="none" w:sz="0" w:space="0" w:color="auto"/>
        <w:bottom w:val="none" w:sz="0" w:space="0" w:color="auto"/>
        <w:right w:val="none" w:sz="0" w:space="0" w:color="auto"/>
      </w:divBdr>
    </w:div>
    <w:div w:id="1196622549">
      <w:bodyDiv w:val="1"/>
      <w:marLeft w:val="0"/>
      <w:marRight w:val="0"/>
      <w:marTop w:val="0"/>
      <w:marBottom w:val="0"/>
      <w:divBdr>
        <w:top w:val="none" w:sz="0" w:space="0" w:color="auto"/>
        <w:left w:val="none" w:sz="0" w:space="0" w:color="auto"/>
        <w:bottom w:val="none" w:sz="0" w:space="0" w:color="auto"/>
        <w:right w:val="none" w:sz="0" w:space="0" w:color="auto"/>
      </w:divBdr>
    </w:div>
    <w:div w:id="161305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jp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officeatwork xmlns="http://schemas.officeatwork.com/Formulas">eNp7v3u/jVt+UW5pTmKxgr4dAD33Bnw=</officeatwork>
</file>

<file path=customXml/item2.xml><?xml version="1.0" encoding="utf-8"?>
<officeatwork xmlns="http://schemas.officeatwork.com/CustomXMLPart"/>
</file>

<file path=customXml/item3.xml><?xml version="1.0" encoding="utf-8"?>
<officeatwork xmlns="http://schemas.officeatwork.com/Media"/>
</file>

<file path=customXml/item4.xml><?xml version="1.0" encoding="utf-8"?>
<officeatwork xmlns="http://schemas.officeatwork.com/MasterProperties">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</officeatwork>
</file>

<file path=customXml/item5.xml><?xml version="1.0" encoding="utf-8"?>
<officeatwork xmlns="http://schemas.officeatwork.com/Document">eNp7v3u/jUt+cmlual6JnU1wfk5pSWZ+nmeKnY0+MscnMS+9NDE91c7IwNTURh/OtQnLTC0HqoVScJMAxiof0g==</officeatwork>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F5AC6-7D87-4154-A56F-0AED3D3C1E81}">
  <ds:schemaRefs>
    <ds:schemaRef ds:uri="http://schemas.officeatwork.com/Formulas"/>
  </ds:schemaRefs>
</ds:datastoreItem>
</file>

<file path=customXml/itemProps2.xml><?xml version="1.0" encoding="utf-8"?>
<ds:datastoreItem xmlns:ds="http://schemas.openxmlformats.org/officeDocument/2006/customXml" ds:itemID="{052B4631-D73C-4047-B0BC-FCB92A2796BD}">
  <ds:schemaRefs>
    <ds:schemaRef ds:uri="http://schemas.officeatwork.com/CustomXMLPart"/>
  </ds:schemaRefs>
</ds:datastoreItem>
</file>

<file path=customXml/itemProps3.xml><?xml version="1.0" encoding="utf-8"?>
<ds:datastoreItem xmlns:ds="http://schemas.openxmlformats.org/officeDocument/2006/customXml" ds:itemID="{CB0CA68F-E28A-4301-BAB9-6DA12405232B}">
  <ds:schemaRefs>
    <ds:schemaRef ds:uri="http://schemas.officeatwork.com/Media"/>
  </ds:schemaRefs>
</ds:datastoreItem>
</file>

<file path=customXml/itemProps4.xml><?xml version="1.0" encoding="utf-8"?>
<ds:datastoreItem xmlns:ds="http://schemas.openxmlformats.org/officeDocument/2006/customXml" ds:itemID="{258EA2FD-3F53-49FF-8049-02203411BA58}">
  <ds:schemaRefs>
    <ds:schemaRef ds:uri="http://schemas.officeatwork.com/MasterProperties"/>
  </ds:schemaRefs>
</ds:datastoreItem>
</file>

<file path=customXml/itemProps5.xml><?xml version="1.0" encoding="utf-8"?>
<ds:datastoreItem xmlns:ds="http://schemas.openxmlformats.org/officeDocument/2006/customXml" ds:itemID="{C455C4C1-8540-4DD0-BC9F-461BA384C08C}">
  <ds:schemaRefs>
    <ds:schemaRef ds:uri="http://schemas.officeatwork.com/Document"/>
  </ds:schemaRefs>
</ds:datastoreItem>
</file>

<file path=customXml/itemProps6.xml><?xml version="1.0" encoding="utf-8"?>
<ds:datastoreItem xmlns:ds="http://schemas.openxmlformats.org/officeDocument/2006/customXml" ds:itemID="{ABDE371A-ECC7-4E1A-BEB0-E1D1DC18F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1C9E6036.dotm</Template>
  <TotalTime>0</TotalTime>
  <Pages>3</Pages>
  <Words>1150</Words>
  <Characters>6854</Characters>
  <Application>Microsoft Office Word</Application>
  <DocSecurity>0</DocSecurity>
  <Lines>285</Lines>
  <Paragraphs>186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DocumentType</vt:lpstr>
    </vt:vector>
  </TitlesOfParts>
  <Manager>Christina Zweifel</Manager>
  <Company>Departement  Gesundheit und Soziales Kantonaler Sozialdienst Fachstelle Alter und Familie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Beispielfragebogen für die Bevölkerung</dc:subject>
  <dc:creator>Christina Zweifel</dc:creator>
  <cp:keywords/>
  <dc:description/>
  <cp:lastModifiedBy>Zweifel Christina DGSKSD</cp:lastModifiedBy>
  <cp:revision>2</cp:revision>
  <cp:lastPrinted>2007-07-31T15:59:00Z</cp:lastPrinted>
  <dcterms:created xsi:type="dcterms:W3CDTF">2019-03-19T13:11:00Z</dcterms:created>
  <dcterms:modified xsi:type="dcterms:W3CDTF">2019-03-19T13:12:00Z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Author.Name">
    <vt:lpwstr>Christina Zweifel</vt:lpwstr>
  </property>
  <property fmtid="{D5CDD505-2E9C-101B-9397-08002B2CF9AE}" pid="4" name="Contactperson.Name">
    <vt:lpwstr>Christina Zweifel</vt:lpwstr>
  </property>
  <property fmtid="{D5CDD505-2E9C-101B-9397-08002B2CF9AE}" pid="5" name="Doc.of">
    <vt:lpwstr>von</vt:lpwstr>
  </property>
  <property fmtid="{D5CDD505-2E9C-101B-9397-08002B2CF9AE}" pid="6" name="Doc.Draft">
    <vt:lpwstr/>
  </property>
  <property fmtid="{D5CDD505-2E9C-101B-9397-08002B2CF9AE}" pid="7" name="Doc.OutputprofileTitleDistance">
    <vt:lpwstr>1234567890123456789012345678901234567890123456</vt:lpwstr>
  </property>
  <property fmtid="{D5CDD505-2E9C-101B-9397-08002B2CF9AE}" pid="8" name="Date.Format.Long">
    <vt:lpwstr>D. MMMM YYYY</vt:lpwstr>
  </property>
  <property fmtid="{D5CDD505-2E9C-101B-9397-08002B2CF9AE}" pid="9" name="Doc.Enclosures">
    <vt:lpwstr>Beilagen</vt:lpwstr>
  </property>
  <property fmtid="{D5CDD505-2E9C-101B-9397-08002B2CF9AE}" pid="10" name="Doc.Distribution">
    <vt:lpwstr>Verteiler</vt:lpwstr>
  </property>
  <property fmtid="{D5CDD505-2E9C-101B-9397-08002B2CF9AE}" pid="11" name="CustomField.Enclosures">
    <vt:lpwstr/>
  </property>
  <property fmtid="{D5CDD505-2E9C-101B-9397-08002B2CF9AE}" pid="12" name="CustomField.DocumentType">
    <vt:lpwstr/>
  </property>
  <property fmtid="{D5CDD505-2E9C-101B-9397-08002B2CF9AE}" pid="13" name="BM_Subject">
    <vt:lpwstr>Beispielfragebogen für die Bevölkerung</vt:lpwstr>
  </property>
  <property fmtid="{D5CDD505-2E9C-101B-9397-08002B2CF9AE}" pid="14" name="CustomField.Footer">
    <vt:lpwstr/>
  </property>
  <property fmtid="{D5CDD505-2E9C-101B-9397-08002B2CF9AE}" pid="15" name="Doc.Subject">
    <vt:lpwstr>[Betreff]</vt:lpwstr>
  </property>
  <property fmtid="{D5CDD505-2E9C-101B-9397-08002B2CF9AE}" pid="16" name="Signature1.Name">
    <vt:lpwstr>Christina Zweifel</vt:lpwstr>
  </property>
  <property fmtid="{D5CDD505-2E9C-101B-9397-08002B2CF9AE}" pid="17" name="Signature1.Function">
    <vt:lpwstr>Leiterin Fachstelle Alter und Familie</vt:lpwstr>
  </property>
  <property fmtid="{D5CDD505-2E9C-101B-9397-08002B2CF9AE}" pid="18" name="Signature2.Name">
    <vt:lpwstr/>
  </property>
  <property fmtid="{D5CDD505-2E9C-101B-9397-08002B2CF9AE}" pid="19" name="Signature2.Function">
    <vt:lpwstr/>
  </property>
  <property fmtid="{D5CDD505-2E9C-101B-9397-08002B2CF9AE}" pid="20" name="Organisation.OrganisationLevel1">
    <vt:lpwstr>Departement _x000d_
Gesundheit und Soziales</vt:lpwstr>
  </property>
  <property fmtid="{D5CDD505-2E9C-101B-9397-08002B2CF9AE}" pid="21" name="Organisation.OrganisationLevel2">
    <vt:lpwstr>Kantonaler Sozialdienst</vt:lpwstr>
  </property>
  <property fmtid="{D5CDD505-2E9C-101B-9397-08002B2CF9AE}" pid="22" name="Organisation.OrganisationLevel3">
    <vt:lpwstr>Fachstelle Alter und Familie</vt:lpwstr>
  </property>
  <property fmtid="{D5CDD505-2E9C-101B-9397-08002B2CF9AE}" pid="23" name="Doc.Report">
    <vt:lpwstr>Bericht</vt:lpwstr>
  </property>
  <property fmtid="{D5CDD505-2E9C-101B-9397-08002B2CF9AE}" pid="24" name="CustomField.Distribution">
    <vt:lpwstr/>
  </property>
  <property fmtid="{D5CDD505-2E9C-101B-9397-08002B2CF9AE}" pid="25" name="Contactperson.Title">
    <vt:lpwstr>Dr. rer. nat.</vt:lpwstr>
  </property>
  <property fmtid="{D5CDD505-2E9C-101B-9397-08002B2CF9AE}" pid="26" name="Contactperson.Function">
    <vt:lpwstr>Leiterin Fachstelle Alter und Familie</vt:lpwstr>
  </property>
  <property fmtid="{D5CDD505-2E9C-101B-9397-08002B2CF9AE}" pid="27" name="Doc.CopyTo">
    <vt:lpwstr>Kopie</vt:lpwstr>
  </property>
  <property fmtid="{D5CDD505-2E9C-101B-9397-08002B2CF9AE}" pid="28" name="CustomField.Copy">
    <vt:lpwstr/>
  </property>
  <property fmtid="{D5CDD505-2E9C-101B-9397-08002B2CF9AE}" pid="29" name="Organisation2.OrganisationLevel1">
    <vt:lpwstr/>
  </property>
  <property fmtid="{D5CDD505-2E9C-101B-9397-08002B2CF9AE}" pid="30" name="Organisation2.OrganisationLevel2">
    <vt:lpwstr/>
  </property>
  <property fmtid="{D5CDD505-2E9C-101B-9397-08002B2CF9AE}" pid="31" name="Organisation2.OrganisationLevel3">
    <vt:lpwstr/>
  </property>
  <property fmtid="{D5CDD505-2E9C-101B-9397-08002B2CF9AE}" pid="32" name="CustomField.Info">
    <vt:lpwstr/>
  </property>
  <property fmtid="{D5CDD505-2E9C-101B-9397-08002B2CF9AE}" pid="33" name="oawInfo">
    <vt:lpwstr/>
  </property>
  <property fmtid="{D5CDD505-2E9C-101B-9397-08002B2CF9AE}" pid="34" name="oawDisplayName">
    <vt:lpwstr/>
  </property>
  <property fmtid="{D5CDD505-2E9C-101B-9397-08002B2CF9AE}" pid="35" name="oawID">
    <vt:lpwstr/>
  </property>
</Properties>
</file>