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C13AD" w14:textId="77777777" w:rsidR="00FA3AAE" w:rsidRPr="000F3D3C" w:rsidRDefault="00DA5E23" w:rsidP="00FA3AAE">
      <w:pPr>
        <w:spacing w:line="240" w:lineRule="auto"/>
        <w:rPr>
          <w:sz w:val="2"/>
          <w:szCs w:val="2"/>
        </w:rPr>
      </w:pPr>
      <w:r w:rsidRPr="000F3D3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95959" wp14:editId="0825A2B2">
                <wp:simplePos x="0" y="0"/>
                <wp:positionH relativeFrom="page">
                  <wp:posOffset>4007485</wp:posOffset>
                </wp:positionH>
                <wp:positionV relativeFrom="page">
                  <wp:posOffset>360045</wp:posOffset>
                </wp:positionV>
                <wp:extent cx="2840355" cy="180975"/>
                <wp:effectExtent l="0" t="0" r="0" b="63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03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3C4AE" w14:textId="77777777" w:rsidR="00DA5E23" w:rsidRPr="000F3D3C" w:rsidRDefault="00DA5E23" w:rsidP="00DA5E23">
                            <w:bookmarkStart w:id="0" w:name="InformationsfeldBriefkopf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9595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15.55pt;margin-top:28.35pt;width:223.6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" filled="f" stroked="f" strokeweight=".5pt">
                <v:textbox style="mso-fit-shape-to-text:t" inset="0,0,0,0">
                  <w:txbxContent>
                    <w:p w14:paraId="1873C4AE" w14:textId="77777777" w:rsidR="00DA5E23" w:rsidRPr="000F3D3C" w:rsidRDefault="00DA5E23" w:rsidP="00DA5E23">
                      <w:bookmarkStart w:id="1" w:name="InformationsfeldBriefkopf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168A" w:rsidRPr="000F3D3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1" layoutInCell="1" allowOverlap="1" wp14:anchorId="26DF47B4" wp14:editId="5ECE9157">
                <wp:simplePos x="0" y="0"/>
                <wp:positionH relativeFrom="margin">
                  <wp:posOffset>0</wp:posOffset>
                </wp:positionH>
                <wp:positionV relativeFrom="page">
                  <wp:posOffset>10268585</wp:posOffset>
                </wp:positionV>
                <wp:extent cx="3600" cy="36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" cy="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emplate"/>
                              <w:tblW w:w="0" w:type="auto"/>
                              <w:tblBorders>
                                <w:top w:val="single" w:sz="2" w:space="0" w:color="FFFFFF" w:themeColor="background1"/>
                                <w:left w:val="single" w:sz="2" w:space="0" w:color="FFFFFF" w:themeColor="background1"/>
                                <w:bottom w:val="single" w:sz="2" w:space="0" w:color="FFFFFF" w:themeColor="background1"/>
                                <w:right w:val="single" w:sz="2" w:space="0" w:color="FFFFFF" w:themeColor="background1"/>
                                <w:insideH w:val="single" w:sz="2" w:space="0" w:color="FFFFFF" w:themeColor="background1"/>
                                <w:insideV w:val="single" w:sz="2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867"/>
                            </w:tblGrid>
                            <w:tr w:rsidR="0018168A" w14:paraId="03D95927" w14:textId="77777777" w:rsidTr="00F91725">
                              <w:trPr>
                                <w:trHeight w:val="198"/>
                              </w:trPr>
                              <w:tc>
                                <w:tcPr>
                                  <w:tcW w:w="7867" w:type="dxa"/>
                                </w:tcPr>
                                <w:p w14:paraId="22E344F6" w14:textId="77777777" w:rsidR="0018168A" w:rsidRDefault="0018168A">
                                  <w:pPr>
                                    <w:pStyle w:val="Fuzeile"/>
                                  </w:pPr>
                                </w:p>
                              </w:tc>
                            </w:tr>
                          </w:tbl>
                          <w:p w14:paraId="443DE118" w14:textId="77777777" w:rsidR="0018168A" w:rsidRDefault="0018168A" w:rsidP="0018168A">
                            <w:pPr>
                              <w:pStyle w:val="Fuzeile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F47B4" id="Textfeld 7" o:spid="_x0000_s1027" type="#_x0000_t202" style="position:absolute;margin-left:0;margin-top:808.55pt;width:.3pt;height:.3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" filled="f" stroked="f" strokeweight=".5pt">
                <v:textbox inset="0,0,0,0">
                  <w:txbxContent>
                    <w:tbl>
                      <w:tblPr>
                        <w:tblStyle w:val="Template"/>
                        <w:tblW w:w="0" w:type="auto"/>
                        <w:tblBorders>
                          <w:top w:val="single" w:sz="2" w:space="0" w:color="FFFFFF" w:themeColor="background1"/>
                          <w:left w:val="single" w:sz="2" w:space="0" w:color="FFFFFF" w:themeColor="background1"/>
                          <w:bottom w:val="single" w:sz="2" w:space="0" w:color="FFFFFF" w:themeColor="background1"/>
                          <w:right w:val="single" w:sz="2" w:space="0" w:color="FFFFFF" w:themeColor="background1"/>
                          <w:insideH w:val="single" w:sz="2" w:space="0" w:color="FFFFFF" w:themeColor="background1"/>
                          <w:insideV w:val="single" w:sz="2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867"/>
                      </w:tblGrid>
                      <w:tr w:rsidR="0018168A" w14:paraId="03D95927" w14:textId="77777777" w:rsidTr="00F91725">
                        <w:trPr>
                          <w:trHeight w:val="198"/>
                        </w:trPr>
                        <w:tc>
                          <w:tcPr>
                            <w:tcW w:w="7867" w:type="dxa"/>
                          </w:tcPr>
                          <w:p w14:paraId="22E344F6" w14:textId="77777777" w:rsidR="0018168A" w:rsidRDefault="0018168A">
                            <w:pPr>
                              <w:pStyle w:val="Fuzeile"/>
                            </w:pPr>
                          </w:p>
                        </w:tc>
                      </w:tr>
                    </w:tbl>
                    <w:p w14:paraId="443DE118" w14:textId="77777777" w:rsidR="0018168A" w:rsidRDefault="0018168A" w:rsidP="0018168A">
                      <w:pPr>
                        <w:pStyle w:val="Fuzeile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Style w:val="Template"/>
        <w:tblpPr w:leftFromText="141" w:rightFromText="141" w:vertAnchor="text" w:tblpY="1"/>
        <w:tblOverlap w:val="never"/>
        <w:tblW w:w="9015" w:type="dxa"/>
        <w:tblLayout w:type="fixed"/>
        <w:tblLook w:val="04A0" w:firstRow="1" w:lastRow="0" w:firstColumn="1" w:lastColumn="0" w:noHBand="0" w:noVBand="1"/>
      </w:tblPr>
      <w:tblGrid>
        <w:gridCol w:w="4507"/>
        <w:gridCol w:w="4508"/>
      </w:tblGrid>
      <w:tr w:rsidR="00FF62A5" w:rsidRPr="000F3D3C" w14:paraId="10EB98AE" w14:textId="77777777" w:rsidTr="006D606E">
        <w:trPr>
          <w:trHeight w:val="1077"/>
        </w:trPr>
        <w:tc>
          <w:tcPr>
            <w:tcW w:w="4507" w:type="dxa"/>
            <w:tcMar>
              <w:right w:w="284" w:type="dxa"/>
            </w:tcMar>
          </w:tcPr>
          <w:bookmarkStart w:id="2" w:name="Kontaktblock" w:colFirst="0" w:colLast="0"/>
          <w:p w14:paraId="012BB436" w14:textId="77777777" w:rsidR="0041574F" w:rsidRPr="000F3D3C" w:rsidRDefault="00FF62A5" w:rsidP="0098608F">
            <w:pPr>
              <w:pStyle w:val="AbsenderTitelStufeI"/>
            </w:pPr>
            <w:r w:rsidRPr="000F3D3C">
              <w:fldChar w:fldCharType="begin"/>
            </w:r>
            <w:r w:rsidRPr="000F3D3C">
              <w:instrText xml:space="preserve"> IF </w:instrText>
            </w:r>
            <w:r w:rsidRPr="000F3D3C">
              <w:fldChar w:fldCharType="begin"/>
            </w:r>
            <w:r w:rsidRPr="000F3D3C">
              <w:instrText xml:space="preserve"> DOCPROPERTY "Organisation.OrganisationLevel1"\*CHARFORMAT \&lt;OawJumpToField value=0/&gt;</w:instrText>
            </w:r>
            <w:r w:rsidRPr="000F3D3C">
              <w:fldChar w:fldCharType="separate"/>
            </w:r>
            <w:r w:rsidR="0041574F" w:rsidRPr="000F3D3C">
              <w:instrText xml:space="preserve">Departement </w:instrText>
            </w:r>
          </w:p>
          <w:p w14:paraId="04AD1F5D" w14:textId="77777777" w:rsidR="0041574F" w:rsidRPr="000F3D3C" w:rsidRDefault="0041574F" w:rsidP="0098608F">
            <w:pPr>
              <w:pStyle w:val="AbsenderTitelStufeI"/>
            </w:pPr>
            <w:r w:rsidRPr="000F3D3C">
              <w:instrText>Bildung, Kultur und Sport</w:instrText>
            </w:r>
            <w:r w:rsidR="00FF62A5" w:rsidRPr="000F3D3C">
              <w:fldChar w:fldCharType="end"/>
            </w:r>
            <w:r w:rsidR="00FF62A5" w:rsidRPr="000F3D3C">
              <w:instrText xml:space="preserve"> = "" "" "</w:instrText>
            </w:r>
            <w:r w:rsidR="00FF62A5" w:rsidRPr="000F3D3C">
              <w:fldChar w:fldCharType="begin"/>
            </w:r>
            <w:r w:rsidR="00FF62A5" w:rsidRPr="000F3D3C">
              <w:instrText xml:space="preserve"> DOCPROPERTY "Organisation.OrganisationLevel1"\*CHARFORMAT \&lt;OawJumpToField value=0/&gt;</w:instrText>
            </w:r>
            <w:r w:rsidR="00FF62A5" w:rsidRPr="000F3D3C">
              <w:fldChar w:fldCharType="separate"/>
            </w:r>
            <w:r w:rsidRPr="000F3D3C">
              <w:instrText xml:space="preserve">Departement </w:instrText>
            </w:r>
          </w:p>
          <w:p w14:paraId="0098D88E" w14:textId="77777777" w:rsidR="00FF62A5" w:rsidRPr="000F3D3C" w:rsidRDefault="0041574F" w:rsidP="0098608F">
            <w:pPr>
              <w:pStyle w:val="AbsenderTitelStufeI"/>
            </w:pPr>
            <w:r w:rsidRPr="000F3D3C">
              <w:instrText>Bildung, Kultur und Sport</w:instrText>
            </w:r>
            <w:r w:rsidR="00FF62A5" w:rsidRPr="000F3D3C">
              <w:fldChar w:fldCharType="end"/>
            </w:r>
          </w:p>
          <w:p w14:paraId="02B86D2E" w14:textId="77777777" w:rsidR="0041574F" w:rsidRPr="000F3D3C" w:rsidRDefault="00FF62A5" w:rsidP="0098608F">
            <w:pPr>
              <w:pStyle w:val="AbsenderTitelStufeI"/>
              <w:rPr>
                <w:noProof/>
              </w:rPr>
            </w:pPr>
            <w:r w:rsidRPr="000F3D3C">
              <w:instrText>" \&lt;OawJumpToField value=0/&gt;</w:instrText>
            </w:r>
            <w:r w:rsidRPr="000F3D3C">
              <w:rPr>
                <w:b w:val="0"/>
                <w:caps w:val="0"/>
              </w:rPr>
              <w:fldChar w:fldCharType="separate"/>
            </w:r>
            <w:r w:rsidR="0041574F" w:rsidRPr="000F3D3C">
              <w:rPr>
                <w:noProof/>
              </w:rPr>
              <w:t xml:space="preserve">Departement </w:t>
            </w:r>
          </w:p>
          <w:p w14:paraId="78412AA4" w14:textId="77777777" w:rsidR="0041574F" w:rsidRPr="000F3D3C" w:rsidRDefault="0041574F" w:rsidP="0098608F">
            <w:pPr>
              <w:pStyle w:val="AbsenderTitelStufeI"/>
              <w:rPr>
                <w:noProof/>
              </w:rPr>
            </w:pPr>
            <w:r w:rsidRPr="000F3D3C">
              <w:rPr>
                <w:noProof/>
              </w:rPr>
              <w:t>Bildung, Kultur und Sport</w:t>
            </w:r>
          </w:p>
          <w:p w14:paraId="770DE0E6" w14:textId="77777777" w:rsidR="00FF62A5" w:rsidRPr="000F3D3C" w:rsidRDefault="00FF62A5" w:rsidP="0098608F">
            <w:pPr>
              <w:pStyle w:val="AbsenderTitelStufeII"/>
            </w:pPr>
            <w:r w:rsidRPr="000F3D3C">
              <w:fldChar w:fldCharType="end"/>
            </w:r>
            <w:r w:rsidRPr="000F3D3C">
              <w:fldChar w:fldCharType="begin"/>
            </w:r>
            <w:r w:rsidRPr="000F3D3C">
              <w:instrText xml:space="preserve"> IF </w:instrText>
            </w:r>
            <w:r w:rsidRPr="000F3D3C">
              <w:fldChar w:fldCharType="begin"/>
            </w:r>
            <w:r w:rsidRPr="000F3D3C">
              <w:instrText xml:space="preserve"> DOCPROPERTY "Organisation.OrganisationLevel2"\*CHARFORMAT \&lt;OawJumpToField value=0/&gt;</w:instrText>
            </w:r>
            <w:r w:rsidRPr="000F3D3C">
              <w:fldChar w:fldCharType="separate"/>
            </w:r>
            <w:r w:rsidR="0041574F" w:rsidRPr="000F3D3C">
              <w:instrText>Abteilung Sonderschulung, Heime und Werkstätten</w:instrText>
            </w:r>
            <w:r w:rsidRPr="000F3D3C">
              <w:fldChar w:fldCharType="end"/>
            </w:r>
            <w:r w:rsidRPr="000F3D3C">
              <w:instrText xml:space="preserve"> = "" "" "</w:instrText>
            </w:r>
            <w:r w:rsidRPr="000F3D3C">
              <w:fldChar w:fldCharType="begin"/>
            </w:r>
            <w:r w:rsidRPr="000F3D3C">
              <w:instrText xml:space="preserve"> DOCPROPERTY "Organisation.OrganisationLevel2"\*CHARFORMAT \&lt;OawJumpToField value=0/&gt;</w:instrText>
            </w:r>
            <w:r w:rsidRPr="000F3D3C">
              <w:fldChar w:fldCharType="separate"/>
            </w:r>
            <w:r w:rsidR="0041574F" w:rsidRPr="000F3D3C">
              <w:instrText>Abteilung Sonderschulung, Heime und Werkstätten</w:instrText>
            </w:r>
            <w:r w:rsidRPr="000F3D3C">
              <w:fldChar w:fldCharType="end"/>
            </w:r>
          </w:p>
          <w:p w14:paraId="6A79C339" w14:textId="77777777" w:rsidR="0041574F" w:rsidRPr="000F3D3C" w:rsidRDefault="00FF62A5" w:rsidP="0098608F">
            <w:pPr>
              <w:pStyle w:val="AbsenderTitelStufeII"/>
              <w:rPr>
                <w:noProof/>
              </w:rPr>
            </w:pPr>
            <w:r w:rsidRPr="000F3D3C">
              <w:instrText>" \&lt;OawJumpToField value=0/&gt;</w:instrText>
            </w:r>
            <w:r w:rsidRPr="000F3D3C">
              <w:fldChar w:fldCharType="separate"/>
            </w:r>
            <w:r w:rsidR="0041574F" w:rsidRPr="000F3D3C">
              <w:rPr>
                <w:noProof/>
              </w:rPr>
              <w:t>Abteilung Sonderschulung, Heime und Werkstätten</w:t>
            </w:r>
          </w:p>
          <w:p w14:paraId="5C4362A8" w14:textId="77777777" w:rsidR="00FF62A5" w:rsidRPr="000F3D3C" w:rsidRDefault="00FF62A5" w:rsidP="0098608F">
            <w:pPr>
              <w:pStyle w:val="AbsenderDistanz"/>
            </w:pPr>
            <w:r w:rsidRPr="000F3D3C">
              <w:fldChar w:fldCharType="end"/>
            </w:r>
            <w:r w:rsidRPr="000F3D3C">
              <w:fldChar w:fldCharType="begin"/>
            </w:r>
            <w:r w:rsidRPr="000F3D3C">
              <w:instrText xml:space="preserve"> IF </w:instrText>
            </w:r>
            <w:r w:rsidRPr="000F3D3C">
              <w:fldChar w:fldCharType="begin"/>
            </w:r>
            <w:r w:rsidRPr="000F3D3C">
              <w:instrText xml:space="preserve"> DOCPROPERTY "Organisation.OrganisationLevel3"\*CHARFORMAT \&lt;OawJumpToField value=0/&gt;</w:instrText>
            </w:r>
            <w:r w:rsidRPr="000F3D3C">
              <w:rPr>
                <w:highlight w:val="white"/>
              </w:rPr>
              <w:fldChar w:fldCharType="end"/>
            </w:r>
            <w:r w:rsidRPr="000F3D3C">
              <w:instrText xml:space="preserve"> = "" "" "</w:instrText>
            </w:r>
          </w:p>
          <w:p w14:paraId="202CB806" w14:textId="77777777" w:rsidR="00FF62A5" w:rsidRPr="000F3D3C" w:rsidRDefault="00FF62A5" w:rsidP="0098608F">
            <w:pPr>
              <w:pStyle w:val="AbsenderText"/>
            </w:pPr>
            <w:r w:rsidRPr="000F3D3C">
              <w:fldChar w:fldCharType="begin"/>
            </w:r>
            <w:r w:rsidRPr="000F3D3C">
              <w:instrText xml:space="preserve"> DOCPROPERTY "Organisation.OrganisationLevel3"\*CHARFORMAT \&lt;OawJumpToField value=0/&gt;</w:instrText>
            </w:r>
            <w:r w:rsidRPr="000F3D3C">
              <w:fldChar w:fldCharType="separate"/>
            </w:r>
            <w:r w:rsidR="00926B84" w:rsidRPr="000F3D3C">
              <w:instrText>Organisation.OrganisationLevel3</w:instrText>
            </w:r>
            <w:r w:rsidRPr="000F3D3C">
              <w:rPr>
                <w:highlight w:val="white"/>
              </w:rPr>
              <w:fldChar w:fldCharType="end"/>
            </w:r>
          </w:p>
          <w:p w14:paraId="6E9C94B8" w14:textId="77777777" w:rsidR="00FF62A5" w:rsidRPr="000F3D3C" w:rsidRDefault="00FF62A5" w:rsidP="0098608F">
            <w:pPr>
              <w:pStyle w:val="AbsenderDistanz2"/>
              <w:rPr>
                <w:highlight w:val="white"/>
              </w:rPr>
            </w:pPr>
            <w:r w:rsidRPr="000F3D3C">
              <w:instrText>" \&lt;OawJumpToField value=0/&gt;</w:instrText>
            </w:r>
            <w:r w:rsidRPr="000F3D3C">
              <w:fldChar w:fldCharType="end"/>
            </w:r>
          </w:p>
        </w:tc>
        <w:tc>
          <w:tcPr>
            <w:tcW w:w="4507" w:type="dxa"/>
          </w:tcPr>
          <w:p w14:paraId="08024F2F" w14:textId="77777777" w:rsidR="00FF62A5" w:rsidRPr="000F3D3C" w:rsidRDefault="00FF62A5" w:rsidP="0098608F">
            <w:pPr>
              <w:pStyle w:val="AbsenderTitelStufeI"/>
            </w:pPr>
            <w:r w:rsidRPr="000F3D3C">
              <w:fldChar w:fldCharType="begin"/>
            </w:r>
            <w:r w:rsidRPr="000F3D3C">
              <w:instrText xml:space="preserve"> IF </w:instrText>
            </w:r>
            <w:r w:rsidRPr="000F3D3C">
              <w:fldChar w:fldCharType="begin"/>
            </w:r>
            <w:r w:rsidRPr="000F3D3C">
              <w:instrText xml:space="preserve"> DOCPROPERTY "Organisation</w:instrText>
            </w:r>
            <w:r w:rsidR="002D2929" w:rsidRPr="000F3D3C">
              <w:instrText>2</w:instrText>
            </w:r>
            <w:r w:rsidRPr="000F3D3C">
              <w:instrText>.OrganisationLevel1"\*CHARFORMAT \&lt;OawJumpToField value=0/&gt;</w:instrText>
            </w:r>
            <w:r w:rsidRPr="000F3D3C">
              <w:fldChar w:fldCharType="end"/>
            </w:r>
            <w:r w:rsidRPr="000F3D3C">
              <w:instrText xml:space="preserve"> = "" "" "</w:instrText>
            </w:r>
            <w:r w:rsidRPr="000F3D3C">
              <w:fldChar w:fldCharType="begin"/>
            </w:r>
            <w:r w:rsidRPr="000F3D3C">
              <w:instrText xml:space="preserve"> DOCPROPERTY "Organisation</w:instrText>
            </w:r>
            <w:r w:rsidR="002D2929" w:rsidRPr="000F3D3C">
              <w:instrText>2</w:instrText>
            </w:r>
            <w:r w:rsidRPr="000F3D3C">
              <w:instrText>.OrganisationLevel1"\*CHARFORMAT \&lt;OawJumpToField value=0/&gt;</w:instrText>
            </w:r>
            <w:r w:rsidRPr="000F3D3C">
              <w:fldChar w:fldCharType="separate"/>
            </w:r>
            <w:r w:rsidR="00926B84" w:rsidRPr="000F3D3C">
              <w:instrText>Organisation2.OrganisationLevel1</w:instrText>
            </w:r>
            <w:r w:rsidRPr="000F3D3C">
              <w:fldChar w:fldCharType="end"/>
            </w:r>
          </w:p>
          <w:p w14:paraId="5BA466C2" w14:textId="77777777" w:rsidR="00FF62A5" w:rsidRPr="000F3D3C" w:rsidRDefault="00FF62A5" w:rsidP="0098608F">
            <w:pPr>
              <w:pStyle w:val="AbsenderTitelStufeII"/>
            </w:pPr>
            <w:r w:rsidRPr="000F3D3C">
              <w:instrText>" \&lt;OawJumpToField value=0/&gt;</w:instrText>
            </w:r>
            <w:r w:rsidRPr="000F3D3C">
              <w:fldChar w:fldCharType="end"/>
            </w:r>
            <w:r w:rsidRPr="000F3D3C">
              <w:fldChar w:fldCharType="begin"/>
            </w:r>
            <w:r w:rsidRPr="000F3D3C">
              <w:instrText xml:space="preserve"> IF </w:instrText>
            </w:r>
            <w:r w:rsidRPr="000F3D3C">
              <w:fldChar w:fldCharType="begin"/>
            </w:r>
            <w:r w:rsidRPr="000F3D3C">
              <w:instrText xml:space="preserve"> DOCPROPERTY "Organisation</w:instrText>
            </w:r>
            <w:r w:rsidR="002D2929" w:rsidRPr="000F3D3C">
              <w:instrText>2</w:instrText>
            </w:r>
            <w:r w:rsidRPr="000F3D3C">
              <w:instrText>.OrganisationLevel2"\*CHARFORMAT \&lt;OawJumpToField value=0/&gt;</w:instrText>
            </w:r>
            <w:r w:rsidRPr="000F3D3C">
              <w:fldChar w:fldCharType="end"/>
            </w:r>
            <w:r w:rsidRPr="000F3D3C">
              <w:instrText xml:space="preserve"> = "" "" "</w:instrText>
            </w:r>
            <w:r w:rsidRPr="000F3D3C">
              <w:fldChar w:fldCharType="begin"/>
            </w:r>
            <w:r w:rsidRPr="000F3D3C">
              <w:instrText xml:space="preserve"> DOCPROPERTY "Organisation</w:instrText>
            </w:r>
            <w:r w:rsidR="002D2929" w:rsidRPr="000F3D3C">
              <w:instrText>2</w:instrText>
            </w:r>
            <w:r w:rsidRPr="000F3D3C">
              <w:instrText>.OrganisationLevel2"\*CHARFORMAT \&lt;OawJumpToField value=0/&gt;</w:instrText>
            </w:r>
            <w:r w:rsidRPr="000F3D3C">
              <w:fldChar w:fldCharType="separate"/>
            </w:r>
            <w:r w:rsidR="00926B84" w:rsidRPr="000F3D3C">
              <w:instrText>Organisation2.OrganisationLevel2</w:instrText>
            </w:r>
            <w:r w:rsidRPr="000F3D3C">
              <w:fldChar w:fldCharType="end"/>
            </w:r>
          </w:p>
          <w:p w14:paraId="4D071284" w14:textId="77777777" w:rsidR="00FF62A5" w:rsidRPr="000F3D3C" w:rsidRDefault="00FF62A5" w:rsidP="0098608F">
            <w:pPr>
              <w:pStyle w:val="AbsenderDistanz"/>
            </w:pPr>
            <w:r w:rsidRPr="000F3D3C">
              <w:instrText>" \&lt;OawJumpToField value=0/&gt;</w:instrText>
            </w:r>
            <w:r w:rsidRPr="000F3D3C">
              <w:fldChar w:fldCharType="end"/>
            </w:r>
            <w:r w:rsidRPr="000F3D3C">
              <w:fldChar w:fldCharType="begin"/>
            </w:r>
            <w:r w:rsidRPr="000F3D3C">
              <w:instrText xml:space="preserve"> IF </w:instrText>
            </w:r>
            <w:r w:rsidRPr="000F3D3C">
              <w:fldChar w:fldCharType="begin"/>
            </w:r>
            <w:r w:rsidRPr="000F3D3C">
              <w:instrText xml:space="preserve"> DOCPROPERTY "Organisation</w:instrText>
            </w:r>
            <w:r w:rsidR="002D2929" w:rsidRPr="000F3D3C">
              <w:instrText>2</w:instrText>
            </w:r>
            <w:r w:rsidRPr="000F3D3C">
              <w:instrText>.OrganisationLevel3"\*CHARFORMAT \&lt;OawJumpToField value=0/&gt;</w:instrText>
            </w:r>
            <w:r w:rsidRPr="000F3D3C">
              <w:rPr>
                <w:highlight w:val="white"/>
              </w:rPr>
              <w:fldChar w:fldCharType="end"/>
            </w:r>
            <w:r w:rsidRPr="000F3D3C">
              <w:instrText xml:space="preserve"> = "" "" "</w:instrText>
            </w:r>
          </w:p>
          <w:p w14:paraId="235E3D54" w14:textId="77777777" w:rsidR="00FF62A5" w:rsidRPr="000F3D3C" w:rsidRDefault="00FF62A5" w:rsidP="0098608F">
            <w:pPr>
              <w:pStyle w:val="AbsenderText"/>
            </w:pPr>
            <w:r w:rsidRPr="000F3D3C">
              <w:fldChar w:fldCharType="begin"/>
            </w:r>
            <w:r w:rsidRPr="000F3D3C">
              <w:instrText xml:space="preserve"> DOCPROPERTY "Organisation</w:instrText>
            </w:r>
            <w:r w:rsidR="002D2929" w:rsidRPr="000F3D3C">
              <w:instrText>2</w:instrText>
            </w:r>
            <w:r w:rsidRPr="000F3D3C">
              <w:instrText>.OrganisationLevel3"\*CHARFORMAT \&lt;OawJumpToField value=0/&gt;</w:instrText>
            </w:r>
            <w:r w:rsidRPr="000F3D3C">
              <w:fldChar w:fldCharType="separate"/>
            </w:r>
            <w:r w:rsidR="00926B84" w:rsidRPr="000F3D3C">
              <w:instrText>Organisation2.OrganisationLevel3</w:instrText>
            </w:r>
            <w:r w:rsidRPr="000F3D3C">
              <w:rPr>
                <w:highlight w:val="white"/>
              </w:rPr>
              <w:fldChar w:fldCharType="end"/>
            </w:r>
          </w:p>
          <w:p w14:paraId="71637E27" w14:textId="77777777" w:rsidR="00FF62A5" w:rsidRPr="000F3D3C" w:rsidRDefault="00FF62A5" w:rsidP="0098608F">
            <w:pPr>
              <w:pStyle w:val="AbsenderDistanz2"/>
              <w:rPr>
                <w:highlight w:val="white"/>
              </w:rPr>
            </w:pPr>
            <w:r w:rsidRPr="000F3D3C">
              <w:instrText>" \&lt;OawJumpToField value=0/&gt;</w:instrText>
            </w:r>
            <w:r w:rsidRPr="000F3D3C">
              <w:fldChar w:fldCharType="end"/>
            </w:r>
          </w:p>
        </w:tc>
      </w:tr>
      <w:tr w:rsidR="00FF62A5" w:rsidRPr="000F3D3C" w14:paraId="59BC78A5" w14:textId="77777777" w:rsidTr="006D606E">
        <w:tc>
          <w:tcPr>
            <w:tcW w:w="9015" w:type="dxa"/>
            <w:gridSpan w:val="2"/>
            <w:hideMark/>
          </w:tcPr>
          <w:p w14:paraId="394CFE17" w14:textId="77777777" w:rsidR="00FF62A5" w:rsidRPr="000F3D3C" w:rsidRDefault="00FF62A5" w:rsidP="00FF62A5">
            <w:pPr>
              <w:pStyle w:val="Datum"/>
              <w:rPr>
                <w:highlight w:val="white"/>
              </w:rPr>
            </w:pPr>
            <w:bookmarkStart w:id="3" w:name="DatumZusatz"/>
            <w:bookmarkEnd w:id="2"/>
            <w:bookmarkEnd w:id="3"/>
          </w:p>
        </w:tc>
      </w:tr>
      <w:tr w:rsidR="00FF62A5" w:rsidRPr="000F3D3C" w14:paraId="2C55336B" w14:textId="77777777" w:rsidTr="006D606E">
        <w:trPr>
          <w:trHeight w:val="91"/>
        </w:trPr>
        <w:tc>
          <w:tcPr>
            <w:tcW w:w="9015" w:type="dxa"/>
            <w:gridSpan w:val="2"/>
          </w:tcPr>
          <w:p w14:paraId="2E6D25F0" w14:textId="77777777" w:rsidR="00FF62A5" w:rsidRPr="000F3D3C" w:rsidRDefault="00373342" w:rsidP="00FF62A5">
            <w:pPr>
              <w:pStyle w:val="DokumentTyp"/>
              <w:rPr>
                <w:highlight w:val="white"/>
              </w:rPr>
            </w:pPr>
            <w:bookmarkStart w:id="4" w:name="DocumentType" w:colFirst="0" w:colLast="0"/>
            <w:r w:rsidRPr="000F3D3C">
              <w:t>Formular</w:t>
            </w:r>
          </w:p>
        </w:tc>
      </w:tr>
      <w:tr w:rsidR="00FF62A5" w:rsidRPr="000F3D3C" w14:paraId="7D1AE6B0" w14:textId="77777777" w:rsidTr="006D606E">
        <w:tc>
          <w:tcPr>
            <w:tcW w:w="9015" w:type="dxa"/>
            <w:gridSpan w:val="2"/>
          </w:tcPr>
          <w:p w14:paraId="5BA2516F" w14:textId="77777777" w:rsidR="00FF62A5" w:rsidRPr="000F3D3C" w:rsidRDefault="00373342" w:rsidP="00373342">
            <w:pPr>
              <w:pStyle w:val="Betreff"/>
            </w:pPr>
            <w:bookmarkStart w:id="5" w:name="Subject" w:colFirst="0" w:colLast="0"/>
            <w:bookmarkEnd w:id="4"/>
            <w:r w:rsidRPr="000F3D3C">
              <w:t>Vollzugsmeldung Miet- und Kauf-Vorhaben</w:t>
            </w:r>
            <w:r w:rsidRPr="000F3D3C">
              <w:br/>
            </w:r>
            <w:r w:rsidRPr="000F3D3C">
              <w:rPr>
                <w:b w:val="0"/>
              </w:rPr>
              <w:t>gemäss Richtlinie für Infrastrukturvorhaben der anerkannten Einrichtungen für Menschen mit besonderen Betreuungsbedürfnissen</w:t>
            </w:r>
          </w:p>
        </w:tc>
      </w:tr>
      <w:bookmarkEnd w:id="5"/>
    </w:tbl>
    <w:p w14:paraId="0C10E633" w14:textId="77777777" w:rsidR="00497839" w:rsidRPr="000F3D3C" w:rsidRDefault="00497839" w:rsidP="00E10F04">
      <w:pPr>
        <w:pStyle w:val="Minimal"/>
        <w:sectPr w:rsidR="00497839" w:rsidRPr="000F3D3C" w:rsidSect="00373342">
          <w:headerReference w:type="default" r:id="rId12"/>
          <w:footerReference w:type="default" r:id="rId13"/>
          <w:type w:val="continuous"/>
          <w:pgSz w:w="11906" w:h="16838" w:code="9"/>
          <w:pgMar w:top="-1814" w:right="1134" w:bottom="1134" w:left="1814" w:header="482" w:footer="454" w:gutter="0"/>
          <w:cols w:space="720"/>
          <w:docGrid w:linePitch="272"/>
        </w:sectPr>
      </w:pPr>
    </w:p>
    <w:p w14:paraId="7F5BFA88" w14:textId="77777777" w:rsidR="00EA24CC" w:rsidRPr="000F3D3C" w:rsidRDefault="00EA24CC" w:rsidP="00A34471">
      <w:pPr>
        <w:pStyle w:val="Separator"/>
        <w:spacing w:after="80" w:line="240" w:lineRule="auto"/>
        <w:rPr>
          <w:noProof/>
          <w:sz w:val="2"/>
          <w:szCs w:val="2"/>
          <w:highlight w:val="white"/>
        </w:rPr>
      </w:pPr>
    </w:p>
    <w:p w14:paraId="06A7229B" w14:textId="77777777" w:rsidR="00EA24CC" w:rsidRPr="000F3D3C" w:rsidRDefault="00EA24CC" w:rsidP="00177951">
      <w:pPr>
        <w:pStyle w:val="Separator"/>
        <w:spacing w:line="240" w:lineRule="auto"/>
        <w:rPr>
          <w:noProof/>
          <w:sz w:val="2"/>
          <w:szCs w:val="2"/>
          <w:highlight w:val="white"/>
        </w:rPr>
      </w:pPr>
    </w:p>
    <w:p w14:paraId="54E736B3" w14:textId="77777777" w:rsidR="000E6C03" w:rsidRPr="000F3D3C" w:rsidRDefault="000E6C03" w:rsidP="001839D1">
      <w:pPr>
        <w:spacing w:line="0" w:lineRule="atLeast"/>
        <w:rPr>
          <w:sz w:val="2"/>
          <w:szCs w:val="2"/>
        </w:rPr>
      </w:pPr>
    </w:p>
    <w:p w14:paraId="452A592D" w14:textId="77777777" w:rsidR="00516C6F" w:rsidRPr="000F3D3C" w:rsidRDefault="00373342" w:rsidP="00080C2F">
      <w:pPr>
        <w:pStyle w:val="Titel"/>
      </w:pPr>
      <w:r w:rsidRPr="000F3D3C">
        <w:t>Einrichtung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20"/>
        <w:gridCol w:w="5438"/>
      </w:tblGrid>
      <w:tr w:rsidR="00525840" w:rsidRPr="000F3D3C" w14:paraId="4D67F8AA" w14:textId="77777777" w:rsidTr="00E15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04ABFF9F" w14:textId="77777777" w:rsidR="00525840" w:rsidRPr="000F3D3C" w:rsidRDefault="00525840" w:rsidP="00F5631D">
            <w:pPr>
              <w:pStyle w:val="Blocktext"/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>Name Einrichtung</w:t>
            </w:r>
          </w:p>
        </w:tc>
        <w:tc>
          <w:tcPr>
            <w:tcW w:w="5528" w:type="dxa"/>
            <w:tcBorders>
              <w:left w:val="nil"/>
            </w:tcBorders>
            <w:shd w:val="clear" w:color="auto" w:fill="F2F2F2" w:themeFill="background1" w:themeFillShade="F2"/>
          </w:tcPr>
          <w:p w14:paraId="557A3C4B" w14:textId="77777777" w:rsidR="00525840" w:rsidRPr="000F3D3C" w:rsidRDefault="00525840" w:rsidP="00E15791">
            <w:pPr>
              <w:pStyle w:val="Blocktext"/>
              <w:spacing w:before="40" w:after="40" w:line="240" w:lineRule="auto"/>
              <w:ind w:left="198"/>
              <w:rPr>
                <w:b/>
                <w:szCs w:val="18"/>
              </w:rPr>
            </w:pPr>
          </w:p>
        </w:tc>
      </w:tr>
      <w:tr w:rsidR="00525840" w:rsidRPr="000F3D3C" w14:paraId="6B9A156D" w14:textId="77777777" w:rsidTr="00E15791"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28BB6F6C" w14:textId="77777777" w:rsidR="00525840" w:rsidRPr="000F3D3C" w:rsidRDefault="00525840" w:rsidP="00F5631D">
            <w:pPr>
              <w:pStyle w:val="Blocktext"/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>Adresse Einrichtung</w:t>
            </w:r>
          </w:p>
        </w:tc>
        <w:tc>
          <w:tcPr>
            <w:tcW w:w="5528" w:type="dxa"/>
            <w:tcBorders>
              <w:left w:val="nil"/>
            </w:tcBorders>
          </w:tcPr>
          <w:p w14:paraId="39AE37A9" w14:textId="77777777" w:rsidR="00525840" w:rsidRPr="000F3D3C" w:rsidRDefault="00525840" w:rsidP="00E15791">
            <w:pPr>
              <w:pStyle w:val="Blocktext"/>
              <w:spacing w:before="40" w:after="40" w:line="240" w:lineRule="auto"/>
              <w:ind w:left="198"/>
              <w:rPr>
                <w:szCs w:val="18"/>
              </w:rPr>
            </w:pPr>
          </w:p>
        </w:tc>
      </w:tr>
      <w:tr w:rsidR="00525840" w:rsidRPr="000F3D3C" w14:paraId="1D4321C0" w14:textId="77777777" w:rsidTr="00E15791"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1134D7EF" w14:textId="77777777" w:rsidR="00525840" w:rsidRPr="000F3D3C" w:rsidRDefault="00F5631D" w:rsidP="00E15791">
            <w:pPr>
              <w:pStyle w:val="Blocktext"/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>Objekt-Art</w:t>
            </w:r>
          </w:p>
        </w:tc>
        <w:tc>
          <w:tcPr>
            <w:tcW w:w="5528" w:type="dxa"/>
            <w:tcBorders>
              <w:left w:val="nil"/>
            </w:tcBorders>
            <w:shd w:val="clear" w:color="auto" w:fill="F2F2F2" w:themeFill="background1" w:themeFillShade="F2"/>
          </w:tcPr>
          <w:p w14:paraId="334C9D81" w14:textId="77777777" w:rsidR="00525840" w:rsidRPr="000F3D3C" w:rsidRDefault="00525840" w:rsidP="00E15791">
            <w:pPr>
              <w:pStyle w:val="Blocktext"/>
              <w:spacing w:before="40" w:after="40" w:line="240" w:lineRule="auto"/>
              <w:ind w:left="198"/>
              <w:rPr>
                <w:b/>
                <w:szCs w:val="18"/>
              </w:rPr>
            </w:pPr>
          </w:p>
        </w:tc>
      </w:tr>
      <w:tr w:rsidR="00525840" w:rsidRPr="000F3D3C" w14:paraId="7F0626B4" w14:textId="77777777" w:rsidTr="00E15791"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33728BF5" w14:textId="77777777" w:rsidR="00525840" w:rsidRPr="000F3D3C" w:rsidRDefault="00F5631D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>Adresse Objekt</w:t>
            </w:r>
          </w:p>
        </w:tc>
        <w:tc>
          <w:tcPr>
            <w:tcW w:w="5528" w:type="dxa"/>
            <w:tcBorders>
              <w:left w:val="nil"/>
            </w:tcBorders>
          </w:tcPr>
          <w:p w14:paraId="4C6FFB3D" w14:textId="77777777" w:rsidR="00525840" w:rsidRPr="000F3D3C" w:rsidRDefault="00525840" w:rsidP="00E15791">
            <w:pPr>
              <w:pStyle w:val="Blocktext"/>
              <w:spacing w:before="40" w:after="40" w:line="240" w:lineRule="auto"/>
              <w:ind w:left="198"/>
              <w:rPr>
                <w:szCs w:val="18"/>
              </w:rPr>
            </w:pPr>
          </w:p>
        </w:tc>
      </w:tr>
      <w:tr w:rsidR="00525840" w:rsidRPr="000F3D3C" w14:paraId="266F8B50" w14:textId="77777777" w:rsidTr="00E15791"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2A07B589" w14:textId="77777777" w:rsidR="00525840" w:rsidRPr="000F3D3C" w:rsidRDefault="00525840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>Kontaktperson</w:t>
            </w:r>
            <w:r w:rsidRPr="000F3D3C">
              <w:rPr>
                <w:szCs w:val="18"/>
              </w:rPr>
              <w:tab/>
              <w:t>Name Vorname</w:t>
            </w:r>
          </w:p>
        </w:tc>
        <w:tc>
          <w:tcPr>
            <w:tcW w:w="5528" w:type="dxa"/>
            <w:tcBorders>
              <w:left w:val="nil"/>
            </w:tcBorders>
            <w:shd w:val="clear" w:color="auto" w:fill="F2F2F2" w:themeFill="background1" w:themeFillShade="F2"/>
          </w:tcPr>
          <w:p w14:paraId="04CC2336" w14:textId="77777777" w:rsidR="00525840" w:rsidRPr="000F3D3C" w:rsidRDefault="00525840" w:rsidP="00E15791">
            <w:pPr>
              <w:pStyle w:val="Blocktext"/>
              <w:spacing w:before="40" w:after="40" w:line="240" w:lineRule="auto"/>
              <w:ind w:left="198"/>
              <w:rPr>
                <w:szCs w:val="18"/>
              </w:rPr>
            </w:pPr>
          </w:p>
        </w:tc>
      </w:tr>
      <w:tr w:rsidR="00525840" w:rsidRPr="000F3D3C" w14:paraId="23700F03" w14:textId="77777777" w:rsidTr="00E15791"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2040347C" w14:textId="77777777" w:rsidR="00525840" w:rsidRPr="000F3D3C" w:rsidRDefault="00525840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ab/>
              <w:t>E-Mail-Adresse</w:t>
            </w:r>
          </w:p>
        </w:tc>
        <w:tc>
          <w:tcPr>
            <w:tcW w:w="5528" w:type="dxa"/>
            <w:tcBorders>
              <w:left w:val="nil"/>
            </w:tcBorders>
          </w:tcPr>
          <w:p w14:paraId="5A2A4A45" w14:textId="77777777" w:rsidR="00525840" w:rsidRPr="000F3D3C" w:rsidRDefault="00525840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ind w:left="198"/>
              <w:rPr>
                <w:szCs w:val="18"/>
              </w:rPr>
            </w:pPr>
          </w:p>
        </w:tc>
      </w:tr>
      <w:tr w:rsidR="00525840" w:rsidRPr="000F3D3C" w14:paraId="5FDA8F96" w14:textId="77777777" w:rsidTr="00E15791"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1CFCA6AE" w14:textId="77777777" w:rsidR="00525840" w:rsidRPr="000F3D3C" w:rsidRDefault="00525840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ab/>
              <w:t>Telefonnummer</w:t>
            </w:r>
          </w:p>
        </w:tc>
        <w:tc>
          <w:tcPr>
            <w:tcW w:w="5528" w:type="dxa"/>
            <w:tcBorders>
              <w:left w:val="nil"/>
            </w:tcBorders>
          </w:tcPr>
          <w:p w14:paraId="23932AB8" w14:textId="77777777" w:rsidR="00525840" w:rsidRPr="000F3D3C" w:rsidRDefault="00525840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ind w:left="198"/>
              <w:rPr>
                <w:szCs w:val="18"/>
              </w:rPr>
            </w:pPr>
          </w:p>
        </w:tc>
      </w:tr>
      <w:tr w:rsidR="00525840" w:rsidRPr="000F3D3C" w14:paraId="637258DE" w14:textId="77777777" w:rsidTr="00E15791"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14:paraId="5EC356EA" w14:textId="77777777" w:rsidR="00525840" w:rsidRPr="000F3D3C" w:rsidRDefault="00525840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rPr>
                <w:szCs w:val="18"/>
              </w:rPr>
            </w:pPr>
            <w:r w:rsidRPr="000F3D3C">
              <w:rPr>
                <w:szCs w:val="18"/>
              </w:rPr>
              <w:t>Datum</w:t>
            </w:r>
          </w:p>
        </w:tc>
        <w:tc>
          <w:tcPr>
            <w:tcW w:w="5528" w:type="dxa"/>
            <w:tcBorders>
              <w:left w:val="nil"/>
            </w:tcBorders>
            <w:shd w:val="clear" w:color="auto" w:fill="F2F2F2" w:themeFill="background1" w:themeFillShade="F2"/>
          </w:tcPr>
          <w:p w14:paraId="06EA3EA8" w14:textId="77777777" w:rsidR="00525840" w:rsidRPr="000F3D3C" w:rsidRDefault="00525840" w:rsidP="00E15791">
            <w:pPr>
              <w:pStyle w:val="Blocktext"/>
              <w:tabs>
                <w:tab w:val="left" w:pos="1685"/>
              </w:tabs>
              <w:spacing w:before="40" w:after="40" w:line="240" w:lineRule="auto"/>
              <w:ind w:left="198"/>
              <w:rPr>
                <w:b/>
                <w:szCs w:val="18"/>
              </w:rPr>
            </w:pPr>
          </w:p>
        </w:tc>
      </w:tr>
    </w:tbl>
    <w:p w14:paraId="34C83270" w14:textId="77777777" w:rsidR="00E0491F" w:rsidRPr="000F3D3C" w:rsidRDefault="00373342" w:rsidP="00080C2F">
      <w:pPr>
        <w:pStyle w:val="Titel"/>
      </w:pPr>
      <w:r w:rsidRPr="000F3D3C">
        <w:t>Mietvorhaben und Miete aufgrund Bauvorhaben mit Investor</w:t>
      </w:r>
    </w:p>
    <w:tbl>
      <w:tblPr>
        <w:tblStyle w:val="Tabellenraster"/>
        <w:tblW w:w="8959" w:type="dxa"/>
        <w:tblLayout w:type="fixed"/>
        <w:tblLook w:val="04A0" w:firstRow="1" w:lastRow="0" w:firstColumn="1" w:lastColumn="0" w:noHBand="0" w:noVBand="1"/>
      </w:tblPr>
      <w:tblGrid>
        <w:gridCol w:w="6771"/>
        <w:gridCol w:w="1167"/>
        <w:gridCol w:w="1021"/>
      </w:tblGrid>
      <w:tr w:rsidR="00373342" w:rsidRPr="000F3D3C" w14:paraId="62DF2FD2" w14:textId="77777777" w:rsidTr="00F56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771" w:type="dxa"/>
          </w:tcPr>
          <w:p w14:paraId="7F43BAD7" w14:textId="77777777" w:rsidR="00373342" w:rsidRPr="000F3D3C" w:rsidRDefault="00373342" w:rsidP="0072411B">
            <w:pPr>
              <w:spacing w:before="40" w:after="40"/>
            </w:pPr>
            <w:r w:rsidRPr="000F3D3C">
              <w:t>Das Vorhaben wurde durch die Abteilung SHW bewilligt am:</w:t>
            </w:r>
          </w:p>
        </w:tc>
        <w:tc>
          <w:tcPr>
            <w:tcW w:w="2188" w:type="dxa"/>
            <w:gridSpan w:val="2"/>
            <w:shd w:val="clear" w:color="auto" w:fill="F2F2F2" w:themeFill="background1" w:themeFillShade="F2"/>
          </w:tcPr>
          <w:p w14:paraId="6463C73C" w14:textId="77777777" w:rsidR="00373342" w:rsidRPr="000F3D3C" w:rsidRDefault="00373342" w:rsidP="00F5631D">
            <w:pPr>
              <w:spacing w:before="40" w:after="40"/>
              <w:ind w:right="86"/>
              <w:jc w:val="right"/>
            </w:pPr>
          </w:p>
        </w:tc>
      </w:tr>
      <w:tr w:rsidR="0037422A" w:rsidRPr="000F3D3C" w14:paraId="0C686479" w14:textId="77777777" w:rsidTr="001819B5">
        <w:tc>
          <w:tcPr>
            <w:tcW w:w="6771" w:type="dxa"/>
          </w:tcPr>
          <w:p w14:paraId="273A8221" w14:textId="77777777" w:rsidR="0037422A" w:rsidRPr="000F3D3C" w:rsidRDefault="0037422A" w:rsidP="001819B5">
            <w:pPr>
              <w:spacing w:before="40" w:after="40"/>
            </w:pPr>
            <w:r w:rsidRPr="000F3D3C">
              <w:t>Der Mietvertrag wurde definitiv abgeschlossen am:</w:t>
            </w:r>
          </w:p>
        </w:tc>
        <w:tc>
          <w:tcPr>
            <w:tcW w:w="2188" w:type="dxa"/>
            <w:gridSpan w:val="2"/>
            <w:shd w:val="clear" w:color="auto" w:fill="F2F2F2" w:themeFill="background1" w:themeFillShade="F2"/>
          </w:tcPr>
          <w:p w14:paraId="0A9EE29D" w14:textId="77777777" w:rsidR="0037422A" w:rsidRPr="000F3D3C" w:rsidRDefault="0037422A" w:rsidP="001819B5">
            <w:pPr>
              <w:spacing w:before="40" w:after="40"/>
              <w:ind w:right="86"/>
              <w:jc w:val="right"/>
            </w:pPr>
          </w:p>
        </w:tc>
      </w:tr>
      <w:tr w:rsidR="0037422A" w:rsidRPr="000F3D3C" w14:paraId="20B4F55A" w14:textId="77777777" w:rsidTr="00F5631D">
        <w:tc>
          <w:tcPr>
            <w:tcW w:w="6771" w:type="dxa"/>
          </w:tcPr>
          <w:p w14:paraId="1BE33BB8" w14:textId="77777777" w:rsidR="0037422A" w:rsidRPr="000F3D3C" w:rsidRDefault="0037422A" w:rsidP="0072411B">
            <w:pPr>
              <w:spacing w:before="40" w:after="40"/>
            </w:pPr>
            <w:r w:rsidRPr="000F3D3C">
              <w:t>Das Mietobjekt wurde bezogen am:</w:t>
            </w:r>
          </w:p>
        </w:tc>
        <w:tc>
          <w:tcPr>
            <w:tcW w:w="2188" w:type="dxa"/>
            <w:gridSpan w:val="2"/>
            <w:shd w:val="clear" w:color="auto" w:fill="F2F2F2" w:themeFill="background1" w:themeFillShade="F2"/>
          </w:tcPr>
          <w:p w14:paraId="7776B970" w14:textId="77777777" w:rsidR="0037422A" w:rsidRPr="000F3D3C" w:rsidRDefault="0037422A" w:rsidP="00F5631D">
            <w:pPr>
              <w:spacing w:before="40" w:after="40"/>
              <w:ind w:right="86"/>
              <w:jc w:val="right"/>
            </w:pPr>
          </w:p>
        </w:tc>
      </w:tr>
      <w:tr w:rsidR="00373342" w:rsidRPr="000F3D3C" w14:paraId="446AB9FA" w14:textId="77777777" w:rsidTr="00F5631D">
        <w:tc>
          <w:tcPr>
            <w:tcW w:w="6771" w:type="dxa"/>
          </w:tcPr>
          <w:p w14:paraId="59353451" w14:textId="77777777" w:rsidR="00373342" w:rsidRPr="000F3D3C" w:rsidRDefault="00373342" w:rsidP="0072411B">
            <w:pPr>
              <w:spacing w:before="40" w:after="40"/>
            </w:pPr>
            <w:r w:rsidRPr="000F3D3C">
              <w:t>Wurde das bewilligte Raumprogramm eingehalten?</w:t>
            </w:r>
          </w:p>
        </w:tc>
        <w:tc>
          <w:tcPr>
            <w:tcW w:w="1167" w:type="dxa"/>
          </w:tcPr>
          <w:p w14:paraId="6924F139" w14:textId="77777777" w:rsidR="00373342" w:rsidRPr="000F3D3C" w:rsidRDefault="00373342" w:rsidP="0072411B">
            <w:pPr>
              <w:spacing w:before="40" w:after="40"/>
              <w:jc w:val="center"/>
            </w:pPr>
            <w:r w:rsidRPr="000F3D3C">
              <w:sym w:font="Wingdings" w:char="F06F"/>
            </w:r>
            <w:r w:rsidRPr="000F3D3C">
              <w:t xml:space="preserve"> ja</w:t>
            </w:r>
          </w:p>
        </w:tc>
        <w:tc>
          <w:tcPr>
            <w:tcW w:w="1021" w:type="dxa"/>
          </w:tcPr>
          <w:p w14:paraId="494703D4" w14:textId="77777777" w:rsidR="00373342" w:rsidRPr="000F3D3C" w:rsidRDefault="00373342" w:rsidP="0072411B">
            <w:pPr>
              <w:spacing w:before="40" w:after="40"/>
              <w:ind w:left="102"/>
            </w:pPr>
            <w:r w:rsidRPr="000F3D3C">
              <w:sym w:font="Wingdings" w:char="F06F"/>
            </w:r>
            <w:r w:rsidRPr="000F3D3C">
              <w:t xml:space="preserve"> nein*</w:t>
            </w:r>
          </w:p>
        </w:tc>
      </w:tr>
      <w:tr w:rsidR="00373342" w:rsidRPr="000F3D3C" w14:paraId="080C28DD" w14:textId="77777777" w:rsidTr="00F5631D">
        <w:tc>
          <w:tcPr>
            <w:tcW w:w="6771" w:type="dxa"/>
          </w:tcPr>
          <w:p w14:paraId="4D6D7D1E" w14:textId="77777777" w:rsidR="00373342" w:rsidRPr="000F3D3C" w:rsidRDefault="00373342" w:rsidP="0072411B">
            <w:pPr>
              <w:spacing w:before="40" w:after="40"/>
            </w:pPr>
            <w:r w:rsidRPr="000F3D3C">
              <w:t>Entsprechen die Mietkosten dem bewilligten Vorhaben?</w:t>
            </w:r>
          </w:p>
        </w:tc>
        <w:tc>
          <w:tcPr>
            <w:tcW w:w="1167" w:type="dxa"/>
          </w:tcPr>
          <w:p w14:paraId="7C65C4CE" w14:textId="77777777" w:rsidR="00373342" w:rsidRPr="000F3D3C" w:rsidRDefault="00373342" w:rsidP="0072411B">
            <w:pPr>
              <w:spacing w:before="40" w:after="40"/>
              <w:jc w:val="center"/>
            </w:pPr>
            <w:r w:rsidRPr="000F3D3C">
              <w:sym w:font="Wingdings" w:char="F06F"/>
            </w:r>
            <w:r w:rsidRPr="000F3D3C">
              <w:t xml:space="preserve"> ja</w:t>
            </w:r>
          </w:p>
        </w:tc>
        <w:tc>
          <w:tcPr>
            <w:tcW w:w="1021" w:type="dxa"/>
          </w:tcPr>
          <w:p w14:paraId="673C1C07" w14:textId="77777777" w:rsidR="00373342" w:rsidRPr="000F3D3C" w:rsidRDefault="00373342" w:rsidP="0072411B">
            <w:pPr>
              <w:spacing w:before="40" w:after="40"/>
              <w:ind w:left="102"/>
            </w:pPr>
            <w:r w:rsidRPr="000F3D3C">
              <w:sym w:font="Wingdings" w:char="F06F"/>
            </w:r>
            <w:r w:rsidRPr="000F3D3C">
              <w:t xml:space="preserve"> nein*</w:t>
            </w:r>
          </w:p>
        </w:tc>
      </w:tr>
      <w:tr w:rsidR="00373342" w:rsidRPr="000F3D3C" w14:paraId="7F512167" w14:textId="77777777" w:rsidTr="00F5631D">
        <w:tc>
          <w:tcPr>
            <w:tcW w:w="6771" w:type="dxa"/>
          </w:tcPr>
          <w:p w14:paraId="5588647A" w14:textId="77777777" w:rsidR="00373342" w:rsidRPr="000F3D3C" w:rsidRDefault="00373342" w:rsidP="0072411B">
            <w:pPr>
              <w:spacing w:before="40" w:after="40"/>
            </w:pPr>
            <w:r w:rsidRPr="000F3D3C">
              <w:t>Gehen alle Unterhaltskosten zu Lasten Vermieter?</w:t>
            </w:r>
          </w:p>
        </w:tc>
        <w:tc>
          <w:tcPr>
            <w:tcW w:w="1167" w:type="dxa"/>
          </w:tcPr>
          <w:p w14:paraId="6C836D04" w14:textId="77777777" w:rsidR="00373342" w:rsidRPr="000F3D3C" w:rsidRDefault="00373342" w:rsidP="0072411B">
            <w:pPr>
              <w:spacing w:before="40" w:after="40"/>
              <w:jc w:val="center"/>
            </w:pPr>
            <w:r w:rsidRPr="000F3D3C">
              <w:sym w:font="Wingdings" w:char="F06F"/>
            </w:r>
            <w:r w:rsidRPr="000F3D3C">
              <w:t xml:space="preserve"> ja</w:t>
            </w:r>
          </w:p>
        </w:tc>
        <w:tc>
          <w:tcPr>
            <w:tcW w:w="1021" w:type="dxa"/>
          </w:tcPr>
          <w:p w14:paraId="08FA2459" w14:textId="77777777" w:rsidR="00373342" w:rsidRPr="000F3D3C" w:rsidRDefault="00373342" w:rsidP="0072411B">
            <w:pPr>
              <w:spacing w:before="40" w:after="40"/>
              <w:ind w:left="102"/>
            </w:pPr>
            <w:r w:rsidRPr="000F3D3C">
              <w:sym w:font="Wingdings" w:char="F06F"/>
            </w:r>
            <w:r w:rsidRPr="000F3D3C">
              <w:t xml:space="preserve"> nein</w:t>
            </w:r>
          </w:p>
        </w:tc>
      </w:tr>
      <w:tr w:rsidR="00373342" w:rsidRPr="000F3D3C" w14:paraId="252BA24E" w14:textId="77777777" w:rsidTr="00F5631D">
        <w:tc>
          <w:tcPr>
            <w:tcW w:w="8959" w:type="dxa"/>
            <w:gridSpan w:val="3"/>
          </w:tcPr>
          <w:p w14:paraId="667B59A9" w14:textId="77777777" w:rsidR="00373342" w:rsidRPr="000F3D3C" w:rsidRDefault="00373342" w:rsidP="0072411B">
            <w:pPr>
              <w:spacing w:before="40" w:after="40"/>
            </w:pPr>
            <w:r w:rsidRPr="000F3D3C">
              <w:t>Wenn nein, bitte begründen und beziffern. Muss im Mietvertrag geregelt sein.</w:t>
            </w:r>
          </w:p>
        </w:tc>
      </w:tr>
      <w:tr w:rsidR="00373342" w:rsidRPr="000F3D3C" w14:paraId="58A12330" w14:textId="77777777" w:rsidTr="00F5631D">
        <w:tc>
          <w:tcPr>
            <w:tcW w:w="8959" w:type="dxa"/>
            <w:gridSpan w:val="3"/>
          </w:tcPr>
          <w:p w14:paraId="15FE521F" w14:textId="77777777" w:rsidR="00373342" w:rsidRPr="000F3D3C" w:rsidRDefault="00373342" w:rsidP="0072411B">
            <w:pPr>
              <w:spacing w:before="40" w:after="40"/>
            </w:pPr>
          </w:p>
        </w:tc>
      </w:tr>
      <w:tr w:rsidR="00373342" w:rsidRPr="000F3D3C" w14:paraId="66C0C236" w14:textId="77777777" w:rsidTr="00F5631D">
        <w:tc>
          <w:tcPr>
            <w:tcW w:w="6771" w:type="dxa"/>
          </w:tcPr>
          <w:p w14:paraId="38CFBD8F" w14:textId="77777777" w:rsidR="00373342" w:rsidRPr="000F3D3C" w:rsidRDefault="00373342" w:rsidP="0072411B">
            <w:pPr>
              <w:spacing w:before="40" w:after="40"/>
            </w:pPr>
            <w:r w:rsidRPr="000F3D3C">
              <w:t>Wird durch den Mietvertrag ein früherer Vertrag ersetzt?</w:t>
            </w:r>
          </w:p>
        </w:tc>
        <w:tc>
          <w:tcPr>
            <w:tcW w:w="1167" w:type="dxa"/>
          </w:tcPr>
          <w:p w14:paraId="14A7D79E" w14:textId="77777777" w:rsidR="00373342" w:rsidRPr="000F3D3C" w:rsidRDefault="00373342" w:rsidP="0072411B">
            <w:pPr>
              <w:spacing w:before="40" w:after="40"/>
              <w:jc w:val="center"/>
            </w:pPr>
            <w:r w:rsidRPr="000F3D3C">
              <w:sym w:font="Wingdings" w:char="F06F"/>
            </w:r>
            <w:r w:rsidRPr="000F3D3C">
              <w:t xml:space="preserve"> ja</w:t>
            </w:r>
          </w:p>
        </w:tc>
        <w:tc>
          <w:tcPr>
            <w:tcW w:w="1021" w:type="dxa"/>
          </w:tcPr>
          <w:p w14:paraId="06077283" w14:textId="77777777" w:rsidR="00373342" w:rsidRPr="000F3D3C" w:rsidRDefault="00373342" w:rsidP="0072411B">
            <w:pPr>
              <w:spacing w:before="40" w:after="40"/>
              <w:ind w:left="102"/>
            </w:pPr>
            <w:r w:rsidRPr="000F3D3C">
              <w:sym w:font="Wingdings" w:char="F06F"/>
            </w:r>
            <w:r w:rsidRPr="000F3D3C">
              <w:t xml:space="preserve"> nein</w:t>
            </w:r>
          </w:p>
        </w:tc>
      </w:tr>
      <w:tr w:rsidR="00373342" w:rsidRPr="000F3D3C" w14:paraId="4A767DA1" w14:textId="77777777" w:rsidTr="00F5631D">
        <w:tc>
          <w:tcPr>
            <w:tcW w:w="8959" w:type="dxa"/>
            <w:gridSpan w:val="3"/>
          </w:tcPr>
          <w:p w14:paraId="0BE77B6B" w14:textId="77777777" w:rsidR="00373342" w:rsidRPr="000F3D3C" w:rsidRDefault="00373342" w:rsidP="0072411B">
            <w:pPr>
              <w:spacing w:before="40" w:after="40"/>
            </w:pPr>
            <w:r w:rsidRPr="000F3D3C">
              <w:t>Wenn ja, welcher und in welchem finanziellen Rahmen?</w:t>
            </w:r>
          </w:p>
        </w:tc>
      </w:tr>
      <w:tr w:rsidR="00373342" w:rsidRPr="000F3D3C" w14:paraId="29937814" w14:textId="77777777" w:rsidTr="00F5631D">
        <w:tc>
          <w:tcPr>
            <w:tcW w:w="8959" w:type="dxa"/>
            <w:gridSpan w:val="3"/>
          </w:tcPr>
          <w:p w14:paraId="3EBE6773" w14:textId="77777777" w:rsidR="00373342" w:rsidRPr="000F3D3C" w:rsidRDefault="00373342" w:rsidP="0072411B">
            <w:pPr>
              <w:spacing w:before="40" w:after="40"/>
            </w:pPr>
          </w:p>
        </w:tc>
      </w:tr>
    </w:tbl>
    <w:p w14:paraId="19724DD1" w14:textId="77777777" w:rsidR="00373342" w:rsidRPr="000F3D3C" w:rsidRDefault="00373342" w:rsidP="00373342">
      <w:pPr>
        <w:pStyle w:val="Blocktext"/>
      </w:pPr>
    </w:p>
    <w:p w14:paraId="51200764" w14:textId="77777777" w:rsidR="00373342" w:rsidRPr="000F3D3C" w:rsidRDefault="00373342" w:rsidP="00080C2F">
      <w:pPr>
        <w:pStyle w:val="Titel"/>
      </w:pPr>
      <w:r w:rsidRPr="000F3D3C">
        <w:lastRenderedPageBreak/>
        <w:t>Kaufvorhaben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771"/>
        <w:gridCol w:w="1167"/>
        <w:gridCol w:w="1007"/>
      </w:tblGrid>
      <w:tr w:rsidR="00373342" w:rsidRPr="000F3D3C" w14:paraId="793843F1" w14:textId="77777777" w:rsidTr="00F56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771" w:type="dxa"/>
          </w:tcPr>
          <w:p w14:paraId="54C87792" w14:textId="77777777" w:rsidR="00373342" w:rsidRPr="000F3D3C" w:rsidRDefault="00373342" w:rsidP="0072411B">
            <w:pPr>
              <w:spacing w:before="40" w:after="40"/>
            </w:pPr>
            <w:r w:rsidRPr="000F3D3C">
              <w:t>Das Vorhaben wurde durch die Abteilung SHW bewilligt am:</w:t>
            </w:r>
          </w:p>
        </w:tc>
        <w:tc>
          <w:tcPr>
            <w:tcW w:w="2174" w:type="dxa"/>
            <w:gridSpan w:val="2"/>
            <w:shd w:val="clear" w:color="auto" w:fill="F2F2F2" w:themeFill="background1" w:themeFillShade="F2"/>
          </w:tcPr>
          <w:p w14:paraId="299FF9A0" w14:textId="77777777" w:rsidR="00373342" w:rsidRPr="000F3D3C" w:rsidRDefault="00373342" w:rsidP="00F5631D">
            <w:pPr>
              <w:spacing w:before="40" w:after="40"/>
              <w:ind w:right="71"/>
              <w:jc w:val="right"/>
            </w:pPr>
          </w:p>
        </w:tc>
      </w:tr>
      <w:tr w:rsidR="00373342" w:rsidRPr="000F3D3C" w14:paraId="07E682CA" w14:textId="77777777" w:rsidTr="00F5631D">
        <w:tc>
          <w:tcPr>
            <w:tcW w:w="6771" w:type="dxa"/>
          </w:tcPr>
          <w:p w14:paraId="7E936610" w14:textId="77777777" w:rsidR="00373342" w:rsidRPr="000F3D3C" w:rsidRDefault="00373342" w:rsidP="0072411B">
            <w:pPr>
              <w:spacing w:before="40" w:after="40"/>
            </w:pPr>
            <w:r w:rsidRPr="000F3D3C">
              <w:t>Der Kaufvertrag wurde definitiv abgeschlossen am:</w:t>
            </w:r>
          </w:p>
        </w:tc>
        <w:tc>
          <w:tcPr>
            <w:tcW w:w="2174" w:type="dxa"/>
            <w:gridSpan w:val="2"/>
            <w:shd w:val="clear" w:color="auto" w:fill="F2F2F2" w:themeFill="background1" w:themeFillShade="F2"/>
          </w:tcPr>
          <w:p w14:paraId="77BF7B34" w14:textId="77777777" w:rsidR="00373342" w:rsidRPr="000F3D3C" w:rsidRDefault="00373342" w:rsidP="00F5631D">
            <w:pPr>
              <w:spacing w:before="40" w:after="40"/>
              <w:ind w:right="71"/>
              <w:jc w:val="right"/>
            </w:pPr>
          </w:p>
        </w:tc>
      </w:tr>
      <w:tr w:rsidR="0037422A" w:rsidRPr="000F3D3C" w14:paraId="3BB31F7B" w14:textId="77777777" w:rsidTr="0037422A">
        <w:tc>
          <w:tcPr>
            <w:tcW w:w="6771" w:type="dxa"/>
          </w:tcPr>
          <w:p w14:paraId="31342D77" w14:textId="77777777" w:rsidR="0037422A" w:rsidRPr="000F3D3C" w:rsidRDefault="0037422A" w:rsidP="0072411B">
            <w:pPr>
              <w:spacing w:before="40" w:after="40"/>
            </w:pPr>
            <w:r w:rsidRPr="000F3D3C">
              <w:t>Das gekaufte Objekte wird/wurde bezogen am:</w:t>
            </w:r>
          </w:p>
        </w:tc>
        <w:tc>
          <w:tcPr>
            <w:tcW w:w="2174" w:type="dxa"/>
            <w:gridSpan w:val="2"/>
            <w:shd w:val="clear" w:color="auto" w:fill="F2F2F2" w:themeFill="background1" w:themeFillShade="F2"/>
          </w:tcPr>
          <w:p w14:paraId="39C0FCE8" w14:textId="77777777" w:rsidR="0037422A" w:rsidRPr="000F3D3C" w:rsidRDefault="0037422A" w:rsidP="0037422A">
            <w:pPr>
              <w:spacing w:before="40" w:after="40"/>
              <w:ind w:right="71"/>
              <w:jc w:val="right"/>
            </w:pPr>
          </w:p>
        </w:tc>
      </w:tr>
      <w:tr w:rsidR="00373342" w:rsidRPr="000F3D3C" w14:paraId="01B4B49D" w14:textId="77777777" w:rsidTr="00F5631D">
        <w:tc>
          <w:tcPr>
            <w:tcW w:w="6771" w:type="dxa"/>
          </w:tcPr>
          <w:p w14:paraId="61CB8B4C" w14:textId="77777777" w:rsidR="00373342" w:rsidRPr="000F3D3C" w:rsidRDefault="00373342" w:rsidP="0072411B">
            <w:pPr>
              <w:spacing w:before="40" w:after="40"/>
            </w:pPr>
            <w:r w:rsidRPr="000F3D3C">
              <w:t>Wurde das bewilligte Raumprogramm eingehalten?</w:t>
            </w:r>
          </w:p>
        </w:tc>
        <w:tc>
          <w:tcPr>
            <w:tcW w:w="1167" w:type="dxa"/>
          </w:tcPr>
          <w:p w14:paraId="58ABC5BD" w14:textId="77777777" w:rsidR="00373342" w:rsidRPr="000F3D3C" w:rsidRDefault="00373342" w:rsidP="0072411B">
            <w:pPr>
              <w:spacing w:before="40" w:after="40"/>
              <w:jc w:val="center"/>
            </w:pPr>
            <w:r w:rsidRPr="000F3D3C">
              <w:sym w:font="Wingdings" w:char="F06F"/>
            </w:r>
            <w:r w:rsidRPr="000F3D3C">
              <w:t xml:space="preserve"> ja</w:t>
            </w:r>
          </w:p>
        </w:tc>
        <w:tc>
          <w:tcPr>
            <w:tcW w:w="1007" w:type="dxa"/>
          </w:tcPr>
          <w:p w14:paraId="50CDC969" w14:textId="77777777" w:rsidR="00373342" w:rsidRPr="000F3D3C" w:rsidRDefault="00373342" w:rsidP="0072411B">
            <w:pPr>
              <w:spacing w:before="40" w:after="40"/>
              <w:ind w:left="102"/>
            </w:pPr>
            <w:r w:rsidRPr="000F3D3C">
              <w:sym w:font="Wingdings" w:char="F06F"/>
            </w:r>
            <w:r w:rsidRPr="000F3D3C">
              <w:t xml:space="preserve"> nein*</w:t>
            </w:r>
          </w:p>
        </w:tc>
      </w:tr>
      <w:tr w:rsidR="00373342" w:rsidRPr="000F3D3C" w14:paraId="0AF40EEB" w14:textId="77777777" w:rsidTr="00F5631D">
        <w:tc>
          <w:tcPr>
            <w:tcW w:w="6771" w:type="dxa"/>
          </w:tcPr>
          <w:p w14:paraId="0C819AFE" w14:textId="77777777" w:rsidR="00373342" w:rsidRPr="000F3D3C" w:rsidRDefault="00373342" w:rsidP="0072411B">
            <w:pPr>
              <w:spacing w:before="40" w:after="40"/>
            </w:pPr>
            <w:r w:rsidRPr="000F3D3C">
              <w:t>Entspricht der Kaufpreis dem bewilligten Vorhaben?</w:t>
            </w:r>
          </w:p>
        </w:tc>
        <w:tc>
          <w:tcPr>
            <w:tcW w:w="1167" w:type="dxa"/>
          </w:tcPr>
          <w:p w14:paraId="6323BF57" w14:textId="77777777" w:rsidR="00373342" w:rsidRPr="000F3D3C" w:rsidRDefault="00373342" w:rsidP="0072411B">
            <w:pPr>
              <w:spacing w:before="40" w:after="40"/>
              <w:jc w:val="center"/>
            </w:pPr>
            <w:r w:rsidRPr="000F3D3C">
              <w:sym w:font="Wingdings" w:char="F06F"/>
            </w:r>
            <w:r w:rsidRPr="000F3D3C">
              <w:t xml:space="preserve"> ja</w:t>
            </w:r>
          </w:p>
        </w:tc>
        <w:tc>
          <w:tcPr>
            <w:tcW w:w="1007" w:type="dxa"/>
          </w:tcPr>
          <w:p w14:paraId="6D705EDC" w14:textId="77777777" w:rsidR="00373342" w:rsidRPr="000F3D3C" w:rsidRDefault="00373342" w:rsidP="0072411B">
            <w:pPr>
              <w:spacing w:before="40" w:after="40"/>
              <w:ind w:left="102"/>
            </w:pPr>
            <w:r w:rsidRPr="000F3D3C">
              <w:sym w:font="Wingdings" w:char="F06F"/>
            </w:r>
            <w:r w:rsidRPr="000F3D3C">
              <w:t xml:space="preserve"> nein*</w:t>
            </w:r>
          </w:p>
        </w:tc>
      </w:tr>
    </w:tbl>
    <w:p w14:paraId="4FECFD8D" w14:textId="77777777" w:rsidR="00373342" w:rsidRPr="000F3D3C" w:rsidRDefault="00373342" w:rsidP="00373342">
      <w:pPr>
        <w:pStyle w:val="Blocktext"/>
        <w:jc w:val="both"/>
      </w:pPr>
    </w:p>
    <w:p w14:paraId="51C7DC32" w14:textId="77777777" w:rsidR="00373342" w:rsidRPr="000F3D3C" w:rsidRDefault="00373342" w:rsidP="00373342">
      <w:pPr>
        <w:pStyle w:val="Blocktext"/>
        <w:jc w:val="both"/>
      </w:pPr>
      <w:r w:rsidRPr="000F3D3C">
        <w:t>Sollten aufgrund des Kaufes bauliche Anpassungen notwendig werden, ist der Abteilung SHW für das Bauvorhaben eine Anmeldung Infrastruktur-Vorhaben einzureichen.</w:t>
      </w:r>
    </w:p>
    <w:p w14:paraId="7B57390F" w14:textId="77777777" w:rsidR="00373342" w:rsidRPr="000F3D3C" w:rsidRDefault="00373342" w:rsidP="00373342">
      <w:pPr>
        <w:pStyle w:val="Blocktext"/>
        <w:jc w:val="both"/>
      </w:pPr>
      <w:r w:rsidRPr="000F3D3C">
        <w:t>*</w:t>
      </w:r>
      <w:r w:rsidRPr="000F3D3C">
        <w:rPr>
          <w:b/>
        </w:rPr>
        <w:t>Änderungen</w:t>
      </w:r>
      <w:r w:rsidRPr="000F3D3C">
        <w:t xml:space="preserve"> gegenüber dem bewilligten Vorhaben müssen beschrieben und begründet werden.</w:t>
      </w:r>
    </w:p>
    <w:p w14:paraId="5C34FEEA" w14:textId="77777777" w:rsidR="00373342" w:rsidRPr="000F3D3C" w:rsidRDefault="00373342" w:rsidP="00080C2F">
      <w:pPr>
        <w:pStyle w:val="Titel"/>
      </w:pPr>
      <w:r w:rsidRPr="000F3D3C">
        <w:t>Unterschriften</w:t>
      </w:r>
    </w:p>
    <w:p w14:paraId="78244A9E" w14:textId="77777777" w:rsidR="00373342" w:rsidRPr="000F3D3C" w:rsidRDefault="00373342" w:rsidP="00373342">
      <w:pPr>
        <w:pStyle w:val="Blocktext"/>
        <w:jc w:val="both"/>
      </w:pPr>
      <w:r w:rsidRPr="000F3D3C">
        <w:t>Präsidium Trägerschaft</w:t>
      </w:r>
      <w:r w:rsidRPr="000F3D3C">
        <w:tab/>
      </w:r>
      <w:r w:rsidR="00F43A15" w:rsidRPr="000F3D3C">
        <w:tab/>
      </w:r>
      <w:r w:rsidR="00F43A15" w:rsidRPr="000F3D3C">
        <w:tab/>
      </w:r>
      <w:r w:rsidR="00F43A15" w:rsidRPr="000F3D3C">
        <w:tab/>
      </w:r>
      <w:r w:rsidRPr="000F3D3C">
        <w:t>Einrichtungsleitung</w:t>
      </w:r>
    </w:p>
    <w:p w14:paraId="234F9A05" w14:textId="77777777" w:rsidR="0041574F" w:rsidRPr="000F3D3C" w:rsidRDefault="0041574F" w:rsidP="00373342">
      <w:pPr>
        <w:pStyle w:val="Blocktext"/>
        <w:jc w:val="both"/>
      </w:pPr>
    </w:p>
    <w:p w14:paraId="3FD466CB" w14:textId="77777777" w:rsidR="00F5631D" w:rsidRPr="000F3D3C" w:rsidRDefault="00F5631D" w:rsidP="00373342">
      <w:pPr>
        <w:pStyle w:val="Blocktext"/>
        <w:jc w:val="both"/>
      </w:pPr>
    </w:p>
    <w:p w14:paraId="52783D55" w14:textId="77777777" w:rsidR="0041574F" w:rsidRPr="000F3D3C" w:rsidRDefault="0041574F" w:rsidP="00F5631D">
      <w:pPr>
        <w:pStyle w:val="Blocktext"/>
        <w:shd w:val="clear" w:color="auto" w:fill="F2F2F2" w:themeFill="background1" w:themeFillShade="F2"/>
        <w:jc w:val="both"/>
        <w:rPr>
          <w:i/>
        </w:rPr>
      </w:pPr>
      <w:r w:rsidRPr="000F3D3C">
        <w:rPr>
          <w:i/>
        </w:rPr>
        <w:t>Vorname Name</w:t>
      </w:r>
      <w:r w:rsidRPr="000F3D3C">
        <w:rPr>
          <w:i/>
        </w:rPr>
        <w:tab/>
      </w:r>
      <w:r w:rsidRPr="000F3D3C">
        <w:rPr>
          <w:i/>
        </w:rPr>
        <w:tab/>
      </w:r>
      <w:r w:rsidRPr="000F3D3C">
        <w:rPr>
          <w:i/>
        </w:rPr>
        <w:tab/>
      </w:r>
      <w:r w:rsidRPr="000F3D3C">
        <w:rPr>
          <w:i/>
        </w:rPr>
        <w:tab/>
      </w:r>
      <w:r w:rsidRPr="000F3D3C">
        <w:rPr>
          <w:i/>
        </w:rPr>
        <w:tab/>
        <w:t>Vorname Name</w:t>
      </w:r>
    </w:p>
    <w:p w14:paraId="69D5B992" w14:textId="77777777" w:rsidR="00F5631D" w:rsidRPr="000F3D3C" w:rsidRDefault="00F5631D" w:rsidP="00373342">
      <w:pPr>
        <w:pStyle w:val="Blocktext"/>
        <w:jc w:val="both"/>
      </w:pPr>
    </w:p>
    <w:p w14:paraId="473D121F" w14:textId="77777777" w:rsidR="0021117A" w:rsidRPr="000F3D3C" w:rsidRDefault="00373342" w:rsidP="00373342">
      <w:pPr>
        <w:pStyle w:val="Blocktext"/>
        <w:jc w:val="both"/>
      </w:pPr>
      <w:r w:rsidRPr="000F3D3C">
        <w:tab/>
      </w:r>
      <w:r w:rsidR="00F3229C" w:rsidRPr="000F3D3C">
        <w:rPr>
          <w:noProof/>
        </w:rPr>
        <w:drawing>
          <wp:anchor distT="0" distB="0" distL="114300" distR="114300" simplePos="0" relativeHeight="251655680" behindDoc="1" locked="1" layoutInCell="1" allowOverlap="1" wp14:anchorId="35AAA55A" wp14:editId="6E963300">
            <wp:simplePos x="0" y="0"/>
            <wp:positionH relativeFrom="column">
              <wp:posOffset>2877185</wp:posOffset>
            </wp:positionH>
            <wp:positionV relativeFrom="paragraph">
              <wp:posOffset>271145</wp:posOffset>
            </wp:positionV>
            <wp:extent cx="2523600" cy="1076400"/>
            <wp:effectExtent l="0" t="0" r="0" b="9525"/>
            <wp:wrapNone/>
            <wp:docPr id="4" name="5734517d-0962-4c86-92fe-d68c" hidden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600" cy="10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29C" w:rsidRPr="000F3D3C">
        <w:rPr>
          <w:noProof/>
        </w:rPr>
        <w:drawing>
          <wp:anchor distT="0" distB="0" distL="114300" distR="114300" simplePos="0" relativeHeight="251653632" behindDoc="1" locked="1" layoutInCell="1" allowOverlap="1" wp14:anchorId="132F87E1" wp14:editId="217C8667">
            <wp:simplePos x="0" y="0"/>
            <wp:positionH relativeFrom="column">
              <wp:posOffset>635</wp:posOffset>
            </wp:positionH>
            <wp:positionV relativeFrom="paragraph">
              <wp:posOffset>271145</wp:posOffset>
            </wp:positionV>
            <wp:extent cx="2523600" cy="1076400"/>
            <wp:effectExtent l="0" t="0" r="0" b="9525"/>
            <wp:wrapNone/>
            <wp:docPr id="2" name="b4716e6d-7c69-4f42-a84e-c101" hidden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600" cy="10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41B4" w:rsidRPr="000F3D3C">
        <w:fldChar w:fldCharType="begin"/>
      </w:r>
      <w:r w:rsidR="009841B4" w:rsidRPr="000F3D3C">
        <w:instrText xml:space="preserve"> IF </w:instrText>
      </w:r>
      <w:r w:rsidR="009841B4" w:rsidRPr="000F3D3C">
        <w:fldChar w:fldCharType="begin"/>
      </w:r>
      <w:r w:rsidR="009841B4" w:rsidRPr="000F3D3C">
        <w:instrText xml:space="preserve"> DOCPROPERTY "Signature1.Name"\*CHARFORMAT \&lt;OawJumpToField value=0/&gt;</w:instrText>
      </w:r>
      <w:r w:rsidR="009841B4" w:rsidRPr="000F3D3C">
        <w:rPr>
          <w:highlight w:val="white"/>
        </w:rPr>
        <w:fldChar w:fldCharType="end"/>
      </w:r>
      <w:r w:rsidR="009841B4" w:rsidRPr="000F3D3C">
        <w:instrText xml:space="preserve"> = "" "" "</w:instrText>
      </w:r>
    </w:p>
    <w:tbl>
      <w:tblPr>
        <w:tblStyle w:val="Template"/>
        <w:tblW w:w="8959" w:type="dxa"/>
        <w:tblLook w:val="04A0" w:firstRow="1" w:lastRow="0" w:firstColumn="1" w:lastColumn="0" w:noHBand="0" w:noVBand="1"/>
      </w:tblPr>
      <w:tblGrid>
        <w:gridCol w:w="4495"/>
        <w:gridCol w:w="4464"/>
      </w:tblGrid>
      <w:tr w:rsidR="0021117A" w:rsidRPr="000F3D3C" w14:paraId="7B6D947E" w14:textId="77777777" w:rsidTr="0021117A">
        <w:tc>
          <w:tcPr>
            <w:tcW w:w="4495" w:type="dxa"/>
            <w:tcMar>
              <w:top w:w="0" w:type="dxa"/>
              <w:left w:w="0" w:type="dxa"/>
              <w:bottom w:w="0" w:type="dxa"/>
              <w:right w:w="567" w:type="dxa"/>
            </w:tcMar>
            <w:hideMark/>
          </w:tcPr>
          <w:p w14:paraId="0CED0150" w14:textId="77777777" w:rsidR="0021117A" w:rsidRPr="000F3D3C" w:rsidRDefault="0021117A">
            <w:pPr>
              <w:pStyle w:val="Unterschrift"/>
              <w:rPr>
                <w:highlight w:val="white"/>
              </w:rPr>
            </w:pPr>
            <w:r w:rsidRPr="000F3D3C">
              <w:fldChar w:fldCharType="begin"/>
            </w:r>
            <w:r w:rsidRPr="000F3D3C">
              <w:instrText xml:space="preserve"> DOCPROPERTY "Signature1.Name"\*CHARFORMAT \&lt;OawJumpToField value=0/&gt;</w:instrText>
            </w:r>
            <w:r w:rsidRPr="000F3D3C">
              <w:fldChar w:fldCharType="separate"/>
            </w:r>
            <w:r w:rsidR="00926B84" w:rsidRPr="000F3D3C">
              <w:instrText>Signature1.Name</w:instrText>
            </w:r>
            <w:r w:rsidRPr="000F3D3C">
              <w:rPr>
                <w:highlight w:val="white"/>
              </w:rPr>
              <w:fldChar w:fldCharType="end"/>
            </w:r>
          </w:p>
          <w:p w14:paraId="7B580990" w14:textId="77777777" w:rsidR="0021117A" w:rsidRPr="000F3D3C" w:rsidRDefault="0021117A">
            <w:pPr>
              <w:pStyle w:val="UnterschriftFunktion"/>
              <w:rPr>
                <w:szCs w:val="20"/>
                <w:highlight w:val="white"/>
              </w:rPr>
            </w:pPr>
            <w:r w:rsidRPr="000F3D3C">
              <w:rPr>
                <w:szCs w:val="20"/>
              </w:rPr>
              <w:fldChar w:fldCharType="begin"/>
            </w:r>
            <w:r w:rsidRPr="000F3D3C">
              <w:rPr>
                <w:szCs w:val="20"/>
              </w:rPr>
              <w:instrText xml:space="preserve"> DOCPROPERTY "Signature1.Function"\*CHARFORMAT \&lt;OawJumpToField value=0/&gt;</w:instrText>
            </w:r>
            <w:r w:rsidRPr="000F3D3C">
              <w:rPr>
                <w:szCs w:val="20"/>
              </w:rPr>
              <w:fldChar w:fldCharType="separate"/>
            </w:r>
            <w:r w:rsidR="00926B84" w:rsidRPr="000F3D3C">
              <w:rPr>
                <w:szCs w:val="20"/>
              </w:rPr>
              <w:instrText>Signature1.Function</w:instrText>
            </w:r>
            <w:r w:rsidRPr="000F3D3C">
              <w:rPr>
                <w:szCs w:val="20"/>
                <w:highlight w:val="white"/>
              </w:rPr>
              <w:fldChar w:fldCharType="end"/>
            </w:r>
          </w:p>
        </w:tc>
        <w:tc>
          <w:tcPr>
            <w:tcW w:w="4464" w:type="dxa"/>
            <w:hideMark/>
          </w:tcPr>
          <w:p w14:paraId="7B73DFA8" w14:textId="77777777" w:rsidR="0021117A" w:rsidRPr="000F3D3C" w:rsidRDefault="0021117A">
            <w:pPr>
              <w:pStyle w:val="Unterschrift"/>
              <w:rPr>
                <w:highlight w:val="white"/>
              </w:rPr>
            </w:pPr>
            <w:r w:rsidRPr="000F3D3C">
              <w:fldChar w:fldCharType="begin"/>
            </w:r>
            <w:r w:rsidRPr="000F3D3C">
              <w:instrText xml:space="preserve"> DOCPROPERTY "Signature2.Name"\*CHARFORMAT \&lt;OawJumpToField value=0/&gt;</w:instrText>
            </w:r>
            <w:r w:rsidRPr="000F3D3C">
              <w:fldChar w:fldCharType="separate"/>
            </w:r>
            <w:r w:rsidR="00926B84" w:rsidRPr="000F3D3C">
              <w:instrText>Signature2.Name</w:instrText>
            </w:r>
            <w:r w:rsidRPr="000F3D3C">
              <w:rPr>
                <w:highlight w:val="white"/>
              </w:rPr>
              <w:fldChar w:fldCharType="end"/>
            </w:r>
          </w:p>
          <w:p w14:paraId="27582419" w14:textId="77777777" w:rsidR="0021117A" w:rsidRPr="000F3D3C" w:rsidRDefault="0021117A">
            <w:pPr>
              <w:pStyle w:val="UnterschriftFunktion"/>
              <w:rPr>
                <w:highlight w:val="white"/>
              </w:rPr>
            </w:pPr>
            <w:r w:rsidRPr="000F3D3C">
              <w:fldChar w:fldCharType="begin"/>
            </w:r>
            <w:r w:rsidRPr="000F3D3C">
              <w:instrText xml:space="preserve"> DOCPROPERTY "Signature2.Function"\*CHARFORMAT \&lt;OawJumpToField value=0/&gt;</w:instrText>
            </w:r>
            <w:r w:rsidRPr="000F3D3C">
              <w:fldChar w:fldCharType="separate"/>
            </w:r>
            <w:r w:rsidR="00926B84" w:rsidRPr="000F3D3C">
              <w:instrText>Signature2.Function</w:instrText>
            </w:r>
            <w:r w:rsidRPr="000F3D3C">
              <w:rPr>
                <w:highlight w:val="white"/>
              </w:rPr>
              <w:fldChar w:fldCharType="end"/>
            </w:r>
          </w:p>
        </w:tc>
      </w:tr>
    </w:tbl>
    <w:p w14:paraId="35E69591" w14:textId="77777777" w:rsidR="0041574F" w:rsidRPr="000F3D3C" w:rsidRDefault="009841B4" w:rsidP="007E181B">
      <w:pPr>
        <w:spacing w:line="240" w:lineRule="auto"/>
      </w:pPr>
      <w:r w:rsidRPr="000F3D3C">
        <w:instrText xml:space="preserve">" </w:instrText>
      </w:r>
      <w:r w:rsidR="00F23011" w:rsidRPr="000F3D3C">
        <w:instrText>\&lt;OawJumpToField value=0/&gt;</w:instrText>
      </w:r>
      <w:r w:rsidRPr="000F3D3C">
        <w:fldChar w:fldCharType="end"/>
      </w:r>
      <w:r w:rsidR="00B51756" w:rsidRPr="000F3D3C">
        <w:fldChar w:fldCharType="begin"/>
      </w:r>
      <w:r w:rsidR="00B51756" w:rsidRPr="000F3D3C">
        <w:instrText xml:space="preserve"> IF </w:instrText>
      </w:r>
      <w:r w:rsidR="00B51756" w:rsidRPr="000F3D3C">
        <w:fldChar w:fldCharType="begin"/>
      </w:r>
      <w:r w:rsidR="00B51756" w:rsidRPr="000F3D3C">
        <w:instrText xml:space="preserve"> DOCPROPERTY "CustomField.Enclosures"\*CHARFORMAT </w:instrText>
      </w:r>
      <w:r w:rsidR="005A351D" w:rsidRPr="000F3D3C">
        <w:instrText>\&lt;OawJumpToField value=0/&gt;</w:instrText>
      </w:r>
      <w:r w:rsidR="00B51756" w:rsidRPr="000F3D3C">
        <w:fldChar w:fldCharType="separate"/>
      </w:r>
      <w:r w:rsidR="0041574F" w:rsidRPr="000F3D3C">
        <w:instrText>Kopie Mietvertrag (Mietvorhaben und Bauvorhaben mit Investor)</w:instrText>
      </w:r>
    </w:p>
    <w:p w14:paraId="6A04B5D0" w14:textId="77777777" w:rsidR="007E181B" w:rsidRPr="000F3D3C" w:rsidRDefault="0041574F" w:rsidP="007E181B">
      <w:pPr>
        <w:spacing w:line="240" w:lineRule="auto"/>
        <w:rPr>
          <w:sz w:val="2"/>
          <w:szCs w:val="2"/>
        </w:rPr>
      </w:pPr>
      <w:r w:rsidRPr="000F3D3C">
        <w:instrText>Kopie Kaufvertrag (Kaufvorhaben)</w:instrText>
      </w:r>
      <w:r w:rsidR="00B51756" w:rsidRPr="000F3D3C">
        <w:rPr>
          <w:highlight w:val="white"/>
        </w:rPr>
        <w:fldChar w:fldCharType="end"/>
      </w:r>
      <w:r w:rsidR="00B51756" w:rsidRPr="000F3D3C">
        <w:rPr>
          <w:highlight w:val="white"/>
        </w:rPr>
        <w:instrText xml:space="preserve"> = "" "" "</w:instrText>
      </w:r>
    </w:p>
    <w:p w14:paraId="51BFDA1B" w14:textId="77777777" w:rsidR="00B51756" w:rsidRPr="000F3D3C" w:rsidRDefault="00AC2DD2" w:rsidP="007E181B">
      <w:pPr>
        <w:pStyle w:val="BeilagenersteZeile"/>
        <w:rPr>
          <w:highlight w:val="white"/>
        </w:rPr>
      </w:pPr>
      <w:fldSimple w:instr=" DOCPROPERTY &quot;Doc.Enclosures&quot;\*CHARFORMAT ">
        <w:r w:rsidR="0041574F" w:rsidRPr="000F3D3C">
          <w:instrText>Beilagen</w:instrText>
        </w:r>
      </w:fldSimple>
    </w:p>
    <w:tbl>
      <w:tblPr>
        <w:tblStyle w:val="Template"/>
        <w:tblW w:w="0" w:type="auto"/>
        <w:tblLook w:val="04A0" w:firstRow="1" w:lastRow="0" w:firstColumn="1" w:lastColumn="0" w:noHBand="0" w:noVBand="1"/>
      </w:tblPr>
      <w:tblGrid>
        <w:gridCol w:w="8958"/>
      </w:tblGrid>
      <w:tr w:rsidR="00C33C17" w:rsidRPr="000F3D3C" w14:paraId="0037F8F2" w14:textId="77777777" w:rsidTr="00C33C17">
        <w:tc>
          <w:tcPr>
            <w:tcW w:w="9098" w:type="dxa"/>
          </w:tcPr>
          <w:p w14:paraId="481F2D14" w14:textId="77777777" w:rsidR="00373342" w:rsidRPr="000F3D3C" w:rsidRDefault="00373342" w:rsidP="00C33C17">
            <w:pPr>
              <w:pStyle w:val="Beilagen"/>
              <w:rPr>
                <w:highlight w:val="white"/>
              </w:rPr>
            </w:pPr>
            <w:bookmarkStart w:id="7" w:name="Enclosures"/>
            <w:r w:rsidRPr="000F3D3C">
              <w:rPr>
                <w:highlight w:val="white"/>
              </w:rPr>
              <w:instrText>Kopie Mietvertrag (Mietvorhaben und Bauvorhaben mit Investor)</w:instrText>
            </w:r>
          </w:p>
          <w:p w14:paraId="6F1127FD" w14:textId="77777777" w:rsidR="00C33C17" w:rsidRPr="000F3D3C" w:rsidRDefault="00373342" w:rsidP="00C33C17">
            <w:pPr>
              <w:pStyle w:val="Beilagen"/>
              <w:rPr>
                <w:highlight w:val="white"/>
              </w:rPr>
            </w:pPr>
            <w:r w:rsidRPr="000F3D3C">
              <w:rPr>
                <w:highlight w:val="white"/>
              </w:rPr>
              <w:instrText>Kopie Kaufvertrag (Kaufvorhaben)</w:instrText>
            </w:r>
            <w:bookmarkEnd w:id="7"/>
          </w:p>
        </w:tc>
      </w:tr>
    </w:tbl>
    <w:p w14:paraId="7E55FBE8" w14:textId="77777777" w:rsidR="0041574F" w:rsidRPr="000F3D3C" w:rsidRDefault="00B51756" w:rsidP="007E181B">
      <w:pPr>
        <w:spacing w:line="240" w:lineRule="auto"/>
        <w:rPr>
          <w:noProof/>
          <w:sz w:val="2"/>
          <w:szCs w:val="2"/>
        </w:rPr>
      </w:pPr>
      <w:r w:rsidRPr="000F3D3C">
        <w:rPr>
          <w:highlight w:val="white"/>
        </w:rPr>
        <w:instrText xml:space="preserve">" </w:instrText>
      </w:r>
      <w:r w:rsidR="005A351D" w:rsidRPr="000F3D3C">
        <w:rPr>
          <w:highlight w:val="white"/>
        </w:rPr>
        <w:instrText>\&lt;OawJumpToField value=0/&gt;</w:instrText>
      </w:r>
      <w:r w:rsidRPr="000F3D3C">
        <w:fldChar w:fldCharType="separate"/>
      </w:r>
    </w:p>
    <w:p w14:paraId="43ADE2A0" w14:textId="77777777" w:rsidR="0041574F" w:rsidRPr="000F3D3C" w:rsidRDefault="0041574F" w:rsidP="007E181B">
      <w:pPr>
        <w:pStyle w:val="BeilagenersteZeile"/>
        <w:rPr>
          <w:noProof/>
          <w:highlight w:val="white"/>
        </w:rPr>
      </w:pPr>
      <w:r w:rsidRPr="000F3D3C">
        <w:rPr>
          <w:noProof/>
        </w:rPr>
        <w:t>Beilagen</w:t>
      </w:r>
    </w:p>
    <w:tbl>
      <w:tblPr>
        <w:tblStyle w:val="Template"/>
        <w:tblW w:w="0" w:type="auto"/>
        <w:tblLook w:val="04A0" w:firstRow="1" w:lastRow="0" w:firstColumn="1" w:lastColumn="0" w:noHBand="0" w:noVBand="1"/>
      </w:tblPr>
      <w:tblGrid>
        <w:gridCol w:w="8958"/>
      </w:tblGrid>
      <w:tr w:rsidR="0041574F" w:rsidRPr="000F3D3C" w14:paraId="5CBCCA68" w14:textId="77777777" w:rsidTr="00C33C17">
        <w:tc>
          <w:tcPr>
            <w:tcW w:w="9098" w:type="dxa"/>
          </w:tcPr>
          <w:p w14:paraId="00DBF935" w14:textId="77777777" w:rsidR="0041574F" w:rsidRPr="000F3D3C" w:rsidRDefault="0041574F" w:rsidP="000F3D3C">
            <w:pPr>
              <w:pStyle w:val="AuflistungmitSymbolen"/>
              <w:numPr>
                <w:ilvl w:val="0"/>
                <w:numId w:val="39"/>
              </w:numPr>
              <w:ind w:left="567" w:hanging="482"/>
              <w:rPr>
                <w:noProof/>
                <w:highlight w:val="white"/>
              </w:rPr>
            </w:pPr>
            <w:r w:rsidRPr="000F3D3C">
              <w:rPr>
                <w:noProof/>
                <w:highlight w:val="white"/>
              </w:rPr>
              <w:t>Kopie Mietvertrag (Mietvorhaben und Bauvorhaben mit Investor)</w:t>
            </w:r>
          </w:p>
          <w:p w14:paraId="11F41B02" w14:textId="77777777" w:rsidR="0041574F" w:rsidRPr="000F3D3C" w:rsidRDefault="0041574F" w:rsidP="000F3D3C">
            <w:pPr>
              <w:pStyle w:val="AuflistungmitSymbolen"/>
              <w:numPr>
                <w:ilvl w:val="0"/>
                <w:numId w:val="39"/>
              </w:numPr>
              <w:ind w:left="567" w:hanging="482"/>
              <w:rPr>
                <w:noProof/>
                <w:highlight w:val="white"/>
              </w:rPr>
            </w:pPr>
            <w:r w:rsidRPr="000F3D3C">
              <w:rPr>
                <w:noProof/>
                <w:highlight w:val="white"/>
              </w:rPr>
              <w:t>Kopie Kaufvertrag (Kaufvorhaben)</w:t>
            </w:r>
          </w:p>
        </w:tc>
      </w:tr>
    </w:tbl>
    <w:p w14:paraId="51ADE357" w14:textId="77777777" w:rsidR="001208D6" w:rsidRPr="000F3D3C" w:rsidRDefault="00B51756" w:rsidP="00F11512">
      <w:pPr>
        <w:rPr>
          <w:sz w:val="2"/>
          <w:szCs w:val="2"/>
        </w:rPr>
      </w:pPr>
      <w:r w:rsidRPr="000F3D3C">
        <w:fldChar w:fldCharType="end"/>
      </w:r>
      <w:bookmarkStart w:id="8" w:name="_GoBack"/>
      <w:bookmarkEnd w:id="8"/>
      <w:r w:rsidR="001208D6" w:rsidRPr="000F3D3C">
        <w:fldChar w:fldCharType="begin"/>
      </w:r>
      <w:r w:rsidR="001208D6" w:rsidRPr="000F3D3C">
        <w:instrText xml:space="preserve"> IF </w:instrText>
      </w:r>
      <w:r w:rsidR="0057510C" w:rsidRPr="000F3D3C">
        <w:fldChar w:fldCharType="begin"/>
      </w:r>
      <w:r w:rsidR="0057510C" w:rsidRPr="000F3D3C">
        <w:instrText xml:space="preserve"> DOCPROPERTY "CustomField.Distribution"\*CHARFORMAT </w:instrText>
      </w:r>
      <w:r w:rsidR="0057510C" w:rsidRPr="000F3D3C">
        <w:fldChar w:fldCharType="end"/>
      </w:r>
      <w:r w:rsidR="001208D6" w:rsidRPr="000F3D3C">
        <w:rPr>
          <w:highlight w:val="white"/>
        </w:rPr>
        <w:instrText xml:space="preserve"> = "" "" "</w:instrText>
      </w:r>
    </w:p>
    <w:p w14:paraId="16F763D0" w14:textId="77777777" w:rsidR="001208D6" w:rsidRPr="000F3D3C" w:rsidRDefault="00AC2DD2" w:rsidP="00F11512">
      <w:pPr>
        <w:pStyle w:val="VerteilerersteZeile"/>
        <w:rPr>
          <w:highlight w:val="white"/>
        </w:rPr>
      </w:pPr>
      <w:fldSimple w:instr=" DOCPROPERTY &quot;Doc.Distribution&quot;\*CHARFORMAT ">
        <w:r w:rsidR="00926B84" w:rsidRPr="000F3D3C">
          <w:instrText>Doc.Distribution</w:instrText>
        </w:r>
      </w:fldSimple>
    </w:p>
    <w:tbl>
      <w:tblPr>
        <w:tblStyle w:val="Template"/>
        <w:tblW w:w="0" w:type="auto"/>
        <w:tblLook w:val="04A0" w:firstRow="1" w:lastRow="0" w:firstColumn="1" w:lastColumn="0" w:noHBand="0" w:noVBand="1"/>
      </w:tblPr>
      <w:tblGrid>
        <w:gridCol w:w="8958"/>
      </w:tblGrid>
      <w:tr w:rsidR="00C33C17" w:rsidRPr="000F3D3C" w14:paraId="09406EB8" w14:textId="77777777" w:rsidTr="00C33C17">
        <w:tc>
          <w:tcPr>
            <w:tcW w:w="9098" w:type="dxa"/>
          </w:tcPr>
          <w:p w14:paraId="2BBCE8EC" w14:textId="77777777" w:rsidR="00C33C17" w:rsidRPr="000F3D3C" w:rsidRDefault="00C33C17" w:rsidP="00F11512">
            <w:pPr>
              <w:pStyle w:val="Verteiler"/>
            </w:pPr>
            <w:bookmarkStart w:id="9" w:name="Distribution"/>
            <w:bookmarkEnd w:id="9"/>
          </w:p>
        </w:tc>
      </w:tr>
    </w:tbl>
    <w:p w14:paraId="07E4392D" w14:textId="77777777" w:rsidR="000E3474" w:rsidRPr="000F3D3C" w:rsidRDefault="001208D6" w:rsidP="00F11512">
      <w:pPr>
        <w:rPr>
          <w:sz w:val="2"/>
          <w:szCs w:val="2"/>
        </w:rPr>
      </w:pPr>
      <w:r w:rsidRPr="000F3D3C">
        <w:rPr>
          <w:highlight w:val="white"/>
        </w:rPr>
        <w:instrText>" \&lt;OawJumpToField value=0/&gt;</w:instrText>
      </w:r>
      <w:r w:rsidRPr="000F3D3C">
        <w:fldChar w:fldCharType="end"/>
      </w:r>
      <w:r w:rsidR="000E3474" w:rsidRPr="000F3D3C">
        <w:fldChar w:fldCharType="begin"/>
      </w:r>
      <w:r w:rsidR="000E3474" w:rsidRPr="000F3D3C">
        <w:instrText xml:space="preserve"> IF </w:instrText>
      </w:r>
      <w:r w:rsidR="000E3474" w:rsidRPr="000F3D3C">
        <w:fldChar w:fldCharType="begin"/>
      </w:r>
      <w:r w:rsidR="000E3474" w:rsidRPr="000F3D3C">
        <w:instrText xml:space="preserve"> DOCPROPERTY "CustomField.Copy"\*CHARFORMAT </w:instrText>
      </w:r>
      <w:r w:rsidR="000E3474" w:rsidRPr="000F3D3C">
        <w:fldChar w:fldCharType="end"/>
      </w:r>
      <w:r w:rsidR="000E3474" w:rsidRPr="000F3D3C">
        <w:rPr>
          <w:highlight w:val="white"/>
        </w:rPr>
        <w:instrText xml:space="preserve"> = "" "" "</w:instrText>
      </w:r>
    </w:p>
    <w:p w14:paraId="59722CE4" w14:textId="77777777" w:rsidR="000E3474" w:rsidRPr="000F3D3C" w:rsidRDefault="00AC2DD2" w:rsidP="00F11512">
      <w:pPr>
        <w:pStyle w:val="KopieAnersteZeile"/>
        <w:rPr>
          <w:highlight w:val="white"/>
        </w:rPr>
      </w:pPr>
      <w:fldSimple w:instr=" DOCPROPERTY &quot;Doc.CopyTo&quot;\*CHARFORMAT ">
        <w:r w:rsidR="00926B84" w:rsidRPr="000F3D3C">
          <w:instrText>Doc.CopyTo</w:instrText>
        </w:r>
      </w:fldSimple>
    </w:p>
    <w:tbl>
      <w:tblPr>
        <w:tblStyle w:val="Template"/>
        <w:tblW w:w="0" w:type="auto"/>
        <w:tblLook w:val="04A0" w:firstRow="1" w:lastRow="0" w:firstColumn="1" w:lastColumn="0" w:noHBand="0" w:noVBand="1"/>
      </w:tblPr>
      <w:tblGrid>
        <w:gridCol w:w="8958"/>
      </w:tblGrid>
      <w:tr w:rsidR="000E3474" w:rsidRPr="000F3D3C" w14:paraId="51D350AF" w14:textId="77777777" w:rsidTr="00CA1290">
        <w:tc>
          <w:tcPr>
            <w:tcW w:w="9098" w:type="dxa"/>
          </w:tcPr>
          <w:p w14:paraId="0C3113DA" w14:textId="77777777" w:rsidR="000E3474" w:rsidRPr="000F3D3C" w:rsidRDefault="000E3474" w:rsidP="00F11512">
            <w:pPr>
              <w:pStyle w:val="KopieAn"/>
            </w:pPr>
            <w:bookmarkStart w:id="10" w:name="Copy"/>
          </w:p>
        </w:tc>
      </w:tr>
    </w:tbl>
    <w:bookmarkEnd w:id="10"/>
    <w:p w14:paraId="32CB3625" w14:textId="77777777" w:rsidR="001208D6" w:rsidRPr="000F3D3C" w:rsidRDefault="000E3474" w:rsidP="0056673C">
      <w:pPr>
        <w:pStyle w:val="Verteiler"/>
        <w:numPr>
          <w:ilvl w:val="0"/>
          <w:numId w:val="0"/>
        </w:numPr>
        <w:spacing w:line="240" w:lineRule="auto"/>
        <w:rPr>
          <w:sz w:val="2"/>
          <w:szCs w:val="2"/>
        </w:rPr>
      </w:pPr>
      <w:r w:rsidRPr="000F3D3C">
        <w:rPr>
          <w:highlight w:val="white"/>
        </w:rPr>
        <w:instrText>" \&lt;OawJumpToField value=0/&gt;</w:instrText>
      </w:r>
      <w:r w:rsidRPr="000F3D3C">
        <w:fldChar w:fldCharType="end"/>
      </w:r>
      <w:bookmarkStart w:id="11" w:name="Attachement"/>
      <w:bookmarkEnd w:id="11"/>
    </w:p>
    <w:sectPr w:rsidR="001208D6" w:rsidRPr="000F3D3C" w:rsidSect="00373342">
      <w:headerReference w:type="default" r:id="rId16"/>
      <w:footerReference w:type="default" r:id="rId17"/>
      <w:type w:val="continuous"/>
      <w:pgSz w:w="11906" w:h="16838" w:code="9"/>
      <w:pgMar w:top="1134" w:right="1134" w:bottom="1134" w:left="181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63C39" w14:textId="77777777" w:rsidR="00146C96" w:rsidRPr="000F3D3C" w:rsidRDefault="00146C96">
      <w:r w:rsidRPr="000F3D3C">
        <w:separator/>
      </w:r>
    </w:p>
  </w:endnote>
  <w:endnote w:type="continuationSeparator" w:id="0">
    <w:p w14:paraId="430B2AD4" w14:textId="77777777" w:rsidR="00146C96" w:rsidRPr="000F3D3C" w:rsidRDefault="00146C96">
      <w:r w:rsidRPr="000F3D3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5058" w14:textId="77777777" w:rsidR="00F537DD" w:rsidRPr="000F3D3C" w:rsidRDefault="00F537DD" w:rsidP="003952FE">
    <w:pPr>
      <w:pStyle w:val="Fuzeile"/>
    </w:pPr>
    <w:bookmarkStart w:id="6" w:name="LogoZusatz"/>
    <w:bookmarkEnd w:id="6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emplate"/>
      <w:tblW w:w="0" w:type="auto"/>
      <w:tblCellMar>
        <w:top w:w="57" w:type="dxa"/>
      </w:tblCellMar>
      <w:tblLook w:val="04A0" w:firstRow="1" w:lastRow="0" w:firstColumn="1" w:lastColumn="0" w:noHBand="0" w:noVBand="1"/>
    </w:tblPr>
    <w:tblGrid>
      <w:gridCol w:w="7513"/>
      <w:gridCol w:w="1445"/>
    </w:tblGrid>
    <w:tr w:rsidR="004D17E8" w14:paraId="359AA76E" w14:textId="77777777" w:rsidTr="006172FE">
      <w:tc>
        <w:tcPr>
          <w:tcW w:w="7513" w:type="dxa"/>
          <w:tcBorders>
            <w:top w:val="single" w:sz="4" w:space="0" w:color="auto"/>
          </w:tcBorders>
        </w:tcPr>
        <w:p w14:paraId="0CAD1690" w14:textId="77777777" w:rsidR="004D17E8" w:rsidRDefault="004D17E8" w:rsidP="00A605EC">
          <w:pPr>
            <w:pStyle w:val="Fuzeile"/>
          </w:pPr>
          <w:bookmarkStart w:id="12" w:name="DirectFooter" w:colFirst="0" w:colLast="0"/>
        </w:p>
      </w:tc>
      <w:tc>
        <w:tcPr>
          <w:tcW w:w="1445" w:type="dxa"/>
          <w:tcBorders>
            <w:top w:val="single" w:sz="4" w:space="0" w:color="auto"/>
          </w:tcBorders>
        </w:tcPr>
        <w:p w14:paraId="67474E7B" w14:textId="426FCD28" w:rsidR="004D17E8" w:rsidRDefault="004D17E8" w:rsidP="00E01C38">
          <w:pPr>
            <w:pStyle w:val="Fuzeil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F3D3C">
            <w:rPr>
              <w:noProof/>
            </w:rPr>
            <w:t>2</w:t>
          </w:r>
          <w:r>
            <w:fldChar w:fldCharType="end"/>
          </w:r>
          <w:r>
            <w:t xml:space="preserve"> </w:t>
          </w:r>
          <w:fldSimple w:instr=" DOCPROPERTY &quot;Doc.of&quot;\*CHARFORMAT ">
            <w:r w:rsidR="0041574F">
              <w:t>von</w:t>
            </w:r>
          </w:fldSimple>
          <w:r>
            <w:t xml:space="preserve"> </w:t>
          </w:r>
          <w:r w:rsidR="00F5631D">
            <w:rPr>
              <w:noProof/>
            </w:rPr>
            <w:fldChar w:fldCharType="begin"/>
          </w:r>
          <w:r w:rsidR="00F5631D">
            <w:rPr>
              <w:noProof/>
            </w:rPr>
            <w:instrText xml:space="preserve"> NUMPAGES   \* MERGEFORMAT </w:instrText>
          </w:r>
          <w:r w:rsidR="00F5631D">
            <w:rPr>
              <w:noProof/>
            </w:rPr>
            <w:fldChar w:fldCharType="separate"/>
          </w:r>
          <w:r w:rsidR="000F3D3C">
            <w:rPr>
              <w:noProof/>
            </w:rPr>
            <w:t>2</w:t>
          </w:r>
          <w:r w:rsidR="00F5631D">
            <w:rPr>
              <w:noProof/>
            </w:rPr>
            <w:fldChar w:fldCharType="end"/>
          </w:r>
        </w:p>
      </w:tc>
    </w:tr>
    <w:bookmarkEnd w:id="12"/>
  </w:tbl>
  <w:p w14:paraId="091600F4" w14:textId="77777777" w:rsidR="004D17E8" w:rsidRPr="006B7C1B" w:rsidRDefault="004D17E8" w:rsidP="006B7C1B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03DB7" w14:textId="77777777" w:rsidR="00146C96" w:rsidRPr="000F3D3C" w:rsidRDefault="00146C96">
      <w:r w:rsidRPr="000F3D3C">
        <w:separator/>
      </w:r>
    </w:p>
  </w:footnote>
  <w:footnote w:type="continuationSeparator" w:id="0">
    <w:p w14:paraId="415AC04F" w14:textId="77777777" w:rsidR="00146C96" w:rsidRPr="000F3D3C" w:rsidRDefault="00146C96">
      <w:r w:rsidRPr="000F3D3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C65BE" w14:textId="77777777" w:rsidR="00177DD0" w:rsidRPr="000F3D3C" w:rsidRDefault="00373342" w:rsidP="00177DD0">
    <w:pPr>
      <w:spacing w:line="240" w:lineRule="auto"/>
      <w:rPr>
        <w:sz w:val="2"/>
        <w:szCs w:val="2"/>
      </w:rPr>
    </w:pPr>
    <w:r w:rsidRPr="000F3D3C">
      <w:rPr>
        <w:noProof/>
        <w:sz w:val="2"/>
        <w:szCs w:val="2"/>
      </w:rPr>
      <w:drawing>
        <wp:anchor distT="0" distB="0" distL="114300" distR="114300" simplePos="0" relativeHeight="251658240" behindDoc="1" locked="1" layoutInCell="1" allowOverlap="1" wp14:anchorId="2D142761" wp14:editId="793784B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623" cy="1080268"/>
          <wp:effectExtent l="0" t="0" r="0" b="0"/>
          <wp:wrapNone/>
          <wp:docPr id="6" name="bab8a75a-fd98-43de-aec5-f5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623" cy="1080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emplate"/>
      <w:tblW w:w="0" w:type="auto"/>
      <w:tblInd w:w="-1191" w:type="dxa"/>
      <w:tblLayout w:type="fixed"/>
      <w:tblLook w:val="04A0" w:firstRow="1" w:lastRow="0" w:firstColumn="1" w:lastColumn="0" w:noHBand="0" w:noVBand="1"/>
    </w:tblPr>
    <w:tblGrid>
      <w:gridCol w:w="907"/>
      <w:gridCol w:w="28"/>
    </w:tblGrid>
    <w:tr w:rsidR="006A3A64" w:rsidRPr="000F3D3C" w14:paraId="4BF9CE9F" w14:textId="77777777" w:rsidTr="00CD579E">
      <w:trPr>
        <w:cantSplit/>
        <w:trHeight w:val="4820"/>
      </w:trPr>
      <w:tc>
        <w:tcPr>
          <w:tcW w:w="907" w:type="dxa"/>
          <w:shd w:val="clear" w:color="auto" w:fill="auto"/>
          <w:noWrap/>
          <w:tcMar>
            <w:top w:w="0" w:type="dxa"/>
          </w:tcMar>
          <w:textDirection w:val="btLr"/>
        </w:tcPr>
        <w:p w14:paraId="464816E5" w14:textId="61EB6041" w:rsidR="006A3A64" w:rsidRPr="000F3D3C" w:rsidRDefault="006A3A64" w:rsidP="001769A8">
          <w:pPr>
            <w:pStyle w:val="OutputprofileTitle"/>
          </w:pPr>
          <w:r w:rsidRPr="000F3D3C">
            <w:fldChar w:fldCharType="begin"/>
          </w:r>
          <w:r w:rsidRPr="000F3D3C">
            <w:instrText xml:space="preserve"> IF </w:instrText>
          </w:r>
          <w:r w:rsidR="0086334B" w:rsidRPr="000F3D3C">
            <w:fldChar w:fldCharType="begin"/>
          </w:r>
          <w:r w:rsidR="0086334B" w:rsidRPr="000F3D3C">
            <w:instrText xml:space="preserve"> DOCPROPERTY "Doc.Draft"\*CHARFORMAT </w:instrText>
          </w:r>
          <w:r w:rsidR="0086334B" w:rsidRPr="000F3D3C">
            <w:fldChar w:fldCharType="end"/>
          </w:r>
          <w:r w:rsidRPr="000F3D3C">
            <w:instrText xml:space="preserve"> = "" "" "</w:instrText>
          </w:r>
          <w:fldSimple w:instr=" DOCPROPERTY &quot;Doc.Draft&quot;\*CHARFORMAT ">
            <w:r w:rsidR="00926B84" w:rsidRPr="000F3D3C">
              <w:instrText>Doc.Draft</w:instrText>
            </w:r>
          </w:fldSimple>
          <w:r w:rsidRPr="000F3D3C">
            <w:instrText>"</w:instrText>
          </w:r>
          <w:r w:rsidRPr="000F3D3C">
            <w:fldChar w:fldCharType="end"/>
          </w:r>
        </w:p>
      </w:tc>
      <w:tc>
        <w:tcPr>
          <w:tcW w:w="28" w:type="dxa"/>
        </w:tcPr>
        <w:p w14:paraId="56A3261B" w14:textId="14B34B95" w:rsidR="00987500" w:rsidRPr="000F3D3C" w:rsidRDefault="00C86183" w:rsidP="00F67920">
          <w:pPr>
            <w:pStyle w:val="OutputprofileTitleDistance"/>
          </w:pPr>
          <w:r w:rsidRPr="000F3D3C">
            <w:fldChar w:fldCharType="begin"/>
          </w:r>
          <w:r w:rsidRPr="000F3D3C">
            <w:instrText xml:space="preserve"> IF </w:instrText>
          </w:r>
          <w:r w:rsidR="0086334B" w:rsidRPr="000F3D3C">
            <w:fldChar w:fldCharType="begin"/>
          </w:r>
          <w:r w:rsidR="0086334B" w:rsidRPr="000F3D3C">
            <w:instrText xml:space="preserve"> DOCPROPERTY "Doc.Draft"\*CHARFORMAT </w:instrText>
          </w:r>
          <w:r w:rsidR="0086334B" w:rsidRPr="000F3D3C">
            <w:fldChar w:fldCharType="end"/>
          </w:r>
          <w:r w:rsidRPr="000F3D3C">
            <w:instrText xml:space="preserve"> = "" "" "</w:instrText>
          </w:r>
          <w:fldSimple w:instr=" DOCPROPERTY &quot;Doc.OutputprofileTitleDistance&quot;\*CHARFORMAT ">
            <w:r w:rsidR="00926B84" w:rsidRPr="000F3D3C">
              <w:instrText>Doc.OutputprofileTitleDistance</w:instrText>
            </w:r>
          </w:fldSimple>
          <w:r w:rsidRPr="000F3D3C">
            <w:instrText>"</w:instrText>
          </w:r>
          <w:r w:rsidRPr="000F3D3C">
            <w:fldChar w:fldCharType="end"/>
          </w:r>
        </w:p>
      </w:tc>
    </w:tr>
    <w:tr w:rsidR="006A3A64" w:rsidRPr="000F3D3C" w14:paraId="4866A00F" w14:textId="77777777" w:rsidTr="00C95F8B">
      <w:trPr>
        <w:cantSplit/>
        <w:trHeight w:val="1985"/>
      </w:trPr>
      <w:tc>
        <w:tcPr>
          <w:tcW w:w="907" w:type="dxa"/>
          <w:shd w:val="clear" w:color="auto" w:fill="auto"/>
          <w:tcMar>
            <w:top w:w="113" w:type="dxa"/>
            <w:left w:w="125" w:type="dxa"/>
          </w:tcMar>
          <w:textDirection w:val="btLr"/>
        </w:tcPr>
        <w:p w14:paraId="49788A6B" w14:textId="77777777" w:rsidR="006A3A64" w:rsidRPr="000F3D3C" w:rsidRDefault="006A3A64" w:rsidP="00183CF9">
          <w:pPr>
            <w:pStyle w:val="OutputprofileText"/>
          </w:pPr>
          <w:r w:rsidRPr="000F3D3C">
            <w:fldChar w:fldCharType="begin"/>
          </w:r>
          <w:r w:rsidRPr="000F3D3C">
            <w:instrText xml:space="preserve"> IF </w:instrText>
          </w:r>
          <w:r w:rsidR="0086334B" w:rsidRPr="000F3D3C">
            <w:fldChar w:fldCharType="begin"/>
          </w:r>
          <w:r w:rsidR="0086334B" w:rsidRPr="000F3D3C">
            <w:instrText xml:space="preserve"> DOCPROPERTY "Doc.Draft"\*CHARFORMAT </w:instrText>
          </w:r>
          <w:r w:rsidR="0086334B" w:rsidRPr="000F3D3C">
            <w:fldChar w:fldCharType="end"/>
          </w:r>
          <w:r w:rsidRPr="000F3D3C">
            <w:instrText xml:space="preserve"> = "" "" "</w:instrText>
          </w:r>
          <w:r w:rsidRPr="000F3D3C">
            <w:fldChar w:fldCharType="begin"/>
          </w:r>
          <w:r w:rsidRPr="000F3D3C">
            <w:instrText xml:space="preserve"> DATE  \@ "</w:instrText>
          </w:r>
          <w:fldSimple w:instr=" DOCPROPERTY &quot;Date.Format.Long&quot;\*CHARFORMAT ">
            <w:r w:rsidR="00926B84" w:rsidRPr="000F3D3C">
              <w:instrText>Date.Format.Long</w:instrText>
            </w:r>
          </w:fldSimple>
          <w:r w:rsidRPr="000F3D3C">
            <w:instrText xml:space="preserve">"  \* MERGEFORMAT </w:instrText>
          </w:r>
          <w:r w:rsidRPr="000F3D3C">
            <w:fldChar w:fldCharType="separate"/>
          </w:r>
          <w:r w:rsidR="00926B84" w:rsidRPr="000F3D3C">
            <w:rPr>
              <w:noProof/>
            </w:rPr>
            <w:instrText>7at29.Fo</w:instrText>
          </w:r>
          <w:r w:rsidR="00926B84" w:rsidRPr="000F3D3C">
            <w:rPr>
              <w:rFonts w:ascii="Malgun Gothic" w:eastAsia="Malgun Gothic" w:hAnsi="Malgun Gothic" w:cs="Malgun Gothic" w:hint="eastAsia"/>
              <w:noProof/>
            </w:rPr>
            <w:instrText>二</w:instrText>
          </w:r>
          <w:r w:rsidR="00926B84" w:rsidRPr="000F3D3C">
            <w:rPr>
              <w:noProof/>
            </w:rPr>
            <w:instrText>17at.Lo29H</w:instrText>
          </w:r>
          <w:r w:rsidRPr="000F3D3C">
            <w:fldChar w:fldCharType="end"/>
          </w:r>
        </w:p>
        <w:p w14:paraId="306310DA" w14:textId="3FCA05EF" w:rsidR="006A3A64" w:rsidRPr="000F3D3C" w:rsidRDefault="006A3A64" w:rsidP="00183CF9">
          <w:pPr>
            <w:pStyle w:val="OutputprofileText"/>
          </w:pPr>
          <w:r w:rsidRPr="000F3D3C">
            <w:fldChar w:fldCharType="begin"/>
          </w:r>
          <w:r w:rsidRPr="000F3D3C">
            <w:instrText xml:space="preserve"> TIME  \@ "HH:mm"  \* MERGEFORMAT </w:instrText>
          </w:r>
          <w:r w:rsidRPr="000F3D3C">
            <w:fldChar w:fldCharType="separate"/>
          </w:r>
          <w:r w:rsidR="00926B84" w:rsidRPr="000F3D3C">
            <w:rPr>
              <w:noProof/>
            </w:rPr>
            <w:instrText>14:17</w:instrText>
          </w:r>
          <w:r w:rsidRPr="000F3D3C">
            <w:fldChar w:fldCharType="end"/>
          </w:r>
          <w:r w:rsidRPr="000F3D3C">
            <w:instrText xml:space="preserve">" </w:instrText>
          </w:r>
          <w:r w:rsidRPr="000F3D3C">
            <w:fldChar w:fldCharType="end"/>
          </w:r>
        </w:p>
      </w:tc>
      <w:tc>
        <w:tcPr>
          <w:tcW w:w="28" w:type="dxa"/>
          <w:textDirection w:val="btLr"/>
        </w:tcPr>
        <w:p w14:paraId="638A36D6" w14:textId="77777777" w:rsidR="006A3A64" w:rsidRPr="000F3D3C" w:rsidRDefault="006A3A64" w:rsidP="00183CF9">
          <w:pPr>
            <w:pStyle w:val="OutputprofileText"/>
          </w:pPr>
        </w:p>
      </w:tc>
    </w:tr>
  </w:tbl>
  <w:p w14:paraId="24174401" w14:textId="77777777" w:rsidR="00006FF1" w:rsidRPr="000F3D3C" w:rsidRDefault="00006FF1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F27E0" w14:textId="77777777" w:rsidR="00AE6C6B" w:rsidRDefault="00AE6C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3AEDB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A2F4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3048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6442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3AE9E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B6F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3284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34BC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E07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5847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FAE1442"/>
    <w:lvl w:ilvl="0">
      <w:start w:val="1"/>
      <w:numFmt w:val="decimal"/>
      <w:pStyle w:val="berschrift1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</w:abstractNum>
  <w:abstractNum w:abstractNumId="11" w15:restartNumberingAfterBreak="0">
    <w:nsid w:val="03482385"/>
    <w:multiLevelType w:val="hybridMultilevel"/>
    <w:tmpl w:val="D3004DE6"/>
    <w:name w:val="200707161401444232237722"/>
    <w:lvl w:ilvl="0" w:tplc="AB4020F0">
      <w:start w:val="1"/>
      <w:numFmt w:val="upperRoman"/>
      <w:lvlText w:val="%1."/>
      <w:lvlJc w:val="righ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A3714"/>
    <w:multiLevelType w:val="multilevel"/>
    <w:tmpl w:val="7A8A8300"/>
    <w:lvl w:ilvl="0">
      <w:start w:val="1"/>
      <w:numFmt w:val="decimal"/>
      <w:pStyle w:val="AuflistungmitNummernmitAbstand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3" w15:restartNumberingAfterBreak="0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BF5480F"/>
    <w:multiLevelType w:val="multilevel"/>
    <w:tmpl w:val="859E789C"/>
    <w:lvl w:ilvl="0">
      <w:start w:val="1"/>
      <w:numFmt w:val="bullet"/>
      <w:lvlText w:val="•"/>
      <w:lvlJc w:val="left"/>
      <w:pPr>
        <w:ind w:left="445" w:hanging="360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abstractNum w:abstractNumId="15" w15:restartNumberingAfterBreak="0">
    <w:nsid w:val="1C2736A2"/>
    <w:multiLevelType w:val="multilevel"/>
    <w:tmpl w:val="47944C32"/>
    <w:lvl w:ilvl="0">
      <w:start w:val="1"/>
      <w:numFmt w:val="bullet"/>
      <w:lvlText w:val=""/>
      <w:lvlJc w:val="left"/>
      <w:pPr>
        <w:ind w:left="284" w:hanging="199"/>
      </w:pPr>
      <w:rPr>
        <w:rFonts w:ascii="Wingdings" w:hAnsi="Wingdings" w:hint="default"/>
      </w:rPr>
    </w:lvl>
    <w:lvl w:ilvl="1">
      <w:start w:val="1"/>
      <w:numFmt w:val="bullet"/>
      <w:lvlRestart w:val="0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Restart w:val="0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Restart w:val="0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Restart w:val="0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abstractNum w:abstractNumId="16" w15:restartNumberingAfterBreak="0">
    <w:nsid w:val="23344003"/>
    <w:multiLevelType w:val="multilevel"/>
    <w:tmpl w:val="FD3A66B2"/>
    <w:lvl w:ilvl="0">
      <w:start w:val="1"/>
      <w:numFmt w:val="lowerLetter"/>
      <w:pStyle w:val="AuflistungmitKleinbuchstabe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20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01" w:hanging="281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268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552" w:hanging="284"/>
      </w:pPr>
      <w:rPr>
        <w:rFonts w:hint="default"/>
      </w:rPr>
    </w:lvl>
  </w:abstractNum>
  <w:abstractNum w:abstractNumId="17" w15:restartNumberingAfterBreak="0">
    <w:nsid w:val="25D7700A"/>
    <w:multiLevelType w:val="multilevel"/>
    <w:tmpl w:val="E300FEBC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8" w15:restartNumberingAfterBreak="0">
    <w:nsid w:val="2C8231CF"/>
    <w:multiLevelType w:val="multilevel"/>
    <w:tmpl w:val="3ABE09A6"/>
    <w:lvl w:ilvl="0">
      <w:start w:val="1"/>
      <w:numFmt w:val="bullet"/>
      <w:lvlText w:val="•"/>
      <w:lvlJc w:val="left"/>
      <w:pPr>
        <w:ind w:left="284" w:hanging="199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abstractNum w:abstractNumId="19" w15:restartNumberingAfterBreak="0">
    <w:nsid w:val="2FAC092B"/>
    <w:multiLevelType w:val="multilevel"/>
    <w:tmpl w:val="1BEA5DEC"/>
    <w:lvl w:ilvl="0">
      <w:start w:val="1"/>
      <w:numFmt w:val="upperRoman"/>
      <w:pStyle w:val="AuflistungmitrmischenNummern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2550" w:hanging="425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20" w15:restartNumberingAfterBreak="0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CDB6CD0"/>
    <w:multiLevelType w:val="multilevel"/>
    <w:tmpl w:val="C5CE0304"/>
    <w:lvl w:ilvl="0">
      <w:start w:val="1"/>
      <w:numFmt w:val="upperLetter"/>
      <w:pStyle w:val="AuflistungmitBuchstaben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8"/>
        </w:tabs>
        <w:ind w:left="568" w:hanging="284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3" w15:restartNumberingAfterBreak="0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16663D3"/>
    <w:multiLevelType w:val="multilevel"/>
    <w:tmpl w:val="DAB298A0"/>
    <w:numStyleLink w:val="Formatvorlage1"/>
  </w:abstractNum>
  <w:abstractNum w:abstractNumId="26" w15:restartNumberingAfterBreak="0">
    <w:nsid w:val="66E11CDA"/>
    <w:multiLevelType w:val="multilevel"/>
    <w:tmpl w:val="D14853E4"/>
    <w:lvl w:ilvl="0">
      <w:start w:val="1"/>
      <w:numFmt w:val="bullet"/>
      <w:pStyle w:val="AuflistungHinweis"/>
      <w:lvlText w:val="►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►"/>
      <w:lvlJc w:val="left"/>
      <w:pPr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►"/>
      <w:lvlJc w:val="left"/>
      <w:pPr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►"/>
      <w:lvlJc w:val="left"/>
      <w:pPr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►"/>
      <w:lvlJc w:val="left"/>
      <w:pPr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►"/>
      <w:lvlJc w:val="left"/>
      <w:pPr>
        <w:ind w:left="1701" w:hanging="281"/>
      </w:pPr>
      <w:rPr>
        <w:rFonts w:ascii="Arial" w:hAnsi="Arial" w:hint="default"/>
      </w:rPr>
    </w:lvl>
    <w:lvl w:ilvl="6">
      <w:start w:val="1"/>
      <w:numFmt w:val="bullet"/>
      <w:lvlText w:val="►"/>
      <w:lvlJc w:val="left"/>
      <w:pPr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►"/>
      <w:lvlJc w:val="left"/>
      <w:pPr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►"/>
      <w:lvlJc w:val="left"/>
      <w:pPr>
        <w:ind w:left="2552" w:hanging="284"/>
      </w:pPr>
      <w:rPr>
        <w:rFonts w:ascii="Arial" w:hAnsi="Arial" w:hint="default"/>
      </w:rPr>
    </w:lvl>
  </w:abstractNum>
  <w:abstractNum w:abstractNumId="27" w15:restartNumberingAfterBreak="0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98C7743"/>
    <w:multiLevelType w:val="multilevel"/>
    <w:tmpl w:val="DAB298A0"/>
    <w:styleLink w:val="Formatvorlage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9" w15:restartNumberingAfterBreak="0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0" w15:restartNumberingAfterBreak="0">
    <w:nsid w:val="75A91E05"/>
    <w:multiLevelType w:val="hybridMultilevel"/>
    <w:tmpl w:val="BEC2A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52C31"/>
    <w:multiLevelType w:val="multilevel"/>
    <w:tmpl w:val="3826664E"/>
    <w:lvl w:ilvl="0">
      <w:start w:val="1"/>
      <w:numFmt w:val="lowerLetter"/>
      <w:pStyle w:val="AuflistungmitKleinbuchstabenGesetze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5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03" w:hanging="283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987" w:hanging="283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555" w:hanging="283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839" w:hanging="283"/>
      </w:pPr>
      <w:rPr>
        <w:rFonts w:hint="default"/>
      </w:rPr>
    </w:lvl>
  </w:abstractNum>
  <w:abstractNum w:abstractNumId="32" w15:restartNumberingAfterBreak="0">
    <w:nsid w:val="7ADC1B1C"/>
    <w:multiLevelType w:val="multilevel"/>
    <w:tmpl w:val="41D87CB8"/>
    <w:lvl w:ilvl="0">
      <w:start w:val="1"/>
      <w:numFmt w:val="bullet"/>
      <w:pStyle w:val="AuflistungmitCheckboxen"/>
      <w:lvlText w:val="□"/>
      <w:lvlJc w:val="left"/>
      <w:pPr>
        <w:ind w:left="284" w:hanging="284"/>
      </w:pPr>
      <w:rPr>
        <w:rFonts w:ascii="Arial" w:hAnsi="Arial" w:hint="default"/>
        <w:sz w:val="22"/>
      </w:rPr>
    </w:lvl>
    <w:lvl w:ilvl="1">
      <w:start w:val="1"/>
      <w:numFmt w:val="bullet"/>
      <w:lvlText w:val="□"/>
      <w:lvlJc w:val="left"/>
      <w:pPr>
        <w:tabs>
          <w:tab w:val="num" w:pos="567"/>
        </w:tabs>
        <w:ind w:left="568" w:hanging="284"/>
      </w:pPr>
      <w:rPr>
        <w:rFonts w:ascii="Arial" w:hAnsi="Arial" w:hint="default"/>
      </w:rPr>
    </w:lvl>
    <w:lvl w:ilvl="2">
      <w:start w:val="1"/>
      <w:numFmt w:val="bullet"/>
      <w:lvlText w:val="□"/>
      <w:lvlJc w:val="left"/>
      <w:pPr>
        <w:tabs>
          <w:tab w:val="num" w:pos="851"/>
        </w:tabs>
        <w:ind w:left="852" w:hanging="284"/>
      </w:pPr>
      <w:rPr>
        <w:rFonts w:ascii="Arial" w:hAnsi="Arial" w:hint="default"/>
      </w:rPr>
    </w:lvl>
    <w:lvl w:ilvl="3">
      <w:start w:val="1"/>
      <w:numFmt w:val="bullet"/>
      <w:lvlText w:val="□"/>
      <w:lvlJc w:val="left"/>
      <w:pPr>
        <w:tabs>
          <w:tab w:val="num" w:pos="1134"/>
        </w:tabs>
        <w:ind w:left="1136" w:hanging="284"/>
      </w:pPr>
      <w:rPr>
        <w:rFonts w:ascii="Arial" w:hAnsi="Arial" w:hint="default"/>
      </w:rPr>
    </w:lvl>
    <w:lvl w:ilvl="4">
      <w:start w:val="1"/>
      <w:numFmt w:val="bullet"/>
      <w:lvlText w:val="□"/>
      <w:lvlJc w:val="left"/>
      <w:pPr>
        <w:tabs>
          <w:tab w:val="num" w:pos="1418"/>
        </w:tabs>
        <w:ind w:left="1420" w:hanging="284"/>
      </w:pPr>
      <w:rPr>
        <w:rFonts w:ascii="Arial" w:hAnsi="Arial" w:hint="default"/>
      </w:rPr>
    </w:lvl>
    <w:lvl w:ilvl="5">
      <w:start w:val="1"/>
      <w:numFmt w:val="bullet"/>
      <w:lvlText w:val="□"/>
      <w:lvlJc w:val="left"/>
      <w:pPr>
        <w:tabs>
          <w:tab w:val="num" w:pos="1701"/>
        </w:tabs>
        <w:ind w:left="1704" w:hanging="284"/>
      </w:pPr>
      <w:rPr>
        <w:rFonts w:ascii="Arial" w:hAnsi="Arial" w:hint="default"/>
      </w:rPr>
    </w:lvl>
    <w:lvl w:ilvl="6">
      <w:start w:val="1"/>
      <w:numFmt w:val="bullet"/>
      <w:lvlText w:val="□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□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□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abstractNum w:abstractNumId="33" w15:restartNumberingAfterBreak="0">
    <w:nsid w:val="7F326723"/>
    <w:multiLevelType w:val="multilevel"/>
    <w:tmpl w:val="EB5E0422"/>
    <w:lvl w:ilvl="0">
      <w:start w:val="1"/>
      <w:numFmt w:val="bullet"/>
      <w:pStyle w:val="AuflistungmitSymbolenmitAbstand"/>
      <w:lvlText w:val="•"/>
      <w:lvlJc w:val="left"/>
      <w:pPr>
        <w:ind w:left="284" w:hanging="199"/>
      </w:pPr>
      <w:rPr>
        <w:rFonts w:ascii="Arial" w:hAnsi="Arial" w:hint="default"/>
      </w:rPr>
    </w:lvl>
    <w:lvl w:ilvl="1">
      <w:start w:val="1"/>
      <w:numFmt w:val="bullet"/>
      <w:lvlRestart w:val="0"/>
      <w:lvlText w:val="•"/>
      <w:lvlJc w:val="left"/>
      <w:pPr>
        <w:ind w:left="568" w:hanging="199"/>
      </w:pPr>
      <w:rPr>
        <w:rFonts w:ascii="Arial" w:hAnsi="Arial" w:hint="default"/>
      </w:rPr>
    </w:lvl>
    <w:lvl w:ilvl="2">
      <w:start w:val="1"/>
      <w:numFmt w:val="bullet"/>
      <w:lvlRestart w:val="0"/>
      <w:lvlText w:val="•"/>
      <w:lvlJc w:val="left"/>
      <w:pPr>
        <w:ind w:left="852" w:hanging="199"/>
      </w:pPr>
      <w:rPr>
        <w:rFonts w:ascii="Arial" w:hAnsi="Arial" w:hint="default"/>
      </w:rPr>
    </w:lvl>
    <w:lvl w:ilvl="3">
      <w:start w:val="1"/>
      <w:numFmt w:val="bullet"/>
      <w:lvlRestart w:val="0"/>
      <w:lvlText w:val="•"/>
      <w:lvlJc w:val="left"/>
      <w:pPr>
        <w:ind w:left="1136" w:hanging="199"/>
      </w:pPr>
      <w:rPr>
        <w:rFonts w:ascii="Arial" w:hAnsi="Arial" w:hint="default"/>
      </w:rPr>
    </w:lvl>
    <w:lvl w:ilvl="4">
      <w:start w:val="1"/>
      <w:numFmt w:val="bullet"/>
      <w:lvlRestart w:val="0"/>
      <w:lvlText w:val="•"/>
      <w:lvlJc w:val="left"/>
      <w:pPr>
        <w:ind w:left="1420" w:hanging="199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9"/>
  </w:num>
  <w:num w:numId="13">
    <w:abstractNumId w:val="17"/>
  </w:num>
  <w:num w:numId="14">
    <w:abstractNumId w:val="33"/>
  </w:num>
  <w:num w:numId="15">
    <w:abstractNumId w:val="32"/>
  </w:num>
  <w:num w:numId="16">
    <w:abstractNumId w:val="22"/>
  </w:num>
  <w:num w:numId="17">
    <w:abstractNumId w:val="27"/>
  </w:num>
  <w:num w:numId="18">
    <w:abstractNumId w:val="13"/>
  </w:num>
  <w:num w:numId="19">
    <w:abstractNumId w:val="24"/>
  </w:num>
  <w:num w:numId="20">
    <w:abstractNumId w:val="23"/>
  </w:num>
  <w:num w:numId="21">
    <w:abstractNumId w:val="20"/>
  </w:num>
  <w:num w:numId="22">
    <w:abstractNumId w:val="21"/>
  </w:num>
  <w:num w:numId="23">
    <w:abstractNumId w:val="18"/>
  </w:num>
  <w:num w:numId="24">
    <w:abstractNumId w:val="26"/>
  </w:num>
  <w:num w:numId="25">
    <w:abstractNumId w:val="11"/>
  </w:num>
  <w:num w:numId="26">
    <w:abstractNumId w:val="19"/>
  </w:num>
  <w:num w:numId="27">
    <w:abstractNumId w:val="30"/>
  </w:num>
  <w:num w:numId="28">
    <w:abstractNumId w:val="14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8"/>
  </w:num>
  <w:num w:numId="32">
    <w:abstractNumId w:val="16"/>
  </w:num>
  <w:num w:numId="33">
    <w:abstractNumId w:val="31"/>
  </w:num>
  <w:num w:numId="34">
    <w:abstractNumId w:val="28"/>
  </w:num>
  <w:num w:numId="35">
    <w:abstractNumId w:val="25"/>
  </w:num>
  <w:num w:numId="36">
    <w:abstractNumId w:val="12"/>
  </w:num>
  <w:num w:numId="37">
    <w:abstractNumId w:val="33"/>
  </w:num>
  <w:num w:numId="38">
    <w:abstractNumId w:val="33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4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autoHyphenation/>
  <w:consecutiveHyphenLimit w:val="3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kumentDatum" w:val="1. Januar 2019"/>
    <w:docVar w:name="DokumentDatum.dateValue" w:val="43466"/>
    <w:docVar w:name="OawAttachedTemplate" w:val="Bericht.owt"/>
    <w:docVar w:name="OawBuiltInDocProps" w:val="&lt;OawBuiltInDocProps&gt;&lt;default profileUID=&quot;0&quot;&gt;&lt;word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keywords&gt;&lt;/keywords&gt;&lt;comments&gt;&lt;/comments&gt;&lt;hyperlinkBase&gt;&lt;/hyperlinkBase&gt;&lt;fileName&gt;&lt;/fileName&gt;&lt;category&gt;&lt;/category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default&gt;&lt;/OawBuiltInDocProps&gt;_x000d_"/>
    <w:docVar w:name="OawCreatedWithOfficeatworkVersion" w:val="4.9 R3 (4.9.1361)"/>
    <w:docVar w:name="OawCreatedWithProjectID" w:val="agch"/>
    <w:docVar w:name="OawCreatedWithProjectVersion" w:val="23-20171115"/>
    <w:docVar w:name="OawDate.Manual" w:val="&lt;document&gt;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Nam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ateManual name=&quot;DokumentDatum&quot;&gt;&lt;profile type=&quot;default&quot; UID=&quot;&quot; sameAsDefault=&quot;0&quot;&gt;&lt;format UID=&quot;2012061514223193281934&quot; type=&quot;6&quot; defaultValue=&quot;%OawCreationDate%&quot; dateFormat=&quot;Date.Format.Long&quot;/&gt;&lt;/profile&gt;&lt;/OawDateManual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6041612303821989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60416125686737560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/OawDocProperty&gt;_x000d__x0009_&lt;OawDocProperty name=&quot;Doc.OutputprofileTitleDistan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utputprofileTitleDistance&quot;/&gt;&lt;/type&gt;&lt;/profile&gt;&lt;/OawDocProperty&gt;_x000d__x0009_&lt;OawDocProperty name=&quot;Date.Format.Long&quot;&gt;&lt;profile type=&quot;default&quot; UID=&quot;&quot; sameAsDefault=&quot;0&quot;&gt;&lt;documentProperty UID=&quot;2003060614150123456789&quot; dataSourceUID=&quot;2003060614150123456789&quot;/&gt;&lt;type type=&quot;OawLanguage&quot;&gt;&lt;OawLanguage UID=&quot;Date.Format.Long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Distributi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stribution&quot;/&gt;&lt;/type&gt;&lt;/profile&gt;&lt;/OawDocProperty&gt;_x000d__x0009_&lt;OawBookmark name=&quot;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Bookmark&gt;_x000d__x0009_&lt;OawBookmark name=&quot;Recipient&quot;&gt;&lt;profile type=&quot;default&quot; UID=&quot;&quot; sameAsDefault=&quot;0&quot;&gt;&lt;/profile&gt;&lt;/OawBookmark&gt;_x000d__x0009_&lt;OawDocProperty name=&quot;CustomField.Enclosures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Enclosures&quot;/&gt;&lt;/type&gt;&lt;/profile&gt;&lt;/OawDocProperty&gt;_x000d__x0009_&lt;OawBookmark name=&quot;InformationsfeldBriefkopf&quot;&gt;&lt;profile type=&quot;default&quot; UID=&quot;&quot; sameAsDefault=&quot;0&quot;&gt;&lt;/profile&gt;&lt;/OawBookmark&gt;_x000d__x0009_&lt;OawBookmark name=&quot;Subject&quot;&gt;&lt;profile type=&quot;default&quot; UID=&quot;&quot; sameAsDefault=&quot;0&quot;&gt;&lt;/profile&gt;&lt;/OawBookmark&gt;_x000d__x0009_&lt;OawBookmark name=&quot;Kontaktblock&quot;&gt;&lt;profile type=&quot;default&quot; UID=&quot;&quot; sameAsDefault=&quot;0&quot;&gt;&lt;/profile&gt;&lt;/OawBookmark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DatumZusatz&quot;&gt;&lt;profile type=&quot;default&quot; UID=&quot;&quot; sameAsDefault=&quot;0&quot;&gt;&lt;/profile&gt;&lt;/OawBookmark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Bookmark name=&quot;Attachement&quot;&gt;&lt;profile type=&quot;default&quot; UID=&quot;&quot; sameAsDefault=&quot;0&quot;&gt;&lt;/profile&gt;&lt;/OawBookmark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Signature1.Name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1206041609366783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Organisation.OrganisationLevel1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1206041609123330610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Doc.Repor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Report&quot;/&gt;&lt;/type&gt;&lt;/profile&gt;&lt;/OawDocProperty&gt;_x000d__x0009_&lt;OawDocProperty name=&quot;CustomField.Distribu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istribution&quot;/&gt;&lt;/type&gt;&lt;/profile&gt;&lt;/OawDocProperty&gt;_x000d__x0009_&lt;OawBookmark name=&quot;DocumentType&quot;&gt;&lt;profile type=&quot;default&quot; UID=&quot;&quot; sameAsDefault=&quot;0&quot;&gt;&lt;/profile&gt;&lt;/OawBookmark&gt;_x000d__x0009_&lt;OawDocProperty name=&quot;Contactperson.Title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Function&quot;&gt;&lt;profile type=&quot;default&quot; UID=&quot;&quot; sameAsDefault=&quot;0&quot;&gt;&lt;documentProperty UID=&quot;2012060416083656157146&quot; dataSourceUID=&quot;prj.2003041709434161414032&quot;/&gt;&lt;type type=&quot;OawDatabase&quot;&gt;&lt;OawDatabase table=&quot;Data&quot; field=&quot;Function&quot;/&gt;&lt;/type&gt;&lt;/profile&gt;&lt;/OawDocProperty&gt;_x000d__x0009_&lt;OawBookmark name=&quot;DirectFooter&quot;&gt;&lt;profile type=&quot;default&quot; UID=&quot;&quot; sameAsDefault=&quot;0&quot;&gt;&lt;/profile&gt;&lt;/OawBookmark&gt;_x000d__x0009_&lt;OawDocProperty name=&quot;Doc.CopyTo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opyTo&quot;/&gt;&lt;/type&gt;&lt;/profile&gt;&lt;/OawDocProperty&gt;_x000d__x0009_&lt;OawDocProperty name=&quot;CustomField.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DocProperty&gt;_x000d__x0009_&lt;OawBookmark name=&quot;Copy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opy&quot;/&gt;&lt;/type&gt;&lt;/profile&gt;&lt;/OawBookmark&gt;_x000d__x0009_&lt;OawBookmark name=&quot;LogoZusatz&quot;&gt;&lt;profile type=&quot;default&quot; UID=&quot;&quot; sameAsDefault=&quot;0&quot;&gt;&lt;/profile&gt;&lt;/OawBookmark&gt;_x000d__x0009_&lt;OawDocProperty name=&quot;CustomField.Inf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Info&quot;/&gt;&lt;/type&gt;&lt;/profile&gt;&lt;/OawDocProperty&gt;_x000d__x0009_&lt;OawDocProperty name=&quot;Organisation2.OrganisationLevel1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2.OrganisationLevel2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2.OrganisationLevel3&quot;&gt;&lt;profile type=&quot;default&quot; UID=&quot;&quot; sameAsDefault=&quot;0&quot;&gt;&lt;documentProperty UID=&quot;2013021809120389038204&quot; dataSourceUID=&quot;prj.2003050916522158373536&quot;/&gt;&lt;type type=&quot;OawDatabase&quot;&gt;&lt;OawDatabase table=&quot;Data&quot; field=&quot;OrganisationLevel3&quot;/&gt;&lt;/type&gt;&lt;/profile&gt;&lt;/OawDocProperty&gt;_x000d_&lt;/document&gt;_x000d_"/>
    <w:docVar w:name="OawDistributionEnabled" w:val="&lt;Profiles&gt;&lt;Distribution type=&quot;2&quot; UID=&quot;2012060416123038219890&quot;/&gt;&lt;Distribution type=&quot;2&quot; UID=&quot;2012060416125686737560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of&quot; field=&quot;Doc.of&quot;/&gt;&lt;OawDocProperty name=&quot;Doc.OutputprofileTitleDistance&quot; field=&quot;Doc.OutputprofileTitleDistance&quot;/&gt;&lt;OawDocProperty name=&quot;Date.Format.Long&quot; field=&quot;Date.Format.Long&quot;/&gt;&lt;OawDocProperty name=&quot;Doc.Enclosures&quot; field=&quot;Doc.Enclosures&quot;/&gt;&lt;OawDocProperty name=&quot;Doc.Distribution&quot; field=&quot;Doc.Distribution&quot;/&gt;&lt;OawDocProperty name=&quot;Doc.Subject&quot; field=&quot;Doc.Subject&quot;/&gt;&lt;OawDocProperty name=&quot;Doc.Report&quot; field=&quot;Doc.Report&quot;/&gt;&lt;OawDocProperty name=&quot;Doc.CopyTo&quot; field=&quot;Doc.CopyTo&quot;/&gt;&lt;/profile&gt;&lt;profile type=&quot;print&quot; UID=&quot;2012060416123038219890&quot; sameAsDefault=&quot;0&quot;&gt;&lt;SQL&gt;SELECT Value, UID FROM Data WHERE LCID = '%WhereLCID%';&lt;/SQL&gt;&lt;OawDocProperty name=&quot;Doc.Draft&quot; field=&quot;Doc.Draft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/profile&gt;&lt;/source&gt;"/>
    <w:docVar w:name="OawDocProp.2003061115381095709037" w:val="&lt;source&gt;&lt;Fields List=&quot;Name|Function&quot;/&gt;&lt;profile type=&quot;default&quot; UID=&quot;&quot; sameAsDefault=&quot;0&quot;&gt;&lt;OawDocProperty name=&quot;Signature2.Name&quot; field=&quot;Name&quot;/&gt;&lt;OawDocProperty name=&quot;Signature2.Function&quot; field=&quot;Function&quot;/&gt;&lt;/profile&gt;&lt;/source&gt;"/>
    <w:docVar w:name="OawDocProp.2004112217333376588294" w:val="&lt;source&gt;&lt;Fields List=&quot;Enclosures|Distribution|Footer|Copy|Info&quot;/&gt;&lt;profile type=&quot;default&quot; UID=&quot;&quot; sameAsDefault=&quot;0&quot;&gt;&lt;OawBookmark name=&quot;Enclosures&quot; field=&quot;Enclosures&quot;/&gt;&lt;OawBookmark name=&quot;Distribution&quot; field=&quot;Distribution&quot;/&gt;&lt;OawDocProperty name=&quot;CustomField.Enclosures&quot; field=&quot;Enclosures&quot;/&gt;&lt;OawDocProperty name=&quot;CustomField.Footer&quot; field=&quot;Footer&quot;/&gt;&lt;OawDocProperty name=&quot;CustomField.Distribution&quot; field=&quot;Distribution&quot;/&gt;&lt;OawDocProperty name=&quot;CustomField.Copy&quot; field=&quot;Copy&quot;/&gt;&lt;OawBookmark name=&quot;Copy&quot; field=&quot;Copy&quot;/&gt;&lt;OawDocProperty name=&quot;CustomField.Info&quot; field=&quot;Info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2060416083656157146" w:val="&lt;source&gt;&lt;Fields List=&quot;Name|Title|Function&quot;/&gt;&lt;profile type=&quot;default&quot; UID=&quot;&quot; sameAsDefault=&quot;0&quot;&gt;&lt;OawDocProperty name=&quot;Contactperson.Name&quot; field=&quot;Name&quot;/&gt;&lt;OawDocProperty name=&quot;Contactperson.Title&quot; field=&quot;Title&quot;/&gt;&lt;OawDocProperty name=&quot;Contactperson.Function&quot; field=&quot;Function&quot;/&gt;&lt;/profile&gt;&lt;/source&gt;"/>
    <w:docVar w:name="OawDocProp.2012060416091233306102" w:val="&lt;source&gt;&lt;Fields List=&quot;OrganisationLevel1|OrganisationLevel2|OrganisationLevel3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/profile&gt;&lt;/source&gt;"/>
    <w:docVar w:name="OawDocProp.201206041609366783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13021809120389038204" w:val="&lt;source&gt;&lt;Fields List=&quot;OrganisationLevel1|OrganisationLevel2|OrganisationLevel3&quot;/&gt;&lt;profile type=&quot;default&quot; UID=&quot;&quot; sameAsDefault=&quot;0&quot;&gt;&lt;OawDocProperty name=&quot;Organisation2.OrganisationLevel1&quot; field=&quot;OrganisationLevel1&quot;/&gt;&lt;OawDocProperty name=&quot;Organisation2.OrganisationLevel2&quot; field=&quot;OrganisationLevel2&quot;/&gt;&lt;OawDocProperty name=&quot;Organisation2.OrganisationLevel3&quot; field=&quot;OrganisationLevel3&quot;/&gt;&lt;/profile&gt;&lt;/source&gt;"/>
    <w:docVar w:name="OawDocPropSource" w:val="&lt;DocProps&gt;&lt;DocProp UID=&quot;2003080714212273705547&quot; EntryUID=&quot;2018082409485997332038&quot;&gt;&lt;Field Name=&quot;UID&quot; Value=&quot;2018082409485997332038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12060416091233306102&quot; EntryUID=&quot;2004123010144120300001&quot;&gt;&lt;Field Name=&quot;UID&quot; Value=&quot;2004123010144120300001&quot;/&gt;&lt;Field Name=&quot;IDName&quot; Value=&quot;Departement Bildung, Kultur und Sport, Abteilung Sonderschulung, Heime und Werkstätten&quot;/&gt;&lt;Field Name=&quot;OrganisationLevel1&quot; Value=&quot;Departement &amp;#xA;Bildung, Kultur und Sport&quot;/&gt;&lt;Field Name=&quot;OrganisationLevel2&quot; Value=&quot;Abteilung Sonderschulung, Heime und Werkstätten&quot;/&gt;&lt;Field Name=&quot;OrganisationLevel3&quot; Value=&quot;&quot;/&gt;&lt;Field Name=&quot;Project&quot; Value=&quot;&quot;/&gt;&lt;Field Name=&quot;OrganisationPowerPoint&quot; Value=&quot;DEPARTEMENT BILDUNG, KULTUR UND SPORT&quot;/&gt;&lt;Field Name=&quot;ExcelOrganisationLevel1&quot; Value=&quot;DEPARTEMENT BILDUNG, KULTUR UND SPORT&quot;/&gt;&lt;Field Name=&quot;ExcelOrganisationLevel2&quot; Value=&quot;Abteilung Sonderschulung, Heime und Werkstätten&quot;/&gt;&lt;Field Name=&quot;Address1&quot; Value=&quot;Bahnhofstrasse 29, 5001 Aarau&quot;/&gt;&lt;Field Name=&quot;Address2&quot; Value=&quot;&quot;/&gt;&lt;Field Name=&quot;Address3&quot; Value=&quot;&quot;/&gt;&lt;Field Name=&quot;Address4&quot; Value=&quot;&quot;/&gt;&lt;Field Name=&quot;Address5&quot; Value=&quot;&quot;/&gt;&lt;Field Name=&quot;Address6&quot; Value=&quot;&quot;/&gt;&lt;Field Name=&quot;City&quot; Value=&quot;Aarau&quot;/&gt;&lt;Field Name=&quot;Telefon&quot; Value=&quot;&quot;/&gt;&lt;Field Name=&quot;Fax&quot; Value=&quot;&quot;/&gt;&lt;Field Name=&quot;Email&quot; Value=&quot;shw@ag.ch&quot;/&gt;&lt;Field Name=&quot;Internet&quot; Value=&quot;www.ag.ch/shw&quot;/&gt;&lt;Field Name=&quot;WdA4LogoColorPortrait&quot; Value=&quot;%Logos%\KantonsWappen_A4portrait_color.2100.300.wmf&quot;/&gt;&lt;Field Name=&quot;WdA4LogoBlackWhitePortrait&quot; Value=&quot;%Logos%\KantonsWappen_A4portrait_bw.2100.300.wmf&quot;/&gt;&lt;Field Name=&quot;WdA4LogoColorQuer&quot; Value=&quot;%Logos%\KantonsWappen_A4landscape_color.2970.400.wmf&quot;/&gt;&lt;Field Name=&quot;WdA4LogoBlackWhiteQuer&quot; Value=&quot;%Logos%\KantonsWappen_A4landscape_bw.2970.400.wmf&quot;/&gt;&lt;Field Name=&quot;WdA5LogoColorQuer&quot; Value=&quot;%Logos%\KantonsWappen_A5landscape_color.2100.400.wmf&quot;/&gt;&lt;Field Name=&quot;WdA5LogoBlackWhiteQuer&quot; Value=&quot;%Logos%\KantonsWappen_A5landscape_bw.2100.400.wmf&quot;/&gt;&lt;Field Name=&quot;OlLogoSignature&quot; Value=&quot;&quot;/&gt;&lt;Field Name=&quot;PpThemesDefault&quot; Value=&quot;%Themes%\aargau.thmx&quot;/&gt;&lt;Field Name=&quot;PpThemesPresentation&quot; Value=&quot;%Themes%\aargau.thmx&quot;/&gt;&lt;Field Name=&quot;PpThemesSlide&quot; Value=&quot;%Themes%\aargau.thmx&quot;/&gt;&lt;Field Name=&quot;PpThemesObject&quot; Value=&quot;%Themes%\aargau.thmx&quot;/&gt;&lt;/DocProp&gt;&lt;DocProp UID=&quot;2013021809120389038204&quot; EntryUID=&quot;2003121817293296325874&quot;&gt;&lt;Field Name=&quot;UID&quot; Value=&quot;2003121817293296325874&quot;/&gt;&lt;Field Name=&quot;IDName&quot; Value=&quot;(Leer)&quot;/&gt;&lt;Field Name=&quot;OrganisationLevel1&quot; Value=&quot;&quot;/&gt;&lt;Field Name=&quot;OrganisationLevel2&quot; Value=&quot;&quot;/&gt;&lt;Field Name=&quot;OrganisationLevel3&quot; Value=&quot;&quot;/&gt;&lt;Field Name=&quot;Project&quot; Value=&quot;&quot;/&gt;&lt;Field Name=&quot;OrganisationPowerPoint&quot; Value=&quot;&quot;/&gt;&lt;Field Name=&quot;ExcelOrganisationLevel1&quot; Value=&quot;&quot;/&gt;&lt;Field Name=&quot;ExcelOrganisationLevel2&quot; Value=&quot;&quot;/&gt;&lt;Field Name=&quot;Address1&quot; Value=&quot;&quot;/&gt;&lt;Field Name=&quot;Address2&quot; Value=&quot;&quot;/&gt;&lt;Field Name=&quot;Address3&quot; Value=&quot;&quot;/&gt;&lt;Field Name=&quot;Address4&quot; Value=&quot;&quot;/&gt;&lt;Field Name=&quot;Address5&quot; Value=&quot;&quot;/&gt;&lt;Field Name=&quot;Address6&quot; Value=&quot;&quot;/&gt;&lt;Field Name=&quot;City&quot; Value=&quot;&quot;/&gt;&lt;Field Name=&quot;Telefon&quot; Value=&quot;&quot;/&gt;&lt;Field Name=&quot;Fax&quot; Value=&quot;&quot;/&gt;&lt;Field Name=&quot;Email&quot; Value=&quot;&quot;/&gt;&lt;Field Name=&quot;Internet&quot; Value=&quot;&quot;/&gt;&lt;Field Name=&quot;WdA4LogoColorPortrait&quot; Value=&quot;&quot;/&gt;&lt;Field Name=&quot;WdA4LogoBlackWhitePortrait&quot; Value=&quot;&quot;/&gt;&lt;Field Name=&quot;WdA4LogoColorQuer&quot; Value=&quot;&quot;/&gt;&lt;Field Name=&quot;WdA4LogoBlackWhiteQuer&quot; Value=&quot;&quot;/&gt;&lt;Field Name=&quot;WdA5LogoColorQuer&quot; Value=&quot;&quot;/&gt;&lt;Field Name=&quot;WdA5LogoBlackWhiteQuer&quot; Value=&quot;&quot;/&gt;&lt;Field Name=&quot;OlLogoSignature&quot; Value=&quot;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/DocProp&gt;&lt;DocProp UID=&quot;2006040509495284662868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12060416083656157146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13021809133888573589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12060416093667830578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Leer)&quot;/&gt;&lt;Field Name=&quot;Name&quot; Value=&quot;&quot;/&gt;&lt;Field Name=&quot;Title&quot; Value=&quot;&quot;/&gt;&lt;Field Name=&quot;Function&quot; Value=&quot;&quot;/&gt;&lt;Field Name=&quot;Initials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Enclosures&quot; Value=&quot;Kopie Mietvertrag (Mietvorhaben und Bauvorhaben mit Investor)&amp;#xA;Kopie Kaufvertrag (Kaufvorhaben)&quot;/&gt;&lt;Field Name=&quot;Distribution&quot; Value=&quot;&quot;/&gt;&lt;Field Name=&quot;Copy&quot; Value=&quot;&quot;/&gt;&lt;Field Name=&quot;Info&quot; Value=&quot;&quot;/&gt;&lt;Field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85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Gesetzestexte&quot; Icon=&quot;3546&quot; Label=&quot;&amp;lt;translate&amp;gt;Style.Gesetzestexte&amp;lt;/translate&amp;gt;&quot; Command=&quot;StyleApply&quot; Parameter=&quot;Gesetzestexte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Fazit&quot; Icon=&quot;3546&quot; Label=&quot;&amp;lt;translate&amp;gt;Style.Fazit&amp;lt;/translate&amp;gt;&quot; Command=&quot;StyleApply&quot; Parameter=&quot;Fazit&quot;/&gt;_x000d_&lt;Item Type=&quot;Button&quot; IDName=&quot;LinieOben&quot; Icon=&quot;3546&quot; Label=&quot;&amp;lt;translate&amp;gt;Style.LinieOben&amp;lt;/translate&amp;gt;&quot; Command=&quot;StyleApply&quot; Parameter=&quot;Linie oben&quot;/&gt;_x000d_&lt;Item Type=&quot;Button&quot; IDName=&quot;LinieUnten&quot; Icon=&quot;3546&quot; Label=&quot;&amp;lt;translate&amp;gt;Style.LinieUnten&amp;lt;/translate&amp;gt;&quot; Command=&quot;StyleApply&quot; Parameter=&quot;Linie unten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Strong&quot;  Icon=&quot;3114&quot; Label=&quot;&amp;lt;translate&amp;gt;Style.Strong&amp;lt;/translate&amp;gt;&quot; Command=&quot;StyleApply&quot; Parameter=&quot;-88&quot;/&gt;_x000d_&lt;Item Type=&quot;Button&quot; IDName=&quot;Zitat&quot;  Icon=&quot;3114&quot; Label=&quot;&amp;lt;translate&amp;gt;Style.Zitat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hemenblock 0.75&quot;/&gt;_x000d_&lt;Item Type=&quot;Button&quot; IDName=&quot;Topic300&quot; Icon=&quot;3546&quot; Label=&quot;&amp;lt;translate&amp;gt;Style.Topic300&amp;lt;/translate&amp;gt;&quot; Command=&quot;StyleApply&quot; Parameter=&quot;Themenblock 3.0&quot;/&gt;_x000d_&lt;Item Type=&quot;Button&quot; IDName=&quot;Topic600&quot; Icon=&quot;3546&quot; Label=&quot;&amp;lt;translate&amp;gt;Style.Topic600&amp;lt;/translate&amp;gt;&quot; Command=&quot;StyleApply&quot; Parameter=&quot;Themenblock 6.0&quot;/&gt;_x000d_&lt;Item Type=&quot;Button&quot; IDName=&quot;Topic900&quot; Icon=&quot;3546&quot; Label=&quot;&amp;lt;translate&amp;gt;Style.Topic900&amp;lt;/translate&amp;gt;&quot; Command=&quot;StyleApply&quot; Parameter=&quot;Themenblock 9.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SymbolsWithDistance&quot; Icon=&quot;3546&quot; Label=&quot;&amp;lt;translate&amp;gt;Style.ListWithSymbolsWithDistance&amp;lt;/translate&amp;gt;&quot; Command=&quot;StyleApply&quot; Parameter=&quot;Auflistung mit Symbolen mit Abstand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SmallLettersLaw&quot; Icon=&quot;3546&quot; Label=&quot;&amp;lt;translate&amp;gt;Style.ListWithSmallLettersLaw&amp;lt;/translate&amp;gt;&quot; Command=&quot;StyleApply&quot; Parameter=&quot;Auflistung mit Kleinbuchstaben Gesetze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NumbersWithDistance&quot; Icon=&quot;3546&quot; Label=&quot;&amp;lt;translate&amp;gt;Style.ListWithNumbersWithDistance&amp;lt;/translate&amp;gt;&quot; Command=&quot;StyleApply&quot; Parameter=&quot;Auflistung mit Nummern mit Abstand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Nummern&quot;/&gt;_x000d_&lt;Item Type=&quot;Button&quot; IDName=&quot;ListNotice&quot; Icon=&quot;3546&quot; Label=&quot;&amp;lt;translate&amp;gt;Style.ListNotice&amp;lt;/translate&amp;gt;&quot; Command=&quot;StyleApply&quot; Parameter=&quot;Auflistung Hinweis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&quot;&gt;_x000d_&lt;Item Type=&quot;Button&quot; IDName=&quot;TableNormal&quot; Icon=&quot;3546&quot; Label=&quot;&amp;lt;translate&amp;gt;Style.TableNormal&amp;lt;/translate&amp;gt;&quot; Command=&quot;StyleApply&quot; Parameter=&quot;Tabellenraster&quot;/&gt;_x000d_&lt;Item Type=&quot;Button&quot; IDName=&quot;TableHeader&quot; Icon=&quot;3546&quot; Label=&quot;&amp;lt;translate&amp;gt;Style.TableHeader&amp;lt;/translate&amp;gt;&quot; Command=&quot;StyleApply&quot; Parameter=&quot;Tabelle Kopfzeile&quot;/&gt;_x000d_&lt;Item Type=&quot;Button&quot; IDName=&quot;TableGrayStriped&quot; Icon=&quot;3546&quot; Label=&quot;&amp;lt;translate&amp;gt;Style.TableGrayStriped&amp;lt;/translate&amp;gt;&quot; Command=&quot;StyleApply&quot; Parameter=&quot;Tabelle grau liniert&quot;/&gt;_x000d_&lt;Item Type=&quot;Button&quot; IDName=&quot;TableStructure&quot; Icon=&quot;3546&quot; Label=&quot;&amp;lt;translate&amp;gt;Style.TableStructure&amp;lt;/translate&amp;gt;&quot; Command=&quot;StyleApply&quot; Parameter=&quot;Tabelle Struktur&quot;/&gt;_x000d_&lt;/Item&gt;_x000d_&lt;/MenusDef&gt;"/>
    <w:docVar w:name="OawOMS" w:val="&lt;OawOMS&gt;&lt;send profileUID=&quot;2003010711200895123470110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body&gt;&lt;/body&gt;&lt;subject&gt;&lt;value type=&quot;OawDocProperty&quot; name=&quot;BM_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category&gt;&lt;/category&gt;&lt;keywords&gt;&lt;/keywords&gt;&lt;comments&gt;&lt;/comments&gt;&lt;hyperlinkBase&gt;&lt;/hyperlinkBase&gt;&lt;fileName&gt;&lt;/fileName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1210441235887611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/PDF&gt;&lt;/save&gt;&lt;save profileUID=&quot;2006120514401556040061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save profileUID=&quot;2004062216425255253277&quot;&gt;&lt;word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word&gt;&lt;PDF&gt;&lt;title&gt;&lt;value type=&quot;OawBookmark&quot; name=&quot;CustomFieldDocumentType&quot;&gt;&lt;separator text=&quot;&quot;&gt;&lt;/separator&gt;&lt;format text=&quot;&quot;&gt;&lt;/format&gt;&lt;/value&gt;&lt;/title&gt;&lt;subject&gt;&lt;value type=&quot;OawDocProperty&quot; name=&quot;BM_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%space%&quot;&gt;&lt;/separator&gt;&lt;format text=&quot;&quot;&gt;&lt;/format&gt;&lt;/value&gt;&lt;/company&gt;&lt;/PDF&gt;&lt;/save&gt;&lt;/OawOMS&gt;_x000d_"/>
    <w:docVar w:name="oawPaperSize" w:val="7"/>
    <w:docVar w:name="OawPrint.201206041612303821989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erTray.2012060416123038219890" w:val="document.firstpage:=2003061718080779000241;document.otherpages:=2003061718080779000241;"/>
    <w:docVar w:name="OawPrinterTray.2012060416125686737560" w:val="document.firstpage:=2003061718080779000241;document.otherpages:=2003061718080779000241;"/>
    <w:docVar w:name="OawPrinterTray.2012113014171263133266" w:val="document.firstpage:=2012113014154048661266;document.otherpages:=2012113014154048661266;"/>
    <w:docVar w:name="OawPrintRestore.201206041612303821989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agch"/>
    <w:docVar w:name="OawRecipients" w:val="&lt;Recipients&gt;&lt;Recipient&gt;&lt;UID&gt;2018082409485997332038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2060416083656157146" w:val="&lt;empty/&gt;"/>
    <w:docVar w:name="OawSelectedSource.2012060416091233306102" w:val="&lt;empty/&gt;"/>
    <w:docVar w:name="OawSelectedSource.2012060416093667830578" w:val="&lt;empty/&gt;"/>
    <w:docVar w:name="OawSelectedSource.2013021809120389038204" w:val="&lt;empty/&gt;"/>
    <w:docVar w:name="OawSelectedSource.2013021809133888573589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Report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InformationsfeldBriefkopf&quot; Label=&quot;&amp;lt;translate&amp;gt;SmartContent.InformationsfeldBriefkopf&amp;lt;/translate&amp;gt;&quot;/&gt;_x000d_&lt;Bookmark Name=&quot;DatumZusatz&quot; Label=&quot;&amp;lt;translate&amp;gt;SmartContent.DatumZusatz&amp;lt;/translate&amp;gt;&quot; Style=&quot;Datum&quot;/&gt;_x000d_&lt;Bookmark Name=&quot;DocumentType&quot; Label=&quot;&amp;lt;translate&amp;gt;SmartContent.DocumentType&amp;lt;/translate&amp;gt;&quot; Style=&quot;Dokument Typ&quot;/&gt;_x000d_&lt;Bookmark Name=&quot;Subject&quot; Label=&quot;&amp;lt;translate&amp;gt;SmartContent.Subject&amp;lt;/translate&amp;gt;&quot; Style=&quot;Betreff&quot;/&gt;_x000d_&lt;Bookmark Name=&quot;Text&quot; Label=&quot;&amp;lt;translate&amp;gt;SmartContent.Text&amp;lt;/translate&amp;gt;&quot; Style=&quot;-2&quot;/&gt;_x000d_&lt;Bookmark Name=&quot;Enclosures&quot; Label=&quot;&amp;lt;translate&amp;gt;SmartContent.Enclosures&amp;lt;/translate&amp;gt;&quot; Style=&quot;Beilagen&quot;/&gt;_x000d_&lt;Bookmark Name=&quot;Distribution&quot; Label=&quot;&amp;lt;translate&amp;gt;SmartContent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Content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Conent.Attachement&amp;lt;/translate&amp;gt;&quot; Style=&quot;-85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InformationsfeldBriefkopf&quot; Label=&quot;&amp;lt;translate&amp;gt;SmartTemplate.InformationsfeldBriefkopf&amp;lt;/translate&amp;gt;&quot;/&gt;_x000d_&lt;Bookmark Name=&quot;DatumZusatz&quot; Label=&quot;&amp;lt;translate&amp;gt;SmartTemplate.DatumZusatz&amp;lt;/translate&amp;gt;&quot; Style=&quot;Datum&quot;/&gt;_x000d_&lt;Bookmark Name=&quot;DocumentType&quot; Label=&quot;&amp;lt;translate&amp;gt;SmartTemplate.DocumentType&amp;lt;/translate&amp;gt;&quot; Style=&quot;Dokument Typ&quot;/&gt;_x000d_&lt;Bookmark Name=&quot;Subject&quot; Label=&quot;&amp;lt;translate&amp;gt;SmartTemplate.Subject&amp;lt;/translate&amp;gt;&quot; Style=&quot;Betreff&quot;/&gt;_x000d_&lt;Bookmark Name=&quot;Text&quot; Label=&quot;&amp;lt;translate&amp;gt;SmartTemplate.Text&amp;lt;/translate&amp;gt;&quot; Style=&quot;-2&quot;/&gt;_x000d_&lt;Bookmark Name=&quot;Enclosures&quot; Label=&quot;&amp;lt;translate&amp;gt;SmartTemplate.Enclosures&amp;lt;/translate&amp;gt;&quot; Style=&quot;Beilagen&quot;/&gt;_x000d_&lt;Bookmark Name=&quot;Distribution&quot; Label=&quot;&amp;lt;translate&amp;gt;SmartTemplate.Distribution&amp;lt;/translate&amp;gt;&quot; Style=&quot;Verteiler&quot;/&gt;_x000d_&lt;Bookmark Name=&quot;Copy&quot; Label=&quot;&amp;lt;translate&amp;gt;SmartTemplate.Copy&amp;lt;/translate&amp;gt;&quot; Style=&quot;KopieAn&quot;/&gt;_x000d_&lt;Bookmark Name=&quot;DirectFooter&quot; Label=&quot;&amp;lt;translate&amp;gt;SmartTemplate.DirectFooter&amp;lt;/translate&amp;gt;&quot; Style=&quot;-33&quot;/&gt;_x000d_&lt;Bookmark Name=&quot;LogoZusatz&quot; Label=&quot;&amp;lt;translate&amp;gt;SmartTemplate.LogoZusatz&amp;lt;/translate&amp;gt;&quot; Style=&quot;-33&quot;/&gt;_x000d_&lt;Bookmark Name=&quot;Attachement&quot; Label=&quot;&amp;lt;translate&amp;gt;SmartTemplate.Attachement&amp;lt;/translate&amp;gt;&quot; Style=&quot;-85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bab8a75a-fd98-43de-aec5-f566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6041612303821989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Print&quot; Id=&quot;2012060416130736684826&quot; /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b4716e6d-7c69-4f42-a84e-c101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Signature1&amp;quot;, &amp;quot;Leer&amp;quot;)]]&quot; /&gt;_x000d__x000a_          &lt;HorizontalPosition Relative=&quot;Character&quot; Alignment=&quot;Left&quot; Unit=&quot;cm&quot;&gt;-1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Print&quot; Id=&quot;201206041613073668482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734517d-0962-4c86-92fe-d68c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Signature2&amp;quot;, &amp;quot;Leer&amp;quot;)]]&quot; /&gt;_x000d__x000a_          &lt;HorizontalPosition Relative=&quot;Character&quot; Alignment=&quot;Left&quot; Unit=&quot;cm&quot;&gt;7&lt;/HorizontalPosition&gt;_x000d__x000a_          &lt;VerticalPosition Relative=&quot;Line&quot; Alignment=&quot;Top&quot; Unit=&quot;cm&quot;&gt;-1.3&lt;/VerticalPosition&gt;_x000d__x000a_          &lt;OutputProfileSpecifics&gt;_x000d__x000a_            &lt;OutputProfileSpecific Type=&quot;Print&quot; Id=&quot;2012060416123038219890&quot; /&gt;_x000d__x000a_            &lt;OutputProfileSpecific Type=&quot;Print&quot; Id=&quot;2012060416125686737560&quot; /&gt;_x000d__x000a_            &lt;OutputProfileSpecific Type=&quot;Print&quot; Id=&quot;2012113014171263133266&quot; /&gt;_x000d__x000a_            &lt;OutputProfileSpecific Type=&quot;Print&quot; Id=&quot;201206041613073668482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373342"/>
    <w:rsid w:val="00001428"/>
    <w:rsid w:val="0000145D"/>
    <w:rsid w:val="00006FF1"/>
    <w:rsid w:val="0001052F"/>
    <w:rsid w:val="000106F7"/>
    <w:rsid w:val="0001646D"/>
    <w:rsid w:val="00024412"/>
    <w:rsid w:val="000260A8"/>
    <w:rsid w:val="000270FB"/>
    <w:rsid w:val="00032FFA"/>
    <w:rsid w:val="00036C0F"/>
    <w:rsid w:val="00036C69"/>
    <w:rsid w:val="000373D6"/>
    <w:rsid w:val="00040FD6"/>
    <w:rsid w:val="000412BC"/>
    <w:rsid w:val="00041FC3"/>
    <w:rsid w:val="00045ED0"/>
    <w:rsid w:val="00045F25"/>
    <w:rsid w:val="0005055C"/>
    <w:rsid w:val="00051798"/>
    <w:rsid w:val="000528AB"/>
    <w:rsid w:val="00055F92"/>
    <w:rsid w:val="00055FA5"/>
    <w:rsid w:val="00060233"/>
    <w:rsid w:val="000604AE"/>
    <w:rsid w:val="00062C3F"/>
    <w:rsid w:val="0006359E"/>
    <w:rsid w:val="0006570C"/>
    <w:rsid w:val="00066025"/>
    <w:rsid w:val="00067FFA"/>
    <w:rsid w:val="00077872"/>
    <w:rsid w:val="000778C4"/>
    <w:rsid w:val="00077992"/>
    <w:rsid w:val="00080C2F"/>
    <w:rsid w:val="00081D38"/>
    <w:rsid w:val="00084307"/>
    <w:rsid w:val="000849D5"/>
    <w:rsid w:val="0008516A"/>
    <w:rsid w:val="00085D5A"/>
    <w:rsid w:val="00092D96"/>
    <w:rsid w:val="00093145"/>
    <w:rsid w:val="000962A6"/>
    <w:rsid w:val="000964AB"/>
    <w:rsid w:val="000965AE"/>
    <w:rsid w:val="000A1BDC"/>
    <w:rsid w:val="000A576D"/>
    <w:rsid w:val="000A67FE"/>
    <w:rsid w:val="000A78CB"/>
    <w:rsid w:val="000A7A32"/>
    <w:rsid w:val="000A7BE1"/>
    <w:rsid w:val="000A7F34"/>
    <w:rsid w:val="000B249F"/>
    <w:rsid w:val="000B3B9B"/>
    <w:rsid w:val="000B6495"/>
    <w:rsid w:val="000B6D30"/>
    <w:rsid w:val="000B744D"/>
    <w:rsid w:val="000C125E"/>
    <w:rsid w:val="000C1B4B"/>
    <w:rsid w:val="000C4186"/>
    <w:rsid w:val="000C4AD4"/>
    <w:rsid w:val="000D1591"/>
    <w:rsid w:val="000D25DF"/>
    <w:rsid w:val="000D3D89"/>
    <w:rsid w:val="000D4B48"/>
    <w:rsid w:val="000E109D"/>
    <w:rsid w:val="000E1491"/>
    <w:rsid w:val="000E3474"/>
    <w:rsid w:val="000E4314"/>
    <w:rsid w:val="000E4DF7"/>
    <w:rsid w:val="000E50D7"/>
    <w:rsid w:val="000E590A"/>
    <w:rsid w:val="000E6C03"/>
    <w:rsid w:val="000E7E28"/>
    <w:rsid w:val="000F23DA"/>
    <w:rsid w:val="000F3D3C"/>
    <w:rsid w:val="000F4431"/>
    <w:rsid w:val="000F544B"/>
    <w:rsid w:val="000F5FAC"/>
    <w:rsid w:val="000F680C"/>
    <w:rsid w:val="000F79CA"/>
    <w:rsid w:val="000F7DFD"/>
    <w:rsid w:val="000F7EFC"/>
    <w:rsid w:val="00100419"/>
    <w:rsid w:val="0010130A"/>
    <w:rsid w:val="0010203D"/>
    <w:rsid w:val="00105406"/>
    <w:rsid w:val="001070F9"/>
    <w:rsid w:val="00110019"/>
    <w:rsid w:val="0011117B"/>
    <w:rsid w:val="0011312B"/>
    <w:rsid w:val="00116F35"/>
    <w:rsid w:val="00117972"/>
    <w:rsid w:val="001208D6"/>
    <w:rsid w:val="00120A37"/>
    <w:rsid w:val="0012431A"/>
    <w:rsid w:val="00127944"/>
    <w:rsid w:val="001330C1"/>
    <w:rsid w:val="0013351C"/>
    <w:rsid w:val="001349C9"/>
    <w:rsid w:val="00136B6F"/>
    <w:rsid w:val="00137978"/>
    <w:rsid w:val="001379E8"/>
    <w:rsid w:val="00141644"/>
    <w:rsid w:val="001425CD"/>
    <w:rsid w:val="00144328"/>
    <w:rsid w:val="00146C96"/>
    <w:rsid w:val="00150882"/>
    <w:rsid w:val="001509AA"/>
    <w:rsid w:val="00151368"/>
    <w:rsid w:val="001543B5"/>
    <w:rsid w:val="00155CAF"/>
    <w:rsid w:val="00156E15"/>
    <w:rsid w:val="00157D62"/>
    <w:rsid w:val="00161B5E"/>
    <w:rsid w:val="00161EDD"/>
    <w:rsid w:val="00166622"/>
    <w:rsid w:val="00171A38"/>
    <w:rsid w:val="00173F4C"/>
    <w:rsid w:val="001769A8"/>
    <w:rsid w:val="00177951"/>
    <w:rsid w:val="00177DD0"/>
    <w:rsid w:val="00180114"/>
    <w:rsid w:val="0018168A"/>
    <w:rsid w:val="0018196A"/>
    <w:rsid w:val="001839D1"/>
    <w:rsid w:val="00183CF9"/>
    <w:rsid w:val="00183E66"/>
    <w:rsid w:val="00185DE3"/>
    <w:rsid w:val="00186D97"/>
    <w:rsid w:val="001872C8"/>
    <w:rsid w:val="00187F04"/>
    <w:rsid w:val="00191431"/>
    <w:rsid w:val="00193F5F"/>
    <w:rsid w:val="001A0D83"/>
    <w:rsid w:val="001A57E6"/>
    <w:rsid w:val="001B07F5"/>
    <w:rsid w:val="001B082B"/>
    <w:rsid w:val="001B0910"/>
    <w:rsid w:val="001B189F"/>
    <w:rsid w:val="001C0C5A"/>
    <w:rsid w:val="001C35E8"/>
    <w:rsid w:val="001C3A43"/>
    <w:rsid w:val="001C3B15"/>
    <w:rsid w:val="001C5263"/>
    <w:rsid w:val="001C6A37"/>
    <w:rsid w:val="001C6FD0"/>
    <w:rsid w:val="001C7F9A"/>
    <w:rsid w:val="001D0F3D"/>
    <w:rsid w:val="001D16BF"/>
    <w:rsid w:val="001D1BA7"/>
    <w:rsid w:val="001D2026"/>
    <w:rsid w:val="001D2BBA"/>
    <w:rsid w:val="001D3643"/>
    <w:rsid w:val="001D6D0F"/>
    <w:rsid w:val="001E011F"/>
    <w:rsid w:val="001E09B7"/>
    <w:rsid w:val="001E141D"/>
    <w:rsid w:val="001E2A70"/>
    <w:rsid w:val="001F1F98"/>
    <w:rsid w:val="001F28A1"/>
    <w:rsid w:val="001F5040"/>
    <w:rsid w:val="001F6035"/>
    <w:rsid w:val="001F6578"/>
    <w:rsid w:val="00200EB4"/>
    <w:rsid w:val="00205478"/>
    <w:rsid w:val="0020577C"/>
    <w:rsid w:val="00205A23"/>
    <w:rsid w:val="00205B5F"/>
    <w:rsid w:val="00206983"/>
    <w:rsid w:val="0021062D"/>
    <w:rsid w:val="0021117A"/>
    <w:rsid w:val="0021180F"/>
    <w:rsid w:val="00211CE4"/>
    <w:rsid w:val="0021299F"/>
    <w:rsid w:val="00213A4B"/>
    <w:rsid w:val="0022237F"/>
    <w:rsid w:val="0022436B"/>
    <w:rsid w:val="002262B1"/>
    <w:rsid w:val="002269BD"/>
    <w:rsid w:val="002275F4"/>
    <w:rsid w:val="002278BA"/>
    <w:rsid w:val="00227A2D"/>
    <w:rsid w:val="002315B5"/>
    <w:rsid w:val="0023797D"/>
    <w:rsid w:val="00237BFF"/>
    <w:rsid w:val="0024017B"/>
    <w:rsid w:val="00240B6B"/>
    <w:rsid w:val="00242871"/>
    <w:rsid w:val="00243FAF"/>
    <w:rsid w:val="00244575"/>
    <w:rsid w:val="00244A10"/>
    <w:rsid w:val="0024562C"/>
    <w:rsid w:val="00246754"/>
    <w:rsid w:val="00247706"/>
    <w:rsid w:val="00247DB9"/>
    <w:rsid w:val="00247EF0"/>
    <w:rsid w:val="00250A03"/>
    <w:rsid w:val="00252D06"/>
    <w:rsid w:val="00253748"/>
    <w:rsid w:val="00254822"/>
    <w:rsid w:val="0025580E"/>
    <w:rsid w:val="0025606C"/>
    <w:rsid w:val="0025670D"/>
    <w:rsid w:val="00256B78"/>
    <w:rsid w:val="002571B1"/>
    <w:rsid w:val="00260118"/>
    <w:rsid w:val="0026022D"/>
    <w:rsid w:val="00262507"/>
    <w:rsid w:val="0026322D"/>
    <w:rsid w:val="00263E67"/>
    <w:rsid w:val="002645DC"/>
    <w:rsid w:val="00270712"/>
    <w:rsid w:val="00270B4C"/>
    <w:rsid w:val="00271915"/>
    <w:rsid w:val="00272CE6"/>
    <w:rsid w:val="00275414"/>
    <w:rsid w:val="00276705"/>
    <w:rsid w:val="002768D8"/>
    <w:rsid w:val="0027759A"/>
    <w:rsid w:val="00281EA9"/>
    <w:rsid w:val="00282B32"/>
    <w:rsid w:val="00282BBE"/>
    <w:rsid w:val="002833F9"/>
    <w:rsid w:val="00285CDC"/>
    <w:rsid w:val="00285D3C"/>
    <w:rsid w:val="002914D8"/>
    <w:rsid w:val="002942D3"/>
    <w:rsid w:val="00296CD3"/>
    <w:rsid w:val="00297CDB"/>
    <w:rsid w:val="002A0EBA"/>
    <w:rsid w:val="002A2452"/>
    <w:rsid w:val="002A53C0"/>
    <w:rsid w:val="002A5CD8"/>
    <w:rsid w:val="002A688E"/>
    <w:rsid w:val="002B0238"/>
    <w:rsid w:val="002B1531"/>
    <w:rsid w:val="002B18F1"/>
    <w:rsid w:val="002B249E"/>
    <w:rsid w:val="002B3964"/>
    <w:rsid w:val="002B67E5"/>
    <w:rsid w:val="002C0234"/>
    <w:rsid w:val="002C3730"/>
    <w:rsid w:val="002C6357"/>
    <w:rsid w:val="002D0D15"/>
    <w:rsid w:val="002D1CCD"/>
    <w:rsid w:val="002D2929"/>
    <w:rsid w:val="002D711E"/>
    <w:rsid w:val="002D72BD"/>
    <w:rsid w:val="002D749A"/>
    <w:rsid w:val="002E020C"/>
    <w:rsid w:val="002E0B33"/>
    <w:rsid w:val="002E1DC6"/>
    <w:rsid w:val="002E2117"/>
    <w:rsid w:val="002E31A8"/>
    <w:rsid w:val="002E7EF9"/>
    <w:rsid w:val="002F5DEF"/>
    <w:rsid w:val="002F5F0D"/>
    <w:rsid w:val="00300215"/>
    <w:rsid w:val="00301558"/>
    <w:rsid w:val="003044C8"/>
    <w:rsid w:val="003060EE"/>
    <w:rsid w:val="003066CB"/>
    <w:rsid w:val="0030683F"/>
    <w:rsid w:val="00310AA9"/>
    <w:rsid w:val="003116DC"/>
    <w:rsid w:val="00311B16"/>
    <w:rsid w:val="00314AF7"/>
    <w:rsid w:val="00315936"/>
    <w:rsid w:val="0031753A"/>
    <w:rsid w:val="0032055F"/>
    <w:rsid w:val="003221F9"/>
    <w:rsid w:val="00322D36"/>
    <w:rsid w:val="00325F9A"/>
    <w:rsid w:val="0032637F"/>
    <w:rsid w:val="00326987"/>
    <w:rsid w:val="0033001F"/>
    <w:rsid w:val="00330921"/>
    <w:rsid w:val="00330F63"/>
    <w:rsid w:val="0033121A"/>
    <w:rsid w:val="00331BF1"/>
    <w:rsid w:val="00335B07"/>
    <w:rsid w:val="00336B49"/>
    <w:rsid w:val="00337298"/>
    <w:rsid w:val="00342700"/>
    <w:rsid w:val="00342F8D"/>
    <w:rsid w:val="00345C9B"/>
    <w:rsid w:val="00345EF6"/>
    <w:rsid w:val="00346740"/>
    <w:rsid w:val="00346832"/>
    <w:rsid w:val="00346AC7"/>
    <w:rsid w:val="00347CD3"/>
    <w:rsid w:val="00351579"/>
    <w:rsid w:val="00352E7C"/>
    <w:rsid w:val="0035424A"/>
    <w:rsid w:val="00355022"/>
    <w:rsid w:val="00355E25"/>
    <w:rsid w:val="00357336"/>
    <w:rsid w:val="00357B7E"/>
    <w:rsid w:val="0036033C"/>
    <w:rsid w:val="0036103B"/>
    <w:rsid w:val="003622A8"/>
    <w:rsid w:val="003623F2"/>
    <w:rsid w:val="00364FC5"/>
    <w:rsid w:val="0036610A"/>
    <w:rsid w:val="003667CB"/>
    <w:rsid w:val="003709F4"/>
    <w:rsid w:val="00372C0B"/>
    <w:rsid w:val="00373342"/>
    <w:rsid w:val="0037422A"/>
    <w:rsid w:val="003754D6"/>
    <w:rsid w:val="003812A3"/>
    <w:rsid w:val="0038210B"/>
    <w:rsid w:val="00382DB3"/>
    <w:rsid w:val="0038399A"/>
    <w:rsid w:val="00383DBB"/>
    <w:rsid w:val="00383E80"/>
    <w:rsid w:val="003844C4"/>
    <w:rsid w:val="003852AD"/>
    <w:rsid w:val="003855DC"/>
    <w:rsid w:val="0038597E"/>
    <w:rsid w:val="00385DDE"/>
    <w:rsid w:val="00386B94"/>
    <w:rsid w:val="00386E6C"/>
    <w:rsid w:val="00387C44"/>
    <w:rsid w:val="0039068B"/>
    <w:rsid w:val="003911B1"/>
    <w:rsid w:val="0039376B"/>
    <w:rsid w:val="003941AF"/>
    <w:rsid w:val="00394249"/>
    <w:rsid w:val="00394333"/>
    <w:rsid w:val="00394E42"/>
    <w:rsid w:val="003952FE"/>
    <w:rsid w:val="00396159"/>
    <w:rsid w:val="0039746B"/>
    <w:rsid w:val="003A293A"/>
    <w:rsid w:val="003A4EFB"/>
    <w:rsid w:val="003A578A"/>
    <w:rsid w:val="003A5C7A"/>
    <w:rsid w:val="003B403F"/>
    <w:rsid w:val="003B6744"/>
    <w:rsid w:val="003B6B62"/>
    <w:rsid w:val="003B79F5"/>
    <w:rsid w:val="003C095D"/>
    <w:rsid w:val="003C7578"/>
    <w:rsid w:val="003D4ACC"/>
    <w:rsid w:val="003D5BE1"/>
    <w:rsid w:val="003E4185"/>
    <w:rsid w:val="003E46AD"/>
    <w:rsid w:val="003E4804"/>
    <w:rsid w:val="003E5CD1"/>
    <w:rsid w:val="003F2301"/>
    <w:rsid w:val="003F26E8"/>
    <w:rsid w:val="003F73DC"/>
    <w:rsid w:val="003F7735"/>
    <w:rsid w:val="0040061F"/>
    <w:rsid w:val="00403120"/>
    <w:rsid w:val="004035D0"/>
    <w:rsid w:val="00403908"/>
    <w:rsid w:val="00404651"/>
    <w:rsid w:val="00406587"/>
    <w:rsid w:val="004076D9"/>
    <w:rsid w:val="00412B7F"/>
    <w:rsid w:val="004136CA"/>
    <w:rsid w:val="00413EAE"/>
    <w:rsid w:val="004140F0"/>
    <w:rsid w:val="0041574F"/>
    <w:rsid w:val="00415B7B"/>
    <w:rsid w:val="004173AA"/>
    <w:rsid w:val="00422101"/>
    <w:rsid w:val="0042388A"/>
    <w:rsid w:val="00425877"/>
    <w:rsid w:val="00425DFC"/>
    <w:rsid w:val="00426FB3"/>
    <w:rsid w:val="00427870"/>
    <w:rsid w:val="00427B34"/>
    <w:rsid w:val="004314B0"/>
    <w:rsid w:val="00433F9C"/>
    <w:rsid w:val="00434187"/>
    <w:rsid w:val="004358FF"/>
    <w:rsid w:val="00435AA0"/>
    <w:rsid w:val="0043661F"/>
    <w:rsid w:val="004370E3"/>
    <w:rsid w:val="00437748"/>
    <w:rsid w:val="00437AD9"/>
    <w:rsid w:val="004443B1"/>
    <w:rsid w:val="00446E68"/>
    <w:rsid w:val="004472F7"/>
    <w:rsid w:val="00456008"/>
    <w:rsid w:val="004561D7"/>
    <w:rsid w:val="0046142F"/>
    <w:rsid w:val="004614C9"/>
    <w:rsid w:val="00462496"/>
    <w:rsid w:val="00462DD5"/>
    <w:rsid w:val="00463B0E"/>
    <w:rsid w:val="00467057"/>
    <w:rsid w:val="00470469"/>
    <w:rsid w:val="00473F97"/>
    <w:rsid w:val="004740BE"/>
    <w:rsid w:val="004743A7"/>
    <w:rsid w:val="00480936"/>
    <w:rsid w:val="00485BEE"/>
    <w:rsid w:val="00486D68"/>
    <w:rsid w:val="004913B4"/>
    <w:rsid w:val="0049198B"/>
    <w:rsid w:val="00493944"/>
    <w:rsid w:val="00494860"/>
    <w:rsid w:val="00494AD2"/>
    <w:rsid w:val="00496494"/>
    <w:rsid w:val="004974C5"/>
    <w:rsid w:val="00497839"/>
    <w:rsid w:val="004A01E5"/>
    <w:rsid w:val="004A067F"/>
    <w:rsid w:val="004A62B5"/>
    <w:rsid w:val="004A686B"/>
    <w:rsid w:val="004A6F67"/>
    <w:rsid w:val="004A72A8"/>
    <w:rsid w:val="004A7FB4"/>
    <w:rsid w:val="004B1840"/>
    <w:rsid w:val="004B1A1E"/>
    <w:rsid w:val="004B2FD0"/>
    <w:rsid w:val="004B3D58"/>
    <w:rsid w:val="004B4042"/>
    <w:rsid w:val="004B4184"/>
    <w:rsid w:val="004B4D76"/>
    <w:rsid w:val="004B57F8"/>
    <w:rsid w:val="004B5CC1"/>
    <w:rsid w:val="004B65B4"/>
    <w:rsid w:val="004B6A9D"/>
    <w:rsid w:val="004C3892"/>
    <w:rsid w:val="004C3EB9"/>
    <w:rsid w:val="004C467E"/>
    <w:rsid w:val="004C47DD"/>
    <w:rsid w:val="004C5EA6"/>
    <w:rsid w:val="004C652C"/>
    <w:rsid w:val="004D17E8"/>
    <w:rsid w:val="004D1B45"/>
    <w:rsid w:val="004D2BEA"/>
    <w:rsid w:val="004D3214"/>
    <w:rsid w:val="004D3D12"/>
    <w:rsid w:val="004D4DFF"/>
    <w:rsid w:val="004E1981"/>
    <w:rsid w:val="004E4177"/>
    <w:rsid w:val="004E59E8"/>
    <w:rsid w:val="004E6802"/>
    <w:rsid w:val="004E6A32"/>
    <w:rsid w:val="004F05C6"/>
    <w:rsid w:val="004F2D9C"/>
    <w:rsid w:val="004F4C96"/>
    <w:rsid w:val="004F4D89"/>
    <w:rsid w:val="004F549C"/>
    <w:rsid w:val="004F5D5F"/>
    <w:rsid w:val="004F6BFA"/>
    <w:rsid w:val="004F7FBD"/>
    <w:rsid w:val="00502DD2"/>
    <w:rsid w:val="0050514F"/>
    <w:rsid w:val="00505FFB"/>
    <w:rsid w:val="00510420"/>
    <w:rsid w:val="00516C6F"/>
    <w:rsid w:val="005207D9"/>
    <w:rsid w:val="00523FBD"/>
    <w:rsid w:val="00524861"/>
    <w:rsid w:val="0052516E"/>
    <w:rsid w:val="00525840"/>
    <w:rsid w:val="00525ED0"/>
    <w:rsid w:val="005266F4"/>
    <w:rsid w:val="00526B54"/>
    <w:rsid w:val="00530885"/>
    <w:rsid w:val="00532B06"/>
    <w:rsid w:val="00532F0E"/>
    <w:rsid w:val="005341E4"/>
    <w:rsid w:val="00534CD8"/>
    <w:rsid w:val="00537C02"/>
    <w:rsid w:val="00544220"/>
    <w:rsid w:val="00544D55"/>
    <w:rsid w:val="0055005A"/>
    <w:rsid w:val="00550F8A"/>
    <w:rsid w:val="00551723"/>
    <w:rsid w:val="005527D6"/>
    <w:rsid w:val="005539B3"/>
    <w:rsid w:val="00553F31"/>
    <w:rsid w:val="00554B99"/>
    <w:rsid w:val="005558B0"/>
    <w:rsid w:val="00557113"/>
    <w:rsid w:val="0056192B"/>
    <w:rsid w:val="0056454D"/>
    <w:rsid w:val="005666C6"/>
    <w:rsid w:val="0056673C"/>
    <w:rsid w:val="0057510C"/>
    <w:rsid w:val="0057671F"/>
    <w:rsid w:val="00580640"/>
    <w:rsid w:val="00580BD4"/>
    <w:rsid w:val="005819C8"/>
    <w:rsid w:val="0058649C"/>
    <w:rsid w:val="00590446"/>
    <w:rsid w:val="00591485"/>
    <w:rsid w:val="00591DD4"/>
    <w:rsid w:val="005958AA"/>
    <w:rsid w:val="005A351D"/>
    <w:rsid w:val="005A3EC0"/>
    <w:rsid w:val="005A43D2"/>
    <w:rsid w:val="005A6D99"/>
    <w:rsid w:val="005A735D"/>
    <w:rsid w:val="005A7A8D"/>
    <w:rsid w:val="005B0ADF"/>
    <w:rsid w:val="005B1BCB"/>
    <w:rsid w:val="005B36C3"/>
    <w:rsid w:val="005B4B98"/>
    <w:rsid w:val="005B51F2"/>
    <w:rsid w:val="005C1B96"/>
    <w:rsid w:val="005C2FE6"/>
    <w:rsid w:val="005C3400"/>
    <w:rsid w:val="005C340F"/>
    <w:rsid w:val="005C5C4B"/>
    <w:rsid w:val="005C79D2"/>
    <w:rsid w:val="005D0731"/>
    <w:rsid w:val="005D0A00"/>
    <w:rsid w:val="005D0B51"/>
    <w:rsid w:val="005D0C89"/>
    <w:rsid w:val="005D0D9D"/>
    <w:rsid w:val="005D194A"/>
    <w:rsid w:val="005D21A9"/>
    <w:rsid w:val="005D3007"/>
    <w:rsid w:val="005D71F0"/>
    <w:rsid w:val="005D744E"/>
    <w:rsid w:val="005D7568"/>
    <w:rsid w:val="005E110D"/>
    <w:rsid w:val="005E296C"/>
    <w:rsid w:val="005E7427"/>
    <w:rsid w:val="005E7E3B"/>
    <w:rsid w:val="005F2645"/>
    <w:rsid w:val="005F2B9A"/>
    <w:rsid w:val="005F43FA"/>
    <w:rsid w:val="005F5AB8"/>
    <w:rsid w:val="005F68BB"/>
    <w:rsid w:val="005F70D3"/>
    <w:rsid w:val="005F79F2"/>
    <w:rsid w:val="006004D3"/>
    <w:rsid w:val="00600766"/>
    <w:rsid w:val="006020A4"/>
    <w:rsid w:val="006028C9"/>
    <w:rsid w:val="0060557F"/>
    <w:rsid w:val="00606BAE"/>
    <w:rsid w:val="00607715"/>
    <w:rsid w:val="0061015F"/>
    <w:rsid w:val="006101DA"/>
    <w:rsid w:val="00611654"/>
    <w:rsid w:val="00611E05"/>
    <w:rsid w:val="00612863"/>
    <w:rsid w:val="00615B09"/>
    <w:rsid w:val="0061622E"/>
    <w:rsid w:val="006172B1"/>
    <w:rsid w:val="006172FE"/>
    <w:rsid w:val="0062010D"/>
    <w:rsid w:val="0062330D"/>
    <w:rsid w:val="00625E6F"/>
    <w:rsid w:val="00625FE8"/>
    <w:rsid w:val="00630BA9"/>
    <w:rsid w:val="00630CD1"/>
    <w:rsid w:val="0063352C"/>
    <w:rsid w:val="00634C2C"/>
    <w:rsid w:val="006408B5"/>
    <w:rsid w:val="00642FAD"/>
    <w:rsid w:val="00643B0B"/>
    <w:rsid w:val="006443AF"/>
    <w:rsid w:val="00644A6B"/>
    <w:rsid w:val="00646FB3"/>
    <w:rsid w:val="00647407"/>
    <w:rsid w:val="00650226"/>
    <w:rsid w:val="00652348"/>
    <w:rsid w:val="00657F75"/>
    <w:rsid w:val="00663ADD"/>
    <w:rsid w:val="00665FFA"/>
    <w:rsid w:val="00667F01"/>
    <w:rsid w:val="006702C5"/>
    <w:rsid w:val="00671BB9"/>
    <w:rsid w:val="0067667F"/>
    <w:rsid w:val="00676DBF"/>
    <w:rsid w:val="006778FD"/>
    <w:rsid w:val="0068006B"/>
    <w:rsid w:val="006808C3"/>
    <w:rsid w:val="00681597"/>
    <w:rsid w:val="00681715"/>
    <w:rsid w:val="00685473"/>
    <w:rsid w:val="00685521"/>
    <w:rsid w:val="006860F1"/>
    <w:rsid w:val="006871F2"/>
    <w:rsid w:val="006879D0"/>
    <w:rsid w:val="00687A79"/>
    <w:rsid w:val="006905D7"/>
    <w:rsid w:val="00690D1E"/>
    <w:rsid w:val="00695E8A"/>
    <w:rsid w:val="006961F3"/>
    <w:rsid w:val="006977C9"/>
    <w:rsid w:val="00697E83"/>
    <w:rsid w:val="006A23F5"/>
    <w:rsid w:val="006A272A"/>
    <w:rsid w:val="006A27FE"/>
    <w:rsid w:val="006A2E63"/>
    <w:rsid w:val="006A2EC5"/>
    <w:rsid w:val="006A3A64"/>
    <w:rsid w:val="006A54BD"/>
    <w:rsid w:val="006B131C"/>
    <w:rsid w:val="006B1740"/>
    <w:rsid w:val="006B1D89"/>
    <w:rsid w:val="006B2882"/>
    <w:rsid w:val="006B2F42"/>
    <w:rsid w:val="006B3F47"/>
    <w:rsid w:val="006B4F76"/>
    <w:rsid w:val="006B5B6B"/>
    <w:rsid w:val="006B6E12"/>
    <w:rsid w:val="006B7C1B"/>
    <w:rsid w:val="006C1A99"/>
    <w:rsid w:val="006C1B47"/>
    <w:rsid w:val="006C2585"/>
    <w:rsid w:val="006C5274"/>
    <w:rsid w:val="006C7944"/>
    <w:rsid w:val="006D05A3"/>
    <w:rsid w:val="006D2348"/>
    <w:rsid w:val="006D3A6D"/>
    <w:rsid w:val="006D4684"/>
    <w:rsid w:val="006D4F9A"/>
    <w:rsid w:val="006D5997"/>
    <w:rsid w:val="006D606E"/>
    <w:rsid w:val="006D6955"/>
    <w:rsid w:val="006D6F18"/>
    <w:rsid w:val="006D7127"/>
    <w:rsid w:val="006D74F9"/>
    <w:rsid w:val="006D7649"/>
    <w:rsid w:val="006D7F7C"/>
    <w:rsid w:val="006E0380"/>
    <w:rsid w:val="006E2414"/>
    <w:rsid w:val="006E2AE9"/>
    <w:rsid w:val="006E330E"/>
    <w:rsid w:val="006E3FF0"/>
    <w:rsid w:val="006E741C"/>
    <w:rsid w:val="006F0B8A"/>
    <w:rsid w:val="006F1EA9"/>
    <w:rsid w:val="006F675D"/>
    <w:rsid w:val="006F67A5"/>
    <w:rsid w:val="006F7683"/>
    <w:rsid w:val="00701CE4"/>
    <w:rsid w:val="007069DB"/>
    <w:rsid w:val="00706FA1"/>
    <w:rsid w:val="00707F5C"/>
    <w:rsid w:val="00711079"/>
    <w:rsid w:val="0071111E"/>
    <w:rsid w:val="00712F47"/>
    <w:rsid w:val="007135F0"/>
    <w:rsid w:val="00713BD8"/>
    <w:rsid w:val="00713F5D"/>
    <w:rsid w:val="00715C4A"/>
    <w:rsid w:val="00716A08"/>
    <w:rsid w:val="007178D1"/>
    <w:rsid w:val="00720463"/>
    <w:rsid w:val="00720708"/>
    <w:rsid w:val="00720E68"/>
    <w:rsid w:val="00722E15"/>
    <w:rsid w:val="00723667"/>
    <w:rsid w:val="00730750"/>
    <w:rsid w:val="00730E11"/>
    <w:rsid w:val="00730FCB"/>
    <w:rsid w:val="007350FA"/>
    <w:rsid w:val="007352C9"/>
    <w:rsid w:val="00735964"/>
    <w:rsid w:val="00736DDB"/>
    <w:rsid w:val="007406AD"/>
    <w:rsid w:val="007425DE"/>
    <w:rsid w:val="00742A8C"/>
    <w:rsid w:val="007469AB"/>
    <w:rsid w:val="00747C6D"/>
    <w:rsid w:val="00750F06"/>
    <w:rsid w:val="0075361F"/>
    <w:rsid w:val="00756225"/>
    <w:rsid w:val="00756C76"/>
    <w:rsid w:val="00757C86"/>
    <w:rsid w:val="0076002A"/>
    <w:rsid w:val="007603CD"/>
    <w:rsid w:val="007615FB"/>
    <w:rsid w:val="00761E60"/>
    <w:rsid w:val="00762CFA"/>
    <w:rsid w:val="00763516"/>
    <w:rsid w:val="007654C1"/>
    <w:rsid w:val="00765C8D"/>
    <w:rsid w:val="00772C29"/>
    <w:rsid w:val="007740C9"/>
    <w:rsid w:val="00774A5D"/>
    <w:rsid w:val="00776C5A"/>
    <w:rsid w:val="0078046F"/>
    <w:rsid w:val="0078148B"/>
    <w:rsid w:val="00783600"/>
    <w:rsid w:val="0078446B"/>
    <w:rsid w:val="0078685F"/>
    <w:rsid w:val="00786BDD"/>
    <w:rsid w:val="0078730A"/>
    <w:rsid w:val="00792E08"/>
    <w:rsid w:val="00795924"/>
    <w:rsid w:val="00796C98"/>
    <w:rsid w:val="00796CD5"/>
    <w:rsid w:val="00797103"/>
    <w:rsid w:val="00797B2E"/>
    <w:rsid w:val="007A1AD6"/>
    <w:rsid w:val="007A2AC3"/>
    <w:rsid w:val="007A3EF4"/>
    <w:rsid w:val="007A45EE"/>
    <w:rsid w:val="007A52FA"/>
    <w:rsid w:val="007A6D5C"/>
    <w:rsid w:val="007A7CAE"/>
    <w:rsid w:val="007B019C"/>
    <w:rsid w:val="007B08D3"/>
    <w:rsid w:val="007B7375"/>
    <w:rsid w:val="007C0237"/>
    <w:rsid w:val="007C09DE"/>
    <w:rsid w:val="007C2F33"/>
    <w:rsid w:val="007C3823"/>
    <w:rsid w:val="007C4472"/>
    <w:rsid w:val="007C453C"/>
    <w:rsid w:val="007C4E65"/>
    <w:rsid w:val="007D2A92"/>
    <w:rsid w:val="007D46FD"/>
    <w:rsid w:val="007D72E1"/>
    <w:rsid w:val="007D73E4"/>
    <w:rsid w:val="007D7B17"/>
    <w:rsid w:val="007E0390"/>
    <w:rsid w:val="007E0458"/>
    <w:rsid w:val="007E181B"/>
    <w:rsid w:val="007E3106"/>
    <w:rsid w:val="007E530C"/>
    <w:rsid w:val="007E6160"/>
    <w:rsid w:val="007E6F1D"/>
    <w:rsid w:val="007F1443"/>
    <w:rsid w:val="007F1D0A"/>
    <w:rsid w:val="007F4174"/>
    <w:rsid w:val="007F4981"/>
    <w:rsid w:val="007F577F"/>
    <w:rsid w:val="008019E8"/>
    <w:rsid w:val="00802E63"/>
    <w:rsid w:val="00803E07"/>
    <w:rsid w:val="00804D10"/>
    <w:rsid w:val="00805409"/>
    <w:rsid w:val="00805B11"/>
    <w:rsid w:val="00810F5C"/>
    <w:rsid w:val="00812060"/>
    <w:rsid w:val="00812C4C"/>
    <w:rsid w:val="00813135"/>
    <w:rsid w:val="00816588"/>
    <w:rsid w:val="008206C1"/>
    <w:rsid w:val="00820928"/>
    <w:rsid w:val="00821BCC"/>
    <w:rsid w:val="0082260D"/>
    <w:rsid w:val="00830A5F"/>
    <w:rsid w:val="00842D90"/>
    <w:rsid w:val="00844A55"/>
    <w:rsid w:val="00845944"/>
    <w:rsid w:val="00846501"/>
    <w:rsid w:val="00847BDD"/>
    <w:rsid w:val="00850E79"/>
    <w:rsid w:val="0085142C"/>
    <w:rsid w:val="00852494"/>
    <w:rsid w:val="008527CC"/>
    <w:rsid w:val="00852F66"/>
    <w:rsid w:val="0085465D"/>
    <w:rsid w:val="00854837"/>
    <w:rsid w:val="00854B0E"/>
    <w:rsid w:val="00856848"/>
    <w:rsid w:val="00857C95"/>
    <w:rsid w:val="00861449"/>
    <w:rsid w:val="0086262C"/>
    <w:rsid w:val="0086334B"/>
    <w:rsid w:val="00863725"/>
    <w:rsid w:val="008648C0"/>
    <w:rsid w:val="00864B1B"/>
    <w:rsid w:val="00864B52"/>
    <w:rsid w:val="00864CEF"/>
    <w:rsid w:val="008661FF"/>
    <w:rsid w:val="00871271"/>
    <w:rsid w:val="00872CF9"/>
    <w:rsid w:val="00873CE8"/>
    <w:rsid w:val="00876216"/>
    <w:rsid w:val="0088395D"/>
    <w:rsid w:val="00884703"/>
    <w:rsid w:val="00884C27"/>
    <w:rsid w:val="00884CAE"/>
    <w:rsid w:val="00890553"/>
    <w:rsid w:val="00892E1E"/>
    <w:rsid w:val="00895CD0"/>
    <w:rsid w:val="008963C4"/>
    <w:rsid w:val="008A056C"/>
    <w:rsid w:val="008A306A"/>
    <w:rsid w:val="008A4D18"/>
    <w:rsid w:val="008A7124"/>
    <w:rsid w:val="008A7275"/>
    <w:rsid w:val="008A76E4"/>
    <w:rsid w:val="008B0C14"/>
    <w:rsid w:val="008B1C83"/>
    <w:rsid w:val="008B1DB3"/>
    <w:rsid w:val="008B2409"/>
    <w:rsid w:val="008B29F6"/>
    <w:rsid w:val="008B56D4"/>
    <w:rsid w:val="008B6054"/>
    <w:rsid w:val="008C09D1"/>
    <w:rsid w:val="008C1852"/>
    <w:rsid w:val="008C4A3F"/>
    <w:rsid w:val="008D0610"/>
    <w:rsid w:val="008D602A"/>
    <w:rsid w:val="008E5D63"/>
    <w:rsid w:val="008E74BC"/>
    <w:rsid w:val="00901CF0"/>
    <w:rsid w:val="0090280D"/>
    <w:rsid w:val="00902962"/>
    <w:rsid w:val="00904D12"/>
    <w:rsid w:val="00905189"/>
    <w:rsid w:val="00905640"/>
    <w:rsid w:val="00905AB6"/>
    <w:rsid w:val="0090627B"/>
    <w:rsid w:val="00906C57"/>
    <w:rsid w:val="00906D0E"/>
    <w:rsid w:val="00907BB7"/>
    <w:rsid w:val="00910778"/>
    <w:rsid w:val="0091094C"/>
    <w:rsid w:val="0091172D"/>
    <w:rsid w:val="00914520"/>
    <w:rsid w:val="009161A5"/>
    <w:rsid w:val="00916F8D"/>
    <w:rsid w:val="00926B84"/>
    <w:rsid w:val="0093236E"/>
    <w:rsid w:val="00932D22"/>
    <w:rsid w:val="00933ECE"/>
    <w:rsid w:val="00934368"/>
    <w:rsid w:val="00941AC8"/>
    <w:rsid w:val="009421BE"/>
    <w:rsid w:val="009449BA"/>
    <w:rsid w:val="0095003A"/>
    <w:rsid w:val="009500A3"/>
    <w:rsid w:val="00951DB4"/>
    <w:rsid w:val="00953416"/>
    <w:rsid w:val="00953519"/>
    <w:rsid w:val="00953997"/>
    <w:rsid w:val="00954E0A"/>
    <w:rsid w:val="00955258"/>
    <w:rsid w:val="00955542"/>
    <w:rsid w:val="009579B6"/>
    <w:rsid w:val="0096059F"/>
    <w:rsid w:val="00961DAF"/>
    <w:rsid w:val="00962F3B"/>
    <w:rsid w:val="00965327"/>
    <w:rsid w:val="009659D6"/>
    <w:rsid w:val="0096676C"/>
    <w:rsid w:val="009668A5"/>
    <w:rsid w:val="0096756F"/>
    <w:rsid w:val="009677A4"/>
    <w:rsid w:val="009724A1"/>
    <w:rsid w:val="009729BB"/>
    <w:rsid w:val="00976C63"/>
    <w:rsid w:val="009803F6"/>
    <w:rsid w:val="00981796"/>
    <w:rsid w:val="00981935"/>
    <w:rsid w:val="0098234C"/>
    <w:rsid w:val="009841B4"/>
    <w:rsid w:val="0098608F"/>
    <w:rsid w:val="0098634D"/>
    <w:rsid w:val="0098686F"/>
    <w:rsid w:val="00987500"/>
    <w:rsid w:val="0099006D"/>
    <w:rsid w:val="009908CA"/>
    <w:rsid w:val="0099181E"/>
    <w:rsid w:val="00991914"/>
    <w:rsid w:val="00992854"/>
    <w:rsid w:val="00992EE6"/>
    <w:rsid w:val="0099324E"/>
    <w:rsid w:val="00993D40"/>
    <w:rsid w:val="009940D8"/>
    <w:rsid w:val="009948D0"/>
    <w:rsid w:val="00994E66"/>
    <w:rsid w:val="00995E20"/>
    <w:rsid w:val="0099776A"/>
    <w:rsid w:val="009A1C51"/>
    <w:rsid w:val="009A4A14"/>
    <w:rsid w:val="009A6716"/>
    <w:rsid w:val="009B4107"/>
    <w:rsid w:val="009B5869"/>
    <w:rsid w:val="009B6C24"/>
    <w:rsid w:val="009C011D"/>
    <w:rsid w:val="009C16E4"/>
    <w:rsid w:val="009C3680"/>
    <w:rsid w:val="009C3FBC"/>
    <w:rsid w:val="009C5142"/>
    <w:rsid w:val="009C6909"/>
    <w:rsid w:val="009D03C6"/>
    <w:rsid w:val="009D48A4"/>
    <w:rsid w:val="009D4F5D"/>
    <w:rsid w:val="009D5E19"/>
    <w:rsid w:val="009D694C"/>
    <w:rsid w:val="009D7B3D"/>
    <w:rsid w:val="009D7FBD"/>
    <w:rsid w:val="009E0E4C"/>
    <w:rsid w:val="009E1B47"/>
    <w:rsid w:val="009E28C0"/>
    <w:rsid w:val="009E2D68"/>
    <w:rsid w:val="009E2F7B"/>
    <w:rsid w:val="009E311E"/>
    <w:rsid w:val="009E39DD"/>
    <w:rsid w:val="009E44BF"/>
    <w:rsid w:val="009E507A"/>
    <w:rsid w:val="009F3345"/>
    <w:rsid w:val="009F3D44"/>
    <w:rsid w:val="009F5D59"/>
    <w:rsid w:val="009F5FD7"/>
    <w:rsid w:val="009F7334"/>
    <w:rsid w:val="009F73FD"/>
    <w:rsid w:val="009F7877"/>
    <w:rsid w:val="00A012D7"/>
    <w:rsid w:val="00A02515"/>
    <w:rsid w:val="00A03988"/>
    <w:rsid w:val="00A039BA"/>
    <w:rsid w:val="00A03B0D"/>
    <w:rsid w:val="00A03DED"/>
    <w:rsid w:val="00A05116"/>
    <w:rsid w:val="00A05EA4"/>
    <w:rsid w:val="00A0699F"/>
    <w:rsid w:val="00A06AB0"/>
    <w:rsid w:val="00A1331A"/>
    <w:rsid w:val="00A14CA4"/>
    <w:rsid w:val="00A20202"/>
    <w:rsid w:val="00A216F8"/>
    <w:rsid w:val="00A21F1B"/>
    <w:rsid w:val="00A236B1"/>
    <w:rsid w:val="00A236E4"/>
    <w:rsid w:val="00A2392D"/>
    <w:rsid w:val="00A24783"/>
    <w:rsid w:val="00A26346"/>
    <w:rsid w:val="00A26BD1"/>
    <w:rsid w:val="00A27C3A"/>
    <w:rsid w:val="00A34471"/>
    <w:rsid w:val="00A35591"/>
    <w:rsid w:val="00A37852"/>
    <w:rsid w:val="00A4011B"/>
    <w:rsid w:val="00A419C6"/>
    <w:rsid w:val="00A46B5C"/>
    <w:rsid w:val="00A50F01"/>
    <w:rsid w:val="00A52276"/>
    <w:rsid w:val="00A53987"/>
    <w:rsid w:val="00A5452D"/>
    <w:rsid w:val="00A55F4A"/>
    <w:rsid w:val="00A605EC"/>
    <w:rsid w:val="00A60745"/>
    <w:rsid w:val="00A62028"/>
    <w:rsid w:val="00A65075"/>
    <w:rsid w:val="00A6507D"/>
    <w:rsid w:val="00A710DC"/>
    <w:rsid w:val="00A7316C"/>
    <w:rsid w:val="00A73EAE"/>
    <w:rsid w:val="00A7587A"/>
    <w:rsid w:val="00A75C3B"/>
    <w:rsid w:val="00A75C91"/>
    <w:rsid w:val="00A7637E"/>
    <w:rsid w:val="00A7651B"/>
    <w:rsid w:val="00A77174"/>
    <w:rsid w:val="00A802F1"/>
    <w:rsid w:val="00A806E4"/>
    <w:rsid w:val="00A82C7F"/>
    <w:rsid w:val="00A848DE"/>
    <w:rsid w:val="00A87FC7"/>
    <w:rsid w:val="00A90E53"/>
    <w:rsid w:val="00A935B2"/>
    <w:rsid w:val="00AA033E"/>
    <w:rsid w:val="00AA1A62"/>
    <w:rsid w:val="00AA39B0"/>
    <w:rsid w:val="00AB287B"/>
    <w:rsid w:val="00AB3CD5"/>
    <w:rsid w:val="00AB6EF0"/>
    <w:rsid w:val="00AB7491"/>
    <w:rsid w:val="00AC0E0A"/>
    <w:rsid w:val="00AC238D"/>
    <w:rsid w:val="00AC2DD2"/>
    <w:rsid w:val="00AC3D14"/>
    <w:rsid w:val="00AC3DE4"/>
    <w:rsid w:val="00AC4AEC"/>
    <w:rsid w:val="00AC5CB3"/>
    <w:rsid w:val="00AC5FFA"/>
    <w:rsid w:val="00AD3B4B"/>
    <w:rsid w:val="00AD4693"/>
    <w:rsid w:val="00AD4749"/>
    <w:rsid w:val="00AD602C"/>
    <w:rsid w:val="00AE17F7"/>
    <w:rsid w:val="00AE1B37"/>
    <w:rsid w:val="00AE1F95"/>
    <w:rsid w:val="00AE243B"/>
    <w:rsid w:val="00AE2821"/>
    <w:rsid w:val="00AE3120"/>
    <w:rsid w:val="00AE6C6B"/>
    <w:rsid w:val="00AE7FFD"/>
    <w:rsid w:val="00AF00A7"/>
    <w:rsid w:val="00AF0559"/>
    <w:rsid w:val="00AF0DB1"/>
    <w:rsid w:val="00AF1A60"/>
    <w:rsid w:val="00AF33F3"/>
    <w:rsid w:val="00AF358D"/>
    <w:rsid w:val="00AF486A"/>
    <w:rsid w:val="00AF55C4"/>
    <w:rsid w:val="00AF64C5"/>
    <w:rsid w:val="00AF75CA"/>
    <w:rsid w:val="00B0161E"/>
    <w:rsid w:val="00B03FB2"/>
    <w:rsid w:val="00B0709A"/>
    <w:rsid w:val="00B07733"/>
    <w:rsid w:val="00B106A0"/>
    <w:rsid w:val="00B106E5"/>
    <w:rsid w:val="00B10B37"/>
    <w:rsid w:val="00B11B61"/>
    <w:rsid w:val="00B120F9"/>
    <w:rsid w:val="00B12382"/>
    <w:rsid w:val="00B12DC1"/>
    <w:rsid w:val="00B14C4F"/>
    <w:rsid w:val="00B1684A"/>
    <w:rsid w:val="00B168F4"/>
    <w:rsid w:val="00B16D51"/>
    <w:rsid w:val="00B2274C"/>
    <w:rsid w:val="00B22B69"/>
    <w:rsid w:val="00B25068"/>
    <w:rsid w:val="00B26C90"/>
    <w:rsid w:val="00B30D3E"/>
    <w:rsid w:val="00B31B9B"/>
    <w:rsid w:val="00B31CB1"/>
    <w:rsid w:val="00B31FD5"/>
    <w:rsid w:val="00B33918"/>
    <w:rsid w:val="00B34A4F"/>
    <w:rsid w:val="00B35366"/>
    <w:rsid w:val="00B35CFD"/>
    <w:rsid w:val="00B37F8E"/>
    <w:rsid w:val="00B4049A"/>
    <w:rsid w:val="00B40F06"/>
    <w:rsid w:val="00B41FED"/>
    <w:rsid w:val="00B457B7"/>
    <w:rsid w:val="00B45B5D"/>
    <w:rsid w:val="00B45EFA"/>
    <w:rsid w:val="00B46B55"/>
    <w:rsid w:val="00B47A74"/>
    <w:rsid w:val="00B51756"/>
    <w:rsid w:val="00B5196C"/>
    <w:rsid w:val="00B51C17"/>
    <w:rsid w:val="00B528AB"/>
    <w:rsid w:val="00B52C58"/>
    <w:rsid w:val="00B53E77"/>
    <w:rsid w:val="00B5459E"/>
    <w:rsid w:val="00B547CA"/>
    <w:rsid w:val="00B55EAC"/>
    <w:rsid w:val="00B5702B"/>
    <w:rsid w:val="00B60826"/>
    <w:rsid w:val="00B61C29"/>
    <w:rsid w:val="00B6293B"/>
    <w:rsid w:val="00B70602"/>
    <w:rsid w:val="00B724A5"/>
    <w:rsid w:val="00B759AF"/>
    <w:rsid w:val="00B76313"/>
    <w:rsid w:val="00B771AD"/>
    <w:rsid w:val="00B7756E"/>
    <w:rsid w:val="00B81374"/>
    <w:rsid w:val="00B82639"/>
    <w:rsid w:val="00B82901"/>
    <w:rsid w:val="00B82B44"/>
    <w:rsid w:val="00B83F5C"/>
    <w:rsid w:val="00B852E7"/>
    <w:rsid w:val="00B85E91"/>
    <w:rsid w:val="00B91EB5"/>
    <w:rsid w:val="00B9555E"/>
    <w:rsid w:val="00B95D15"/>
    <w:rsid w:val="00B9603F"/>
    <w:rsid w:val="00B969F8"/>
    <w:rsid w:val="00B97644"/>
    <w:rsid w:val="00B97AA4"/>
    <w:rsid w:val="00BA3080"/>
    <w:rsid w:val="00BA3D80"/>
    <w:rsid w:val="00BA5292"/>
    <w:rsid w:val="00BA7D0F"/>
    <w:rsid w:val="00BB40C9"/>
    <w:rsid w:val="00BB4A70"/>
    <w:rsid w:val="00BB50FB"/>
    <w:rsid w:val="00BB5358"/>
    <w:rsid w:val="00BB5DAC"/>
    <w:rsid w:val="00BB6989"/>
    <w:rsid w:val="00BB6EAA"/>
    <w:rsid w:val="00BB7101"/>
    <w:rsid w:val="00BB751B"/>
    <w:rsid w:val="00BC2574"/>
    <w:rsid w:val="00BC2925"/>
    <w:rsid w:val="00BC5089"/>
    <w:rsid w:val="00BD15AF"/>
    <w:rsid w:val="00BD1ADD"/>
    <w:rsid w:val="00BD25C8"/>
    <w:rsid w:val="00BD2C91"/>
    <w:rsid w:val="00BD3162"/>
    <w:rsid w:val="00BD4406"/>
    <w:rsid w:val="00BD459A"/>
    <w:rsid w:val="00BD4A1D"/>
    <w:rsid w:val="00BD5131"/>
    <w:rsid w:val="00BD608F"/>
    <w:rsid w:val="00BD7467"/>
    <w:rsid w:val="00BD7B7D"/>
    <w:rsid w:val="00BE0B3C"/>
    <w:rsid w:val="00BE2AA3"/>
    <w:rsid w:val="00BE63D4"/>
    <w:rsid w:val="00BE6C47"/>
    <w:rsid w:val="00BF16E2"/>
    <w:rsid w:val="00BF22B3"/>
    <w:rsid w:val="00BF50A0"/>
    <w:rsid w:val="00C00E8E"/>
    <w:rsid w:val="00C01447"/>
    <w:rsid w:val="00C01F24"/>
    <w:rsid w:val="00C03163"/>
    <w:rsid w:val="00C058BF"/>
    <w:rsid w:val="00C07427"/>
    <w:rsid w:val="00C11069"/>
    <w:rsid w:val="00C1235B"/>
    <w:rsid w:val="00C24851"/>
    <w:rsid w:val="00C25147"/>
    <w:rsid w:val="00C25B15"/>
    <w:rsid w:val="00C30CCA"/>
    <w:rsid w:val="00C33C17"/>
    <w:rsid w:val="00C35AF9"/>
    <w:rsid w:val="00C37221"/>
    <w:rsid w:val="00C372D8"/>
    <w:rsid w:val="00C4205F"/>
    <w:rsid w:val="00C44062"/>
    <w:rsid w:val="00C452AF"/>
    <w:rsid w:val="00C465E1"/>
    <w:rsid w:val="00C4786C"/>
    <w:rsid w:val="00C5009F"/>
    <w:rsid w:val="00C50502"/>
    <w:rsid w:val="00C5168D"/>
    <w:rsid w:val="00C5286B"/>
    <w:rsid w:val="00C54325"/>
    <w:rsid w:val="00C574DD"/>
    <w:rsid w:val="00C601C8"/>
    <w:rsid w:val="00C604FF"/>
    <w:rsid w:val="00C6167F"/>
    <w:rsid w:val="00C6181B"/>
    <w:rsid w:val="00C649C4"/>
    <w:rsid w:val="00C70241"/>
    <w:rsid w:val="00C70DF3"/>
    <w:rsid w:val="00C71F6D"/>
    <w:rsid w:val="00C74731"/>
    <w:rsid w:val="00C74AC4"/>
    <w:rsid w:val="00C776FB"/>
    <w:rsid w:val="00C83A96"/>
    <w:rsid w:val="00C84316"/>
    <w:rsid w:val="00C84A9B"/>
    <w:rsid w:val="00C85429"/>
    <w:rsid w:val="00C86183"/>
    <w:rsid w:val="00C86C9B"/>
    <w:rsid w:val="00C8773A"/>
    <w:rsid w:val="00C90841"/>
    <w:rsid w:val="00C92DAE"/>
    <w:rsid w:val="00C93487"/>
    <w:rsid w:val="00C95F8B"/>
    <w:rsid w:val="00C967A4"/>
    <w:rsid w:val="00C96C5B"/>
    <w:rsid w:val="00CA17CA"/>
    <w:rsid w:val="00CA1A95"/>
    <w:rsid w:val="00CA3695"/>
    <w:rsid w:val="00CA46C7"/>
    <w:rsid w:val="00CA4A89"/>
    <w:rsid w:val="00CA5FC1"/>
    <w:rsid w:val="00CB03E2"/>
    <w:rsid w:val="00CB11B1"/>
    <w:rsid w:val="00CB2071"/>
    <w:rsid w:val="00CB2205"/>
    <w:rsid w:val="00CB2390"/>
    <w:rsid w:val="00CB2C60"/>
    <w:rsid w:val="00CB2D64"/>
    <w:rsid w:val="00CB30D5"/>
    <w:rsid w:val="00CB46F7"/>
    <w:rsid w:val="00CB490D"/>
    <w:rsid w:val="00CB5FD4"/>
    <w:rsid w:val="00CB76A3"/>
    <w:rsid w:val="00CB7974"/>
    <w:rsid w:val="00CC0D99"/>
    <w:rsid w:val="00CC26C3"/>
    <w:rsid w:val="00CC3EC3"/>
    <w:rsid w:val="00CC4784"/>
    <w:rsid w:val="00CC6072"/>
    <w:rsid w:val="00CC62F3"/>
    <w:rsid w:val="00CC6368"/>
    <w:rsid w:val="00CC6F7D"/>
    <w:rsid w:val="00CC7C74"/>
    <w:rsid w:val="00CC7CA7"/>
    <w:rsid w:val="00CC7D38"/>
    <w:rsid w:val="00CD1259"/>
    <w:rsid w:val="00CD375C"/>
    <w:rsid w:val="00CD579E"/>
    <w:rsid w:val="00CD5CA0"/>
    <w:rsid w:val="00CD7AB5"/>
    <w:rsid w:val="00CE0546"/>
    <w:rsid w:val="00CE11A6"/>
    <w:rsid w:val="00CE48C4"/>
    <w:rsid w:val="00CE4EAE"/>
    <w:rsid w:val="00CE71A8"/>
    <w:rsid w:val="00CF14BE"/>
    <w:rsid w:val="00CF2218"/>
    <w:rsid w:val="00CF6089"/>
    <w:rsid w:val="00CF750B"/>
    <w:rsid w:val="00CF7FEF"/>
    <w:rsid w:val="00D01B33"/>
    <w:rsid w:val="00D058B9"/>
    <w:rsid w:val="00D0655B"/>
    <w:rsid w:val="00D073C0"/>
    <w:rsid w:val="00D0760C"/>
    <w:rsid w:val="00D07F9F"/>
    <w:rsid w:val="00D11BDA"/>
    <w:rsid w:val="00D13958"/>
    <w:rsid w:val="00D13EA0"/>
    <w:rsid w:val="00D16CDF"/>
    <w:rsid w:val="00D1727D"/>
    <w:rsid w:val="00D20331"/>
    <w:rsid w:val="00D205C5"/>
    <w:rsid w:val="00D20BF3"/>
    <w:rsid w:val="00D230AC"/>
    <w:rsid w:val="00D23527"/>
    <w:rsid w:val="00D25C02"/>
    <w:rsid w:val="00D3043F"/>
    <w:rsid w:val="00D30E35"/>
    <w:rsid w:val="00D31DAF"/>
    <w:rsid w:val="00D37FD0"/>
    <w:rsid w:val="00D42017"/>
    <w:rsid w:val="00D4294B"/>
    <w:rsid w:val="00D440C7"/>
    <w:rsid w:val="00D4679F"/>
    <w:rsid w:val="00D51C05"/>
    <w:rsid w:val="00D551BC"/>
    <w:rsid w:val="00D55D19"/>
    <w:rsid w:val="00D56EAB"/>
    <w:rsid w:val="00D60821"/>
    <w:rsid w:val="00D61570"/>
    <w:rsid w:val="00D63697"/>
    <w:rsid w:val="00D65282"/>
    <w:rsid w:val="00D65D54"/>
    <w:rsid w:val="00D67DB3"/>
    <w:rsid w:val="00D67EA3"/>
    <w:rsid w:val="00D7160D"/>
    <w:rsid w:val="00D76F9F"/>
    <w:rsid w:val="00D820DB"/>
    <w:rsid w:val="00D82377"/>
    <w:rsid w:val="00D83B20"/>
    <w:rsid w:val="00D86CDE"/>
    <w:rsid w:val="00D87794"/>
    <w:rsid w:val="00D87B77"/>
    <w:rsid w:val="00D9388C"/>
    <w:rsid w:val="00DA15EA"/>
    <w:rsid w:val="00DA236A"/>
    <w:rsid w:val="00DA2AC6"/>
    <w:rsid w:val="00DA327B"/>
    <w:rsid w:val="00DA4901"/>
    <w:rsid w:val="00DA544A"/>
    <w:rsid w:val="00DA5569"/>
    <w:rsid w:val="00DA5E23"/>
    <w:rsid w:val="00DA60EA"/>
    <w:rsid w:val="00DA710E"/>
    <w:rsid w:val="00DA74DE"/>
    <w:rsid w:val="00DB055C"/>
    <w:rsid w:val="00DB11F9"/>
    <w:rsid w:val="00DB2822"/>
    <w:rsid w:val="00DB49BC"/>
    <w:rsid w:val="00DC0969"/>
    <w:rsid w:val="00DC29C6"/>
    <w:rsid w:val="00DC56D9"/>
    <w:rsid w:val="00DC6100"/>
    <w:rsid w:val="00DC6186"/>
    <w:rsid w:val="00DD335E"/>
    <w:rsid w:val="00DD4CB0"/>
    <w:rsid w:val="00DD51A6"/>
    <w:rsid w:val="00DD6BAF"/>
    <w:rsid w:val="00DD7269"/>
    <w:rsid w:val="00DE0730"/>
    <w:rsid w:val="00DE2E48"/>
    <w:rsid w:val="00DE3ED2"/>
    <w:rsid w:val="00DE409C"/>
    <w:rsid w:val="00DE61E4"/>
    <w:rsid w:val="00DE7767"/>
    <w:rsid w:val="00DF0E2F"/>
    <w:rsid w:val="00DF2215"/>
    <w:rsid w:val="00DF5C4F"/>
    <w:rsid w:val="00DF7379"/>
    <w:rsid w:val="00E0021F"/>
    <w:rsid w:val="00E00927"/>
    <w:rsid w:val="00E00A1D"/>
    <w:rsid w:val="00E01C38"/>
    <w:rsid w:val="00E030EC"/>
    <w:rsid w:val="00E032A8"/>
    <w:rsid w:val="00E0491F"/>
    <w:rsid w:val="00E04DBF"/>
    <w:rsid w:val="00E057D8"/>
    <w:rsid w:val="00E05CDE"/>
    <w:rsid w:val="00E0739F"/>
    <w:rsid w:val="00E10457"/>
    <w:rsid w:val="00E10F04"/>
    <w:rsid w:val="00E206D2"/>
    <w:rsid w:val="00E238E5"/>
    <w:rsid w:val="00E2466A"/>
    <w:rsid w:val="00E311BA"/>
    <w:rsid w:val="00E3139E"/>
    <w:rsid w:val="00E33170"/>
    <w:rsid w:val="00E3780B"/>
    <w:rsid w:val="00E40A5C"/>
    <w:rsid w:val="00E4309D"/>
    <w:rsid w:val="00E5237C"/>
    <w:rsid w:val="00E53FC9"/>
    <w:rsid w:val="00E548ED"/>
    <w:rsid w:val="00E55705"/>
    <w:rsid w:val="00E566F5"/>
    <w:rsid w:val="00E56898"/>
    <w:rsid w:val="00E57C9A"/>
    <w:rsid w:val="00E61744"/>
    <w:rsid w:val="00E626DA"/>
    <w:rsid w:val="00E63E20"/>
    <w:rsid w:val="00E64270"/>
    <w:rsid w:val="00E66AF3"/>
    <w:rsid w:val="00E672E5"/>
    <w:rsid w:val="00E677B1"/>
    <w:rsid w:val="00E709FD"/>
    <w:rsid w:val="00E71099"/>
    <w:rsid w:val="00E72216"/>
    <w:rsid w:val="00E72FBC"/>
    <w:rsid w:val="00E77669"/>
    <w:rsid w:val="00E80496"/>
    <w:rsid w:val="00E80FB6"/>
    <w:rsid w:val="00E8139D"/>
    <w:rsid w:val="00E82DAA"/>
    <w:rsid w:val="00E839E0"/>
    <w:rsid w:val="00E85145"/>
    <w:rsid w:val="00E86D89"/>
    <w:rsid w:val="00E8708B"/>
    <w:rsid w:val="00E91758"/>
    <w:rsid w:val="00E919DF"/>
    <w:rsid w:val="00E94FAC"/>
    <w:rsid w:val="00E966FA"/>
    <w:rsid w:val="00E974B6"/>
    <w:rsid w:val="00E97FE3"/>
    <w:rsid w:val="00EA070A"/>
    <w:rsid w:val="00EA08A2"/>
    <w:rsid w:val="00EA24CC"/>
    <w:rsid w:val="00EA2A4B"/>
    <w:rsid w:val="00EA31CA"/>
    <w:rsid w:val="00EA3546"/>
    <w:rsid w:val="00EA5BE6"/>
    <w:rsid w:val="00EA628E"/>
    <w:rsid w:val="00EA62EF"/>
    <w:rsid w:val="00EB13C4"/>
    <w:rsid w:val="00EB14E5"/>
    <w:rsid w:val="00EB1826"/>
    <w:rsid w:val="00EB27E7"/>
    <w:rsid w:val="00EB2BB3"/>
    <w:rsid w:val="00EB3B62"/>
    <w:rsid w:val="00EB3B9E"/>
    <w:rsid w:val="00EB4502"/>
    <w:rsid w:val="00EB59A0"/>
    <w:rsid w:val="00EB64D7"/>
    <w:rsid w:val="00EB742E"/>
    <w:rsid w:val="00EB7AC1"/>
    <w:rsid w:val="00EB7B09"/>
    <w:rsid w:val="00EC1A4E"/>
    <w:rsid w:val="00EC1ABC"/>
    <w:rsid w:val="00EC3FB7"/>
    <w:rsid w:val="00EC42EB"/>
    <w:rsid w:val="00EC4391"/>
    <w:rsid w:val="00EC54F1"/>
    <w:rsid w:val="00EC71EC"/>
    <w:rsid w:val="00ED0214"/>
    <w:rsid w:val="00ED14FF"/>
    <w:rsid w:val="00ED2DAD"/>
    <w:rsid w:val="00ED2F59"/>
    <w:rsid w:val="00ED5414"/>
    <w:rsid w:val="00ED67C8"/>
    <w:rsid w:val="00EE002D"/>
    <w:rsid w:val="00EE05C4"/>
    <w:rsid w:val="00EE1930"/>
    <w:rsid w:val="00EE2C2D"/>
    <w:rsid w:val="00EE3CA4"/>
    <w:rsid w:val="00EE6089"/>
    <w:rsid w:val="00EE6E1C"/>
    <w:rsid w:val="00EE7CD8"/>
    <w:rsid w:val="00EF1E27"/>
    <w:rsid w:val="00EF3441"/>
    <w:rsid w:val="00EF51F6"/>
    <w:rsid w:val="00EF63C0"/>
    <w:rsid w:val="00EF6E5F"/>
    <w:rsid w:val="00F02410"/>
    <w:rsid w:val="00F02F02"/>
    <w:rsid w:val="00F038A1"/>
    <w:rsid w:val="00F064FD"/>
    <w:rsid w:val="00F10319"/>
    <w:rsid w:val="00F10483"/>
    <w:rsid w:val="00F11512"/>
    <w:rsid w:val="00F11EC9"/>
    <w:rsid w:val="00F126A7"/>
    <w:rsid w:val="00F126AD"/>
    <w:rsid w:val="00F20D88"/>
    <w:rsid w:val="00F21846"/>
    <w:rsid w:val="00F21C17"/>
    <w:rsid w:val="00F21E33"/>
    <w:rsid w:val="00F23011"/>
    <w:rsid w:val="00F23E86"/>
    <w:rsid w:val="00F26806"/>
    <w:rsid w:val="00F30040"/>
    <w:rsid w:val="00F3068B"/>
    <w:rsid w:val="00F31082"/>
    <w:rsid w:val="00F31C3F"/>
    <w:rsid w:val="00F31DAD"/>
    <w:rsid w:val="00F3229C"/>
    <w:rsid w:val="00F32D9E"/>
    <w:rsid w:val="00F339EB"/>
    <w:rsid w:val="00F33EC0"/>
    <w:rsid w:val="00F36F32"/>
    <w:rsid w:val="00F406AE"/>
    <w:rsid w:val="00F43A15"/>
    <w:rsid w:val="00F45C0E"/>
    <w:rsid w:val="00F4795D"/>
    <w:rsid w:val="00F50000"/>
    <w:rsid w:val="00F5017E"/>
    <w:rsid w:val="00F5036A"/>
    <w:rsid w:val="00F50549"/>
    <w:rsid w:val="00F50843"/>
    <w:rsid w:val="00F51A7B"/>
    <w:rsid w:val="00F51D27"/>
    <w:rsid w:val="00F51E13"/>
    <w:rsid w:val="00F52618"/>
    <w:rsid w:val="00F537DD"/>
    <w:rsid w:val="00F53CC2"/>
    <w:rsid w:val="00F5631D"/>
    <w:rsid w:val="00F56558"/>
    <w:rsid w:val="00F56FCD"/>
    <w:rsid w:val="00F60D4C"/>
    <w:rsid w:val="00F61AAE"/>
    <w:rsid w:val="00F62297"/>
    <w:rsid w:val="00F63410"/>
    <w:rsid w:val="00F63CD5"/>
    <w:rsid w:val="00F64DA2"/>
    <w:rsid w:val="00F64E76"/>
    <w:rsid w:val="00F67447"/>
    <w:rsid w:val="00F67920"/>
    <w:rsid w:val="00F704F1"/>
    <w:rsid w:val="00F7117E"/>
    <w:rsid w:val="00F72BBA"/>
    <w:rsid w:val="00F74FA9"/>
    <w:rsid w:val="00F7777D"/>
    <w:rsid w:val="00F84892"/>
    <w:rsid w:val="00F858B9"/>
    <w:rsid w:val="00F85DF6"/>
    <w:rsid w:val="00F86055"/>
    <w:rsid w:val="00F8755F"/>
    <w:rsid w:val="00F903B0"/>
    <w:rsid w:val="00F91725"/>
    <w:rsid w:val="00F93209"/>
    <w:rsid w:val="00F93245"/>
    <w:rsid w:val="00F94B4C"/>
    <w:rsid w:val="00F957EA"/>
    <w:rsid w:val="00F95960"/>
    <w:rsid w:val="00F9636D"/>
    <w:rsid w:val="00F96D58"/>
    <w:rsid w:val="00FA2265"/>
    <w:rsid w:val="00FA3AAE"/>
    <w:rsid w:val="00FA5B51"/>
    <w:rsid w:val="00FA6678"/>
    <w:rsid w:val="00FA6D28"/>
    <w:rsid w:val="00FB10E2"/>
    <w:rsid w:val="00FB44B3"/>
    <w:rsid w:val="00FB4870"/>
    <w:rsid w:val="00FB498F"/>
    <w:rsid w:val="00FB4FBF"/>
    <w:rsid w:val="00FB70A7"/>
    <w:rsid w:val="00FC2071"/>
    <w:rsid w:val="00FC53C7"/>
    <w:rsid w:val="00FC542C"/>
    <w:rsid w:val="00FC5F14"/>
    <w:rsid w:val="00FC6B77"/>
    <w:rsid w:val="00FC6EB3"/>
    <w:rsid w:val="00FC6F92"/>
    <w:rsid w:val="00FD09A4"/>
    <w:rsid w:val="00FD2582"/>
    <w:rsid w:val="00FD6AC6"/>
    <w:rsid w:val="00FD6EA9"/>
    <w:rsid w:val="00FD708D"/>
    <w:rsid w:val="00FE084E"/>
    <w:rsid w:val="00FE22A0"/>
    <w:rsid w:val="00FE377F"/>
    <w:rsid w:val="00FE39B9"/>
    <w:rsid w:val="00FE521F"/>
    <w:rsid w:val="00FE633B"/>
    <w:rsid w:val="00FE73C1"/>
    <w:rsid w:val="00FF1085"/>
    <w:rsid w:val="00FF15C3"/>
    <w:rsid w:val="00FF3F82"/>
    <w:rsid w:val="00FF62A5"/>
    <w:rsid w:val="00FF6319"/>
    <w:rsid w:val="00FF6FC4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70888A6D"/>
  <w15:docId w15:val="{484603C0-05A5-4549-B770-EB8FA092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CB4"/>
    <w:pPr>
      <w:adjustRightInd w:val="0"/>
      <w:snapToGrid w:val="0"/>
      <w:spacing w:line="280" w:lineRule="atLeast"/>
    </w:pPr>
    <w:rPr>
      <w:rFonts w:ascii="Arial" w:hAnsi="Arial"/>
      <w:szCs w:val="24"/>
    </w:rPr>
  </w:style>
  <w:style w:type="paragraph" w:styleId="berschrift1">
    <w:name w:val="heading 1"/>
    <w:basedOn w:val="Blocktext"/>
    <w:next w:val="Blocktext"/>
    <w:qFormat/>
    <w:rsid w:val="00BC22C7"/>
    <w:pPr>
      <w:keepNext/>
      <w:keepLines/>
      <w:numPr>
        <w:numId w:val="11"/>
      </w:numPr>
      <w:spacing w:before="420"/>
      <w:outlineLvl w:val="0"/>
    </w:pPr>
    <w:rPr>
      <w:rFonts w:cs="Arial"/>
      <w:b/>
      <w:bCs/>
      <w:snapToGrid w:val="0"/>
      <w:szCs w:val="32"/>
    </w:rPr>
  </w:style>
  <w:style w:type="paragraph" w:styleId="berschrift2">
    <w:name w:val="heading 2"/>
    <w:basedOn w:val="Blocktext"/>
    <w:next w:val="Blocktext"/>
    <w:qFormat/>
    <w:rsid w:val="0003089D"/>
    <w:pPr>
      <w:keepNext/>
      <w:keepLines/>
      <w:numPr>
        <w:ilvl w:val="1"/>
        <w:numId w:val="11"/>
      </w:numPr>
      <w:spacing w:before="28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Blocktext"/>
    <w:next w:val="Blocktext"/>
    <w:qFormat/>
    <w:rsid w:val="0003089D"/>
    <w:pPr>
      <w:keepNext/>
      <w:keepLines/>
      <w:numPr>
        <w:ilvl w:val="2"/>
        <w:numId w:val="11"/>
      </w:numPr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locktext"/>
    <w:next w:val="Blocktext"/>
    <w:rsid w:val="0011312B"/>
    <w:pPr>
      <w:keepNext/>
      <w:keepLines/>
      <w:numPr>
        <w:ilvl w:val="3"/>
        <w:numId w:val="11"/>
      </w:numPr>
      <w:outlineLvl w:val="3"/>
    </w:pPr>
    <w:rPr>
      <w:b/>
      <w:bCs/>
      <w:szCs w:val="28"/>
    </w:rPr>
  </w:style>
  <w:style w:type="paragraph" w:styleId="berschrift5">
    <w:name w:val="heading 5"/>
    <w:basedOn w:val="Blocktext"/>
    <w:next w:val="Blocktext"/>
    <w:rsid w:val="0011312B"/>
    <w:pPr>
      <w:keepNext/>
      <w:keepLines/>
      <w:numPr>
        <w:ilvl w:val="4"/>
        <w:numId w:val="11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Blocktext"/>
    <w:next w:val="Blocktext"/>
    <w:rsid w:val="0011312B"/>
    <w:pPr>
      <w:keepNext/>
      <w:keepLines/>
      <w:numPr>
        <w:ilvl w:val="5"/>
        <w:numId w:val="11"/>
      </w:numPr>
      <w:outlineLvl w:val="5"/>
    </w:pPr>
    <w:rPr>
      <w:b/>
      <w:bCs/>
      <w:szCs w:val="22"/>
    </w:rPr>
  </w:style>
  <w:style w:type="paragraph" w:styleId="berschrift7">
    <w:name w:val="heading 7"/>
    <w:basedOn w:val="Blocktext"/>
    <w:next w:val="Blocktext"/>
    <w:rsid w:val="00480EAD"/>
    <w:pPr>
      <w:keepNext/>
      <w:keepLines/>
      <w:numPr>
        <w:ilvl w:val="6"/>
        <w:numId w:val="11"/>
      </w:numPr>
      <w:outlineLvl w:val="6"/>
    </w:pPr>
    <w:rPr>
      <w:b/>
    </w:rPr>
  </w:style>
  <w:style w:type="paragraph" w:styleId="berschrift8">
    <w:name w:val="heading 8"/>
    <w:basedOn w:val="Blocktext"/>
    <w:next w:val="Blocktext"/>
    <w:rsid w:val="00480EAD"/>
    <w:pPr>
      <w:keepNext/>
      <w:keepLines/>
      <w:numPr>
        <w:ilvl w:val="7"/>
        <w:numId w:val="11"/>
      </w:numPr>
      <w:outlineLvl w:val="7"/>
    </w:pPr>
    <w:rPr>
      <w:b/>
      <w:iCs/>
    </w:rPr>
  </w:style>
  <w:style w:type="paragraph" w:styleId="berschrift9">
    <w:name w:val="heading 9"/>
    <w:basedOn w:val="Blocktext"/>
    <w:next w:val="Blocktext"/>
    <w:rsid w:val="0011312B"/>
    <w:pPr>
      <w:keepNext/>
      <w:keepLines/>
      <w:numPr>
        <w:ilvl w:val="8"/>
        <w:numId w:val="11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  <w:rPr>
      <w:lang w:val="de-CH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B67E5"/>
    <w:pPr>
      <w:spacing w:line="260" w:lineRule="exact"/>
    </w:pPr>
    <w:rPr>
      <w:rFonts w:ascii="Arial" w:hAnsi="Arial"/>
      <w:sz w:val="18"/>
    </w:rPr>
    <w:tblPr>
      <w:tblBorders>
        <w:top w:val="single" w:sz="2" w:space="0" w:color="auto"/>
        <w:bottom w:val="single" w:sz="2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tblPr/>
      <w:trPr>
        <w:tblHeader/>
      </w:trPr>
    </w:tblStylePr>
  </w:style>
  <w:style w:type="paragraph" w:styleId="Kopfzeile">
    <w:name w:val="header"/>
    <w:basedOn w:val="Standard"/>
    <w:link w:val="KopfzeileZchn"/>
    <w:rsid w:val="00BC4679"/>
    <w:rPr>
      <w:sz w:val="17"/>
    </w:rPr>
  </w:style>
  <w:style w:type="paragraph" w:styleId="Fuzeile">
    <w:name w:val="footer"/>
    <w:basedOn w:val="Standard"/>
    <w:rsid w:val="00BB1E81"/>
    <w:pPr>
      <w:tabs>
        <w:tab w:val="right" w:pos="8959"/>
      </w:tabs>
      <w:spacing w:line="240" w:lineRule="auto"/>
    </w:pPr>
    <w:rPr>
      <w:sz w:val="16"/>
    </w:rPr>
  </w:style>
  <w:style w:type="paragraph" w:styleId="Verzeichnis1">
    <w:name w:val="toc 1"/>
    <w:basedOn w:val="Standard"/>
    <w:next w:val="Standard"/>
    <w:uiPriority w:val="39"/>
    <w:rsid w:val="00A80595"/>
    <w:pPr>
      <w:tabs>
        <w:tab w:val="right" w:leader="dot" w:pos="8959"/>
      </w:tabs>
      <w:spacing w:before="140"/>
    </w:pPr>
    <w:rPr>
      <w:b/>
      <w:noProof/>
    </w:rPr>
  </w:style>
  <w:style w:type="paragraph" w:styleId="Verzeichnis2">
    <w:name w:val="toc 2"/>
    <w:basedOn w:val="Standard"/>
    <w:next w:val="Standard"/>
    <w:uiPriority w:val="39"/>
    <w:rsid w:val="00A80595"/>
    <w:pPr>
      <w:tabs>
        <w:tab w:val="right" w:leader="dot" w:pos="8959"/>
      </w:tabs>
      <w:ind w:left="284"/>
    </w:pPr>
  </w:style>
  <w:style w:type="paragraph" w:styleId="Verzeichnis3">
    <w:name w:val="toc 3"/>
    <w:basedOn w:val="Standard"/>
    <w:next w:val="Standard"/>
    <w:autoRedefine/>
    <w:uiPriority w:val="39"/>
    <w:rsid w:val="00A80595"/>
    <w:pPr>
      <w:tabs>
        <w:tab w:val="right" w:leader="dot" w:pos="8959"/>
      </w:tabs>
      <w:ind w:left="567"/>
    </w:pPr>
  </w:style>
  <w:style w:type="character" w:styleId="Hyperlink">
    <w:name w:val="Hyperlink"/>
    <w:basedOn w:val="Absatz-Standardschriftart"/>
    <w:uiPriority w:val="99"/>
    <w:rsid w:val="0099776A"/>
    <w:rPr>
      <w:dstrike w:val="0"/>
      <w:color w:val="0000FF"/>
      <w:u w:val="single"/>
      <w:vertAlign w:val="baseline"/>
      <w:lang w:val="de-CH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rsid w:val="009D48A4"/>
    <w:pPr>
      <w:keepLines/>
    </w:pPr>
    <w:rPr>
      <w:b/>
      <w:bCs/>
      <w:sz w:val="14"/>
      <w:szCs w:val="20"/>
    </w:rPr>
  </w:style>
  <w:style w:type="character" w:styleId="Kommentarzeichen">
    <w:name w:val="annotation reference"/>
    <w:basedOn w:val="Absatz-Standardschriftart"/>
    <w:rsid w:val="009D48A4"/>
    <w:rPr>
      <w:sz w:val="14"/>
      <w:szCs w:val="16"/>
      <w:lang w:val="de-CH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basedOn w:val="Absatz-Standardschriftart"/>
    <w:rsid w:val="00DE409C"/>
    <w:rPr>
      <w:vertAlign w:val="superscript"/>
      <w:lang w:val="de-CH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basedOn w:val="Absatz-Standardschriftart"/>
    <w:rsid w:val="00DE409C"/>
    <w:rPr>
      <w:vertAlign w:val="superscript"/>
      <w:lang w:val="de-CH"/>
    </w:rPr>
  </w:style>
  <w:style w:type="paragraph" w:styleId="Funotentext">
    <w:name w:val="footnote text"/>
    <w:basedOn w:val="Standard"/>
    <w:link w:val="FunotentextZchn"/>
    <w:rsid w:val="002456DF"/>
    <w:pPr>
      <w:spacing w:line="200" w:lineRule="atLeast"/>
    </w:pPr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C70241"/>
    <w:rPr>
      <w:rFonts w:ascii="Verdana" w:hAnsi="Verdana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uiPriority w:val="39"/>
    <w:rsid w:val="00A80595"/>
    <w:pPr>
      <w:tabs>
        <w:tab w:val="right" w:leader="dot" w:pos="8959"/>
      </w:tabs>
      <w:ind w:left="851"/>
    </w:pPr>
  </w:style>
  <w:style w:type="paragraph" w:styleId="Verzeichnis5">
    <w:name w:val="toc 5"/>
    <w:basedOn w:val="Standard"/>
    <w:next w:val="Standard"/>
    <w:uiPriority w:val="39"/>
    <w:rsid w:val="00A80595"/>
    <w:pPr>
      <w:tabs>
        <w:tab w:val="right" w:leader="dot" w:pos="8959"/>
      </w:tabs>
      <w:ind w:left="1134"/>
    </w:pPr>
  </w:style>
  <w:style w:type="paragraph" w:styleId="Verzeichnis6">
    <w:name w:val="toc 6"/>
    <w:basedOn w:val="Standard"/>
    <w:next w:val="Standard"/>
    <w:uiPriority w:val="39"/>
    <w:rsid w:val="00A80595"/>
    <w:pPr>
      <w:tabs>
        <w:tab w:val="right" w:leader="dot" w:pos="8959"/>
      </w:tabs>
      <w:ind w:left="1418"/>
    </w:pPr>
  </w:style>
  <w:style w:type="paragraph" w:styleId="Verzeichnis7">
    <w:name w:val="toc 7"/>
    <w:basedOn w:val="Standard"/>
    <w:next w:val="Standard"/>
    <w:uiPriority w:val="39"/>
    <w:rsid w:val="00A80595"/>
    <w:pPr>
      <w:tabs>
        <w:tab w:val="right" w:leader="dot" w:pos="8959"/>
      </w:tabs>
      <w:ind w:left="1701"/>
    </w:pPr>
  </w:style>
  <w:style w:type="paragraph" w:styleId="Verzeichnis8">
    <w:name w:val="toc 8"/>
    <w:basedOn w:val="Standard"/>
    <w:next w:val="Standard"/>
    <w:uiPriority w:val="39"/>
    <w:rsid w:val="00A80595"/>
    <w:pPr>
      <w:tabs>
        <w:tab w:val="right" w:leader="dot" w:pos="8959"/>
      </w:tabs>
      <w:ind w:left="1985"/>
    </w:pPr>
  </w:style>
  <w:style w:type="paragraph" w:styleId="Verzeichnis9">
    <w:name w:val="toc 9"/>
    <w:basedOn w:val="Standard"/>
    <w:next w:val="Standard"/>
    <w:uiPriority w:val="39"/>
    <w:rsid w:val="00A80595"/>
    <w:pPr>
      <w:tabs>
        <w:tab w:val="right" w:leader="dot" w:pos="8959"/>
      </w:tabs>
      <w:ind w:left="2268"/>
    </w:pPr>
  </w:style>
  <w:style w:type="paragraph" w:styleId="Titel">
    <w:name w:val="Title"/>
    <w:basedOn w:val="Blocktext"/>
    <w:next w:val="Blocktext"/>
    <w:qFormat/>
    <w:rsid w:val="00010E30"/>
    <w:pPr>
      <w:keepNext/>
      <w:keepLines/>
      <w:spacing w:before="420"/>
    </w:pPr>
    <w:rPr>
      <w:rFonts w:cs="Arial"/>
      <w:b/>
      <w:bCs/>
      <w:spacing w:val="6"/>
      <w:szCs w:val="32"/>
    </w:rPr>
  </w:style>
  <w:style w:type="paragraph" w:customStyle="1" w:styleId="Betreff">
    <w:name w:val="Betreff"/>
    <w:basedOn w:val="Standard"/>
    <w:qFormat/>
    <w:rsid w:val="006470ED"/>
    <w:pPr>
      <w:spacing w:after="60"/>
      <w:contextualSpacing/>
    </w:pPr>
    <w:rPr>
      <w:b/>
    </w:rPr>
  </w:style>
  <w:style w:type="paragraph" w:styleId="Untertitel">
    <w:name w:val="Subtitle"/>
    <w:basedOn w:val="Standard"/>
    <w:next w:val="Standard"/>
    <w:qFormat/>
    <w:rsid w:val="00BC22C7"/>
    <w:pPr>
      <w:keepNext/>
      <w:keepLines/>
      <w:pBdr>
        <w:bottom w:val="single" w:sz="4" w:space="4" w:color="auto"/>
      </w:pBdr>
      <w:spacing w:after="560"/>
    </w:pPr>
    <w:rPr>
      <w:rFonts w:cs="Arial"/>
      <w:b/>
    </w:rPr>
  </w:style>
  <w:style w:type="character" w:styleId="Fett">
    <w:name w:val="Strong"/>
    <w:basedOn w:val="Absatz-Standardschriftart"/>
    <w:qFormat/>
    <w:rsid w:val="004A3D59"/>
    <w:rPr>
      <w:rFonts w:ascii="Arial" w:hAnsi="Arial"/>
      <w:b/>
      <w:bCs/>
      <w:lang w:val="de-CH"/>
    </w:rPr>
  </w:style>
  <w:style w:type="character" w:customStyle="1" w:styleId="Beschreibung">
    <w:name w:val="Beschreibung"/>
    <w:basedOn w:val="Absatz-Standardschriftart"/>
    <w:qFormat/>
    <w:rsid w:val="004A3D59"/>
    <w:rPr>
      <w:sz w:val="16"/>
      <w:lang w:val="de-CH"/>
    </w:rPr>
  </w:style>
  <w:style w:type="paragraph" w:styleId="Gruformel">
    <w:name w:val="Closing"/>
    <w:basedOn w:val="Standard"/>
    <w:rsid w:val="009C1826"/>
    <w:pPr>
      <w:keepNext/>
      <w:keepLines/>
      <w:spacing w:before="420" w:after="840"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link w:val="UnterschriftZchn"/>
    <w:qFormat/>
    <w:rsid w:val="00FE4CBD"/>
    <w:pPr>
      <w:keepNext/>
      <w:keepLines/>
    </w:pPr>
  </w:style>
  <w:style w:type="character" w:styleId="Hervorhebung">
    <w:name w:val="Emphasis"/>
    <w:basedOn w:val="Absatz-Standardschriftart"/>
    <w:rsid w:val="009D48A4"/>
    <w:rPr>
      <w:b/>
      <w:iCs/>
      <w:lang w:val="de-CH"/>
    </w:rPr>
  </w:style>
  <w:style w:type="character" w:styleId="BesuchterLink">
    <w:name w:val="FollowedHyperlink"/>
    <w:basedOn w:val="Absatz-Standardschriftart"/>
    <w:rsid w:val="000A67FE"/>
    <w:rPr>
      <w:dstrike w:val="0"/>
      <w:u w:val="none"/>
      <w:vertAlign w:val="baseline"/>
      <w:lang w:val="de-CH"/>
    </w:rPr>
  </w:style>
  <w:style w:type="paragraph" w:customStyle="1" w:styleId="Beilagen">
    <w:name w:val="Beilagen"/>
    <w:basedOn w:val="AuflistungmitSymbolen"/>
    <w:rsid w:val="002D2CA4"/>
    <w:pPr>
      <w:spacing w:after="0"/>
      <w:ind w:left="284" w:hanging="199"/>
      <w:contextualSpacing w:val="0"/>
    </w:p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AuflistungmitNummern">
    <w:name w:val="Auflistung mit Nummern"/>
    <w:basedOn w:val="Standard"/>
    <w:qFormat/>
    <w:rsid w:val="00DF33F4"/>
    <w:pPr>
      <w:numPr>
        <w:numId w:val="13"/>
      </w:numPr>
      <w:spacing w:after="140"/>
      <w:contextualSpacing/>
    </w:pPr>
  </w:style>
  <w:style w:type="paragraph" w:customStyle="1" w:styleId="AuflistungmitSymbolenmitAbstand">
    <w:name w:val="Auflistung mit Symbolen mit Abstand"/>
    <w:basedOn w:val="Blocktext"/>
    <w:qFormat/>
    <w:rsid w:val="004265D2"/>
    <w:pPr>
      <w:numPr>
        <w:numId w:val="30"/>
      </w:numPr>
    </w:pPr>
  </w:style>
  <w:style w:type="paragraph" w:customStyle="1" w:styleId="AuflistungmitBuchstaben">
    <w:name w:val="Auflistung mit Buchstaben"/>
    <w:basedOn w:val="Standard"/>
    <w:qFormat/>
    <w:rsid w:val="00DF33F4"/>
    <w:pPr>
      <w:numPr>
        <w:numId w:val="16"/>
      </w:numPr>
      <w:spacing w:after="140"/>
      <w:contextualSpacing/>
    </w:pPr>
  </w:style>
  <w:style w:type="paragraph" w:customStyle="1" w:styleId="DokumentTyp">
    <w:name w:val="Dokument Typ"/>
    <w:basedOn w:val="Blocktext"/>
    <w:next w:val="Blocktext"/>
    <w:rsid w:val="00206951"/>
    <w:rPr>
      <w:b/>
      <w:caps/>
    </w:rPr>
  </w:style>
  <w:style w:type="paragraph" w:customStyle="1" w:styleId="OutputprofileTitle">
    <w:name w:val="OutputprofileTitle"/>
    <w:basedOn w:val="Standard"/>
    <w:next w:val="OutputprofileText"/>
    <w:rsid w:val="000F07D1"/>
    <w:pPr>
      <w:keepLines/>
      <w:jc w:val="right"/>
    </w:pPr>
    <w:rPr>
      <w:caps/>
      <w:color w:val="A6A6A6" w:themeColor="background1" w:themeShade="A6"/>
      <w:spacing w:val="40"/>
      <w:sz w:val="80"/>
    </w:rPr>
  </w:style>
  <w:style w:type="paragraph" w:customStyle="1" w:styleId="OutputprofileText">
    <w:name w:val="OutputprofileText"/>
    <w:basedOn w:val="Standard"/>
    <w:rsid w:val="000F07D1"/>
    <w:pPr>
      <w:keepLines/>
      <w:spacing w:line="240" w:lineRule="atLeast"/>
      <w:jc w:val="right"/>
    </w:pPr>
    <w:rPr>
      <w:color w:val="808080" w:themeColor="background1" w:themeShade="80"/>
      <w:sz w:val="18"/>
    </w:rPr>
  </w:style>
  <w:style w:type="paragraph" w:styleId="Blocktext">
    <w:name w:val="Block Text"/>
    <w:basedOn w:val="Standard"/>
    <w:qFormat/>
    <w:rsid w:val="002E18DE"/>
    <w:pPr>
      <w:spacing w:after="140"/>
    </w:pPr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basedOn w:val="Absatz-Standardschriftart"/>
    <w:rsid w:val="00730FCB"/>
    <w:rPr>
      <w:iCs/>
      <w:lang w:val="de-CH"/>
    </w:rPr>
  </w:style>
  <w:style w:type="character" w:styleId="HTMLCode">
    <w:name w:val="HTML Code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character" w:styleId="HTMLDefinition">
    <w:name w:val="HTML Definition"/>
    <w:basedOn w:val="Absatz-Standardschriftart"/>
    <w:rsid w:val="00730FCB"/>
    <w:rPr>
      <w:iCs/>
      <w:lang w:val="de-CH"/>
    </w:rPr>
  </w:style>
  <w:style w:type="character" w:styleId="HTMLTastatur">
    <w:name w:val="HTML Keyboard"/>
    <w:basedOn w:val="Absatz-Standardschriftart"/>
    <w:rsid w:val="00730FCB"/>
    <w:rPr>
      <w:rFonts w:ascii="Verdana" w:hAnsi="Verdana" w:cs="Courier New"/>
      <w:sz w:val="22"/>
      <w:szCs w:val="20"/>
      <w:lang w:val="de-CH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basedOn w:val="Absatz-Standardschriftart"/>
    <w:rsid w:val="00730FCB"/>
    <w:rPr>
      <w:rFonts w:ascii="Verdana" w:hAnsi="Verdana" w:cs="Courier New"/>
      <w:sz w:val="22"/>
      <w:lang w:val="de-CH"/>
    </w:rPr>
  </w:style>
  <w:style w:type="character" w:styleId="HTMLSchreibmaschine">
    <w:name w:val="HTML Typewriter"/>
    <w:basedOn w:val="Absatz-Standardschriftart"/>
    <w:rsid w:val="00730FCB"/>
    <w:rPr>
      <w:rFonts w:ascii="Verdana" w:hAnsi="Verdana" w:cs="Courier New"/>
      <w:sz w:val="20"/>
      <w:szCs w:val="20"/>
      <w:lang w:val="de-CH"/>
    </w:rPr>
  </w:style>
  <w:style w:type="character" w:styleId="HTMLVariable">
    <w:name w:val="HTML Variable"/>
    <w:basedOn w:val="Absatz-Standardschriftart"/>
    <w:rsid w:val="00730FCB"/>
    <w:rPr>
      <w:iCs/>
      <w:lang w:val="de-CH"/>
    </w:rPr>
  </w:style>
  <w:style w:type="character" w:styleId="Zeilennummer">
    <w:name w:val="line number"/>
    <w:basedOn w:val="Absatz-Standardschriftart"/>
    <w:rsid w:val="00730FCB"/>
    <w:rPr>
      <w:lang w:val="de-CH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basedOn w:val="Absatz-Standardschriftart"/>
    <w:rsid w:val="00A02515"/>
    <w:rPr>
      <w:lang w:val="de-CH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2E18DE"/>
    <w:pPr>
      <w:keepLines/>
      <w:spacing w:after="140"/>
    </w:pPr>
  </w:style>
  <w:style w:type="table" w:styleId="TabelleSpalten1">
    <w:name w:val="Table Columns 1"/>
    <w:basedOn w:val="NormaleTabelle"/>
    <w:rsid w:val="005E7E3B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rsid w:val="00BF50C9"/>
    <w:pPr>
      <w:spacing w:after="420"/>
    </w:pPr>
  </w:style>
  <w:style w:type="paragraph" w:customStyle="1" w:styleId="AuflistungmitCheckboxen">
    <w:name w:val="Auflistung mit Checkboxen"/>
    <w:basedOn w:val="Standard"/>
    <w:qFormat/>
    <w:rsid w:val="00DF33F4"/>
    <w:pPr>
      <w:numPr>
        <w:numId w:val="15"/>
      </w:numPr>
      <w:spacing w:after="140"/>
      <w:contextualSpacing/>
    </w:pPr>
  </w:style>
  <w:style w:type="paragraph" w:customStyle="1" w:styleId="BeilagenersteZeile">
    <w:name w:val="Beilagen erste Zeile"/>
    <w:basedOn w:val="Standard"/>
    <w:next w:val="Standard"/>
    <w:rsid w:val="00F11512"/>
    <w:pPr>
      <w:keepNext/>
      <w:spacing w:before="420"/>
    </w:pPr>
  </w:style>
  <w:style w:type="paragraph" w:customStyle="1" w:styleId="Textzusammengehalten">
    <w:name w:val="Text zusammengehalten"/>
    <w:basedOn w:val="Blocktext"/>
    <w:rsid w:val="008F0B7F"/>
    <w:pPr>
      <w:keepNext/>
      <w:keepLines/>
    </w:pPr>
  </w:style>
  <w:style w:type="paragraph" w:customStyle="1" w:styleId="PositionmitBetrag">
    <w:name w:val="Position mit Betrag"/>
    <w:basedOn w:val="Blocktext"/>
    <w:rsid w:val="007D48C7"/>
    <w:pPr>
      <w:tabs>
        <w:tab w:val="left" w:pos="7371"/>
        <w:tab w:val="right" w:pos="8959"/>
      </w:tabs>
      <w:ind w:right="2835"/>
    </w:pPr>
  </w:style>
  <w:style w:type="paragraph" w:customStyle="1" w:styleId="UnterschriftLinien">
    <w:name w:val="Unterschrift Linien"/>
    <w:basedOn w:val="Standard"/>
    <w:next w:val="UnterschriftText"/>
    <w:rsid w:val="00EB4053"/>
    <w:pPr>
      <w:keepNext/>
      <w:keepLines/>
      <w:tabs>
        <w:tab w:val="right" w:leader="underscore" w:pos="3119"/>
        <w:tab w:val="left" w:pos="4536"/>
        <w:tab w:val="right" w:leader="underscore" w:pos="7655"/>
      </w:tabs>
    </w:pPr>
    <w:rPr>
      <w:sz w:val="8"/>
      <w:lang w:val="en-GB"/>
    </w:rPr>
  </w:style>
  <w:style w:type="paragraph" w:customStyle="1" w:styleId="UnterschriftText">
    <w:name w:val="Unterschrift Text"/>
    <w:basedOn w:val="Standard"/>
    <w:rsid w:val="00EB4053"/>
    <w:pPr>
      <w:keepNext/>
      <w:keepLines/>
      <w:tabs>
        <w:tab w:val="left" w:pos="4536"/>
      </w:tabs>
    </w:pPr>
    <w:rPr>
      <w:lang w:val="en-GB"/>
    </w:rPr>
  </w:style>
  <w:style w:type="paragraph" w:customStyle="1" w:styleId="Themenblock075">
    <w:name w:val="Themenblock 0.75"/>
    <w:basedOn w:val="Blocktext"/>
    <w:rsid w:val="008A3773"/>
    <w:pPr>
      <w:tabs>
        <w:tab w:val="right" w:leader="underscore" w:pos="8959"/>
      </w:tabs>
      <w:ind w:left="425" w:hanging="425"/>
    </w:pPr>
  </w:style>
  <w:style w:type="paragraph" w:customStyle="1" w:styleId="Themenblock30">
    <w:name w:val="Themenblock 3.0"/>
    <w:basedOn w:val="Blocktext"/>
    <w:rsid w:val="008A3773"/>
    <w:pPr>
      <w:tabs>
        <w:tab w:val="right" w:leader="underscore" w:pos="8959"/>
      </w:tabs>
      <w:ind w:left="1701" w:hanging="1701"/>
    </w:pPr>
  </w:style>
  <w:style w:type="paragraph" w:customStyle="1" w:styleId="Themenblock60">
    <w:name w:val="Themenblock 6.0"/>
    <w:basedOn w:val="Blocktext"/>
    <w:rsid w:val="008A3773"/>
    <w:pPr>
      <w:tabs>
        <w:tab w:val="right" w:leader="underscore" w:pos="8959"/>
      </w:tabs>
      <w:ind w:left="3402" w:hanging="3402"/>
    </w:pPr>
  </w:style>
  <w:style w:type="paragraph" w:customStyle="1" w:styleId="Themenblock90">
    <w:name w:val="Themenblock 9.0"/>
    <w:basedOn w:val="Blocktext"/>
    <w:rsid w:val="008A3773"/>
    <w:pPr>
      <w:tabs>
        <w:tab w:val="right" w:leader="underscore" w:pos="8959"/>
      </w:tabs>
      <w:ind w:left="5103" w:hanging="5103"/>
    </w:pPr>
  </w:style>
  <w:style w:type="character" w:customStyle="1" w:styleId="Kursiv">
    <w:name w:val="Kursiv"/>
    <w:basedOn w:val="Absatz-Standardschriftart"/>
    <w:rsid w:val="00407C5B"/>
    <w:rPr>
      <w:i/>
      <w:lang w:val="de-CH"/>
    </w:rPr>
  </w:style>
  <w:style w:type="paragraph" w:styleId="Zitat">
    <w:name w:val="Quote"/>
    <w:basedOn w:val="Standard"/>
    <w:next w:val="Standard"/>
    <w:link w:val="ZitatZchn"/>
    <w:uiPriority w:val="29"/>
    <w:qFormat/>
    <w:rsid w:val="008A1F16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8A1F16"/>
    <w:rPr>
      <w:rFonts w:ascii="Arial" w:hAnsi="Arial"/>
      <w:i/>
      <w:iCs/>
      <w:szCs w:val="24"/>
      <w:lang w:val="de-CH"/>
    </w:rPr>
  </w:style>
  <w:style w:type="character" w:styleId="SchwacheHervorhebung">
    <w:name w:val="Subtle Emphasis"/>
    <w:basedOn w:val="Absatz-Standardschriftart"/>
    <w:uiPriority w:val="19"/>
    <w:rsid w:val="007F0FFF"/>
    <w:rPr>
      <w:i/>
      <w:iCs/>
      <w:color w:val="808080" w:themeColor="text1" w:themeTint="7F"/>
      <w:lang w:val="de-CH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98150F"/>
    <w:pPr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z w:val="28"/>
      <w:szCs w:val="28"/>
    </w:rPr>
  </w:style>
  <w:style w:type="paragraph" w:customStyle="1" w:styleId="UnterschriftFunktion">
    <w:name w:val="Unterschrift Funktion"/>
    <w:basedOn w:val="Unterschrift"/>
    <w:rsid w:val="00FE4CBD"/>
  </w:style>
  <w:style w:type="paragraph" w:customStyle="1" w:styleId="KopfzeileTitel">
    <w:name w:val="Kopfzeile Titel"/>
    <w:basedOn w:val="Kopfzeile"/>
    <w:rsid w:val="00407C5B"/>
    <w:rPr>
      <w:b/>
    </w:rPr>
  </w:style>
  <w:style w:type="paragraph" w:customStyle="1" w:styleId="AbsenderText">
    <w:name w:val="Absender Text"/>
    <w:basedOn w:val="Standard"/>
    <w:rsid w:val="009C3832"/>
    <w:pPr>
      <w:spacing w:line="220" w:lineRule="exact"/>
    </w:pPr>
    <w:rPr>
      <w:sz w:val="16"/>
    </w:rPr>
  </w:style>
  <w:style w:type="paragraph" w:customStyle="1" w:styleId="AbsenderTitelStufeI">
    <w:name w:val="Absender Titel Stufe I"/>
    <w:basedOn w:val="Standard"/>
    <w:next w:val="AbsenderTitelStufeII"/>
    <w:rsid w:val="00B635D6"/>
    <w:pPr>
      <w:spacing w:line="260" w:lineRule="exact"/>
    </w:pPr>
    <w:rPr>
      <w:b/>
      <w:caps/>
      <w:spacing w:val="8"/>
    </w:rPr>
  </w:style>
  <w:style w:type="paragraph" w:customStyle="1" w:styleId="Referenz">
    <w:name w:val="Referenz"/>
    <w:basedOn w:val="Standard"/>
    <w:rsid w:val="00CE41F5"/>
    <w:rPr>
      <w:sz w:val="17"/>
    </w:rPr>
  </w:style>
  <w:style w:type="paragraph" w:customStyle="1" w:styleId="Klassifikation">
    <w:name w:val="Klassifikation"/>
    <w:basedOn w:val="Standard"/>
    <w:rsid w:val="00CE41F5"/>
    <w:rPr>
      <w:b/>
      <w:sz w:val="17"/>
    </w:rPr>
  </w:style>
  <w:style w:type="paragraph" w:customStyle="1" w:styleId="AbsenderTitelStufeII">
    <w:name w:val="Absender Titel Stufe II"/>
    <w:basedOn w:val="Standard"/>
    <w:next w:val="AbsenderDistanz"/>
    <w:rsid w:val="005A3A09"/>
    <w:pPr>
      <w:spacing w:line="250" w:lineRule="exact"/>
    </w:pPr>
    <w:rPr>
      <w:sz w:val="18"/>
    </w:rPr>
  </w:style>
  <w:style w:type="paragraph" w:customStyle="1" w:styleId="Tabellentext">
    <w:name w:val="Tabellentext"/>
    <w:basedOn w:val="Standard"/>
    <w:qFormat/>
    <w:rsid w:val="005A3A09"/>
    <w:pPr>
      <w:adjustRightInd/>
      <w:snapToGrid/>
      <w:spacing w:line="260" w:lineRule="atLeast"/>
    </w:pPr>
    <w:rPr>
      <w:sz w:val="18"/>
    </w:rPr>
  </w:style>
  <w:style w:type="table" w:styleId="Tabelle3D-Effekt1">
    <w:name w:val="Table 3D effects 1"/>
    <w:basedOn w:val="NormaleTabelle"/>
    <w:rsid w:val="00BD7E6C"/>
    <w:pPr>
      <w:adjustRightInd w:val="0"/>
      <w:snapToGrid w:val="0"/>
      <w:spacing w:after="140" w:line="28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Struktur">
    <w:name w:val="Tabelle Struktur"/>
    <w:basedOn w:val="NormaleTabelle"/>
    <w:uiPriority w:val="99"/>
    <w:rsid w:val="002B67E5"/>
    <w:rPr>
      <w:rFonts w:ascii="Arial" w:hAnsi="Arial"/>
    </w:rPr>
    <w:tblPr>
      <w:tblCellMar>
        <w:top w:w="28" w:type="dxa"/>
        <w:left w:w="0" w:type="dxa"/>
        <w:bottom w:w="340" w:type="dxa"/>
        <w:right w:w="0" w:type="dxa"/>
      </w:tblCellMar>
    </w:tblPr>
    <w:tblStylePr w:type="firstRow">
      <w:tblPr/>
      <w:trPr>
        <w:tblHeader/>
      </w:trPr>
    </w:tblStylePr>
    <w:tblStylePr w:type="firstCol">
      <w:tblPr/>
      <w:tcPr>
        <w:tcBorders>
          <w:top w:val="single" w:sz="4" w:space="0" w:color="auto"/>
          <w:left w:val="nil"/>
          <w:bottom w:val="nil"/>
          <w:right w:val="nil"/>
          <w:insideH w:val="single" w:sz="4" w:space="0" w:color="auto"/>
          <w:insideV w:val="nil"/>
          <w:tl2br w:val="nil"/>
          <w:tr2bl w:val="nil"/>
        </w:tcBorders>
      </w:tcPr>
    </w:tblStylePr>
  </w:style>
  <w:style w:type="paragraph" w:customStyle="1" w:styleId="AuflistungHinweis">
    <w:name w:val="Auflistung Hinweis"/>
    <w:basedOn w:val="AuflistungmitBuchstaben"/>
    <w:qFormat/>
    <w:rsid w:val="001869B3"/>
    <w:pPr>
      <w:numPr>
        <w:numId w:val="24"/>
      </w:numPr>
    </w:pPr>
  </w:style>
  <w:style w:type="paragraph" w:customStyle="1" w:styleId="AuflistungmitrmischenNummern">
    <w:name w:val="Auflistung mit römischen Nummern"/>
    <w:basedOn w:val="AuflistungmitBuchstaben"/>
    <w:qFormat/>
    <w:rsid w:val="00967CAD"/>
    <w:pPr>
      <w:numPr>
        <w:numId w:val="26"/>
      </w:numPr>
    </w:pPr>
  </w:style>
  <w:style w:type="paragraph" w:customStyle="1" w:styleId="AuflistungmitSymbolen">
    <w:name w:val="Auflistung mit Symbolen"/>
    <w:basedOn w:val="AuflistungmitSymbolenmitAbstand"/>
    <w:qFormat/>
    <w:rsid w:val="00DF33F4"/>
    <w:pPr>
      <w:ind w:left="283" w:hanging="198"/>
      <w:contextualSpacing/>
    </w:pPr>
  </w:style>
  <w:style w:type="table" w:styleId="TabelleEinfach2">
    <w:name w:val="Table Simple 2"/>
    <w:basedOn w:val="NormaleTabelle"/>
    <w:rsid w:val="0087430E"/>
    <w:pPr>
      <w:adjustRightInd w:val="0"/>
      <w:snapToGrid w:val="0"/>
      <w:spacing w:line="280" w:lineRule="exact"/>
    </w:pPr>
    <w:rPr>
      <w:rFonts w:ascii="Arial" w:hAnsi="Arial"/>
    </w:rPr>
    <w:tblPr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Arial" w:hAnsi="Arial"/>
        <w:b/>
        <w:bCs/>
        <w:sz w:val="20"/>
      </w:rPr>
      <w:tblPr/>
      <w:tcPr>
        <w:tcBorders>
          <w:top w:val="single" w:sz="2" w:space="0" w:color="auto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azit">
    <w:name w:val="Fazit"/>
    <w:basedOn w:val="Standard"/>
    <w:qFormat/>
    <w:rsid w:val="00DD1634"/>
    <w:pPr>
      <w:pBdr>
        <w:top w:val="single" w:sz="4" w:space="4" w:color="auto"/>
        <w:bottom w:val="single" w:sz="4" w:space="6" w:color="auto"/>
      </w:pBdr>
      <w:spacing w:before="280" w:after="420"/>
    </w:pPr>
  </w:style>
  <w:style w:type="paragraph" w:customStyle="1" w:styleId="TitelTitelseite">
    <w:name w:val="Titel Titelseite"/>
    <w:basedOn w:val="Standard"/>
    <w:qFormat/>
    <w:rsid w:val="00621320"/>
    <w:pPr>
      <w:pBdr>
        <w:top w:val="single" w:sz="4" w:space="6" w:color="auto"/>
        <w:bottom w:val="single" w:sz="4" w:space="8" w:color="auto"/>
      </w:pBdr>
      <w:spacing w:after="280" w:line="360" w:lineRule="exact"/>
    </w:pPr>
    <w:rPr>
      <w:sz w:val="28"/>
    </w:rPr>
  </w:style>
  <w:style w:type="paragraph" w:styleId="Listenabsatz">
    <w:name w:val="List Paragraph"/>
    <w:basedOn w:val="Standard"/>
    <w:uiPriority w:val="34"/>
    <w:rsid w:val="005823C3"/>
    <w:pPr>
      <w:ind w:left="720"/>
      <w:contextualSpacing/>
    </w:pPr>
  </w:style>
  <w:style w:type="table" w:customStyle="1" w:styleId="Template">
    <w:name w:val="Template"/>
    <w:basedOn w:val="NormaleTabelle"/>
    <w:uiPriority w:val="99"/>
    <w:rsid w:val="009A2B79"/>
    <w:rPr>
      <w:rFonts w:ascii="Arial" w:hAnsi="Arial"/>
    </w:rPr>
    <w:tblPr>
      <w:tblCellMar>
        <w:left w:w="0" w:type="dxa"/>
        <w:right w:w="0" w:type="dxa"/>
      </w:tblCellMar>
    </w:tblPr>
  </w:style>
  <w:style w:type="paragraph" w:styleId="Aufzhlungszeichen">
    <w:name w:val="List Bullet"/>
    <w:basedOn w:val="Standard"/>
    <w:rsid w:val="004D5A87"/>
    <w:pPr>
      <w:numPr>
        <w:numId w:val="1"/>
      </w:numPr>
      <w:contextualSpacing/>
    </w:pPr>
  </w:style>
  <w:style w:type="character" w:styleId="Platzhaltertext">
    <w:name w:val="Placeholder Text"/>
    <w:basedOn w:val="Absatz-Standardschriftart"/>
    <w:uiPriority w:val="99"/>
    <w:semiHidden/>
    <w:rsid w:val="00696B4C"/>
    <w:rPr>
      <w:color w:val="808080"/>
      <w:lang w:val="de-CH"/>
    </w:rPr>
  </w:style>
  <w:style w:type="table" w:customStyle="1" w:styleId="Tabellegrauliniert">
    <w:name w:val="Tabelle grau liniert"/>
    <w:basedOn w:val="NormaleTabelle"/>
    <w:uiPriority w:val="99"/>
    <w:rsid w:val="002B67E5"/>
    <w:rPr>
      <w:rFonts w:ascii="Arial" w:hAnsi="Arial"/>
      <w:sz w:val="18"/>
    </w:rPr>
    <w:tblPr>
      <w:tblStyleRowBandSize w:val="1"/>
      <w:tblBorders>
        <w:bottom w:val="single" w:sz="4" w:space="0" w:color="auto"/>
        <w:insideV w:val="single" w:sz="4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  <w:insideH w:val="nil"/>
          <w:insideV w:val="single" w:sz="4" w:space="0" w:color="000000" w:themeColor="text1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l2br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AuflistungmitKleinbuchstaben">
    <w:name w:val="Auflistung mit Kleinbuchstaben"/>
    <w:basedOn w:val="Standard"/>
    <w:qFormat/>
    <w:rsid w:val="00DF33F4"/>
    <w:pPr>
      <w:numPr>
        <w:numId w:val="32"/>
      </w:numPr>
      <w:spacing w:after="140"/>
      <w:contextualSpacing/>
    </w:pPr>
    <w:rPr>
      <w:rFonts w:eastAsia="SimSun"/>
      <w:color w:val="000000"/>
    </w:rPr>
  </w:style>
  <w:style w:type="paragraph" w:customStyle="1" w:styleId="AuflistungmitKleinbuchstabenGesetze">
    <w:name w:val="Auflistung mit Kleinbuchstaben Gesetze"/>
    <w:basedOn w:val="Standard"/>
    <w:qFormat/>
    <w:rsid w:val="00DF33F4"/>
    <w:pPr>
      <w:numPr>
        <w:numId w:val="33"/>
      </w:numPr>
      <w:spacing w:after="140"/>
      <w:ind w:left="568" w:right="1134" w:hanging="284"/>
      <w:contextualSpacing/>
    </w:pPr>
    <w:rPr>
      <w:sz w:val="18"/>
    </w:rPr>
  </w:style>
  <w:style w:type="paragraph" w:customStyle="1" w:styleId="Linieoben">
    <w:name w:val="Linie oben"/>
    <w:basedOn w:val="Standard"/>
    <w:qFormat/>
    <w:rsid w:val="00D72D02"/>
    <w:pPr>
      <w:pBdr>
        <w:top w:val="single" w:sz="4" w:space="3" w:color="auto"/>
      </w:pBdr>
    </w:pPr>
  </w:style>
  <w:style w:type="paragraph" w:customStyle="1" w:styleId="Linieunten">
    <w:name w:val="Linie unten"/>
    <w:basedOn w:val="Standard"/>
    <w:qFormat/>
    <w:rsid w:val="005A3A09"/>
    <w:pPr>
      <w:pBdr>
        <w:bottom w:val="single" w:sz="4" w:space="5" w:color="auto"/>
      </w:pBdr>
    </w:pPr>
    <w:rPr>
      <w:lang w:val="en-GB"/>
    </w:rPr>
  </w:style>
  <w:style w:type="paragraph" w:customStyle="1" w:styleId="Gesetzestexte">
    <w:name w:val="Gesetzestexte"/>
    <w:basedOn w:val="Standard"/>
    <w:qFormat/>
    <w:rsid w:val="00A80595"/>
    <w:pPr>
      <w:spacing w:after="60" w:line="240" w:lineRule="atLeast"/>
      <w:ind w:left="284" w:right="1134"/>
      <w:jc w:val="both"/>
    </w:pPr>
    <w:rPr>
      <w:sz w:val="18"/>
    </w:rPr>
  </w:style>
  <w:style w:type="paragraph" w:customStyle="1" w:styleId="AbsenderDistanz">
    <w:name w:val="Absender Distanz"/>
    <w:basedOn w:val="Standard"/>
    <w:next w:val="AbsenderText"/>
    <w:rsid w:val="005A3A09"/>
    <w:pPr>
      <w:spacing w:after="120" w:line="240" w:lineRule="auto"/>
    </w:pPr>
    <w:rPr>
      <w:sz w:val="2"/>
      <w:szCs w:val="2"/>
    </w:rPr>
  </w:style>
  <w:style w:type="paragraph" w:customStyle="1" w:styleId="OutputprofileTitleDistance">
    <w:name w:val="OutputprofileTitleDistance"/>
    <w:basedOn w:val="Standard"/>
    <w:rsid w:val="000F07D1"/>
    <w:pPr>
      <w:keepLines/>
      <w:spacing w:line="240" w:lineRule="auto"/>
      <w:ind w:left="567"/>
    </w:pPr>
    <w:rPr>
      <w:caps/>
      <w:color w:val="A6A6A6" w:themeColor="background1" w:themeShade="A6"/>
      <w:spacing w:val="40"/>
      <w:sz w:val="8"/>
    </w:rPr>
  </w:style>
  <w:style w:type="paragraph" w:customStyle="1" w:styleId="Verteiler">
    <w:name w:val="Verteiler"/>
    <w:basedOn w:val="AuflistungmitSymbolen"/>
    <w:rsid w:val="00161EDD"/>
    <w:pPr>
      <w:keepNext/>
      <w:spacing w:after="0"/>
      <w:contextualSpacing w:val="0"/>
    </w:pPr>
  </w:style>
  <w:style w:type="paragraph" w:customStyle="1" w:styleId="VerteilerersteZeile">
    <w:name w:val="Verteiler erste Zeile"/>
    <w:basedOn w:val="Standard"/>
    <w:next w:val="Verteiler"/>
    <w:rsid w:val="00F11512"/>
    <w:pPr>
      <w:keepNext/>
      <w:spacing w:before="140"/>
    </w:pPr>
  </w:style>
  <w:style w:type="character" w:customStyle="1" w:styleId="Italic">
    <w:name w:val="Italic"/>
    <w:basedOn w:val="Absatz-Standardschriftart"/>
    <w:uiPriority w:val="1"/>
    <w:qFormat/>
    <w:rsid w:val="00834FC6"/>
    <w:rPr>
      <w:i/>
      <w:lang w:val="de-CH"/>
    </w:rPr>
  </w:style>
  <w:style w:type="table" w:customStyle="1" w:styleId="TabelleKopfzeile">
    <w:name w:val="Tabelle Kopfzeile"/>
    <w:basedOn w:val="NormaleTabelle"/>
    <w:uiPriority w:val="99"/>
    <w:rsid w:val="002B67E5"/>
    <w:rPr>
      <w:rFonts w:ascii="Arial" w:hAnsi="Arial"/>
      <w:sz w:val="18"/>
    </w:rPr>
    <w:tblPr>
      <w:tblStyleRowBandSize w:val="1"/>
      <w:tblCellMar>
        <w:top w:w="28" w:type="dxa"/>
        <w:left w:w="85" w:type="dxa"/>
        <w:bottom w:w="57" w:type="dxa"/>
        <w:right w:w="85" w:type="dxa"/>
      </w:tblCellMar>
    </w:tblPr>
    <w:tblStylePr w:type="firstRow">
      <w:rPr>
        <w:b/>
      </w:rPr>
      <w:tblPr/>
      <w:trPr>
        <w:tblHeader/>
      </w:tr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</w:tcPr>
    </w:tblStylePr>
  </w:style>
  <w:style w:type="table" w:customStyle="1" w:styleId="Tabellenrasterkompakt">
    <w:name w:val="Tabellenraster kompakt"/>
    <w:basedOn w:val="NormaleTabelle"/>
    <w:uiPriority w:val="99"/>
    <w:rsid w:val="00101D11"/>
    <w:pPr>
      <w:spacing w:line="260" w:lineRule="exact"/>
    </w:pPr>
    <w:rPr>
      <w:rFonts w:ascii="Arial" w:hAnsi="Arial"/>
      <w:sz w:val="18"/>
    </w:r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57" w:type="dxa"/>
        <w:right w:w="0" w:type="dxa"/>
      </w:tblCellMar>
    </w:tblPr>
    <w:tblStylePr w:type="band1Vert">
      <w:tblPr>
        <w:tblCellMar>
          <w:top w:w="28" w:type="dxa"/>
          <w:left w:w="85" w:type="dxa"/>
          <w:bottom w:w="57" w:type="dxa"/>
          <w:right w:w="85" w:type="dxa"/>
        </w:tblCellMar>
      </w:tblPr>
    </w:tblStylePr>
    <w:tblStylePr w:type="band2Vert">
      <w:tblPr>
        <w:tblCellMar>
          <w:top w:w="28" w:type="dxa"/>
          <w:left w:w="85" w:type="dxa"/>
          <w:bottom w:w="57" w:type="dxa"/>
          <w:right w:w="85" w:type="dxa"/>
        </w:tblCellMar>
      </w:tblPr>
    </w:tblStylePr>
  </w:style>
  <w:style w:type="character" w:customStyle="1" w:styleId="KopfzeileZchn">
    <w:name w:val="Kopfzeile Zchn"/>
    <w:basedOn w:val="Absatz-Standardschriftart"/>
    <w:link w:val="Kopfzeile"/>
    <w:rsid w:val="00BF50C9"/>
    <w:rPr>
      <w:rFonts w:ascii="Arial" w:hAnsi="Arial"/>
      <w:sz w:val="17"/>
      <w:szCs w:val="24"/>
      <w:lang w:val="de-CH"/>
    </w:rPr>
  </w:style>
  <w:style w:type="character" w:customStyle="1" w:styleId="UnterschriftZchn">
    <w:name w:val="Unterschrift Zchn"/>
    <w:basedOn w:val="Absatz-Standardschriftart"/>
    <w:link w:val="Unterschrift"/>
    <w:rsid w:val="00BF50C9"/>
    <w:rPr>
      <w:rFonts w:ascii="Arial" w:hAnsi="Arial"/>
      <w:szCs w:val="24"/>
      <w:lang w:val="de-CH"/>
    </w:rPr>
  </w:style>
  <w:style w:type="character" w:customStyle="1" w:styleId="DatumZchn">
    <w:name w:val="Datum Zchn"/>
    <w:basedOn w:val="Absatz-Standardschriftart"/>
    <w:link w:val="Datum"/>
    <w:rsid w:val="00BF50C9"/>
    <w:rPr>
      <w:rFonts w:ascii="Arial" w:hAnsi="Arial"/>
      <w:szCs w:val="24"/>
      <w:lang w:val="de-CH"/>
    </w:rPr>
  </w:style>
  <w:style w:type="table" w:styleId="TabelleEinfach3">
    <w:name w:val="Table Simple 3"/>
    <w:basedOn w:val="NormaleTabelle"/>
    <w:rsid w:val="00BF50C9"/>
    <w:pPr>
      <w:adjustRightInd w:val="0"/>
      <w:snapToGrid w:val="0"/>
      <w:spacing w:line="260" w:lineRule="exact"/>
    </w:pPr>
    <w:rPr>
      <w:rFonts w:ascii="Arial" w:hAnsi="Arial"/>
      <w:sz w:val="18"/>
    </w:rPr>
    <w:tblPr>
      <w:tblBorders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rPr>
        <w:rFonts w:ascii="Arial" w:hAnsi="Arial"/>
        <w:b/>
        <w:bCs/>
        <w:color w:val="auto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TitelTitelseiteVorlage">
    <w:name w:val="Titel Titelseite Vorlage"/>
    <w:basedOn w:val="Standard"/>
    <w:rsid w:val="00123BC9"/>
    <w:pPr>
      <w:pBdr>
        <w:top w:val="single" w:sz="4" w:space="6" w:color="auto"/>
      </w:pBdr>
      <w:spacing w:line="360" w:lineRule="exact"/>
    </w:pPr>
    <w:rPr>
      <w:sz w:val="28"/>
    </w:rPr>
  </w:style>
  <w:style w:type="paragraph" w:customStyle="1" w:styleId="AbsenderDistanz2">
    <w:name w:val="Absender Distanz 2"/>
    <w:basedOn w:val="Standard"/>
    <w:rsid w:val="003A6B6B"/>
    <w:pPr>
      <w:spacing w:after="420" w:line="240" w:lineRule="auto"/>
    </w:pPr>
    <w:rPr>
      <w:sz w:val="2"/>
    </w:rPr>
  </w:style>
  <w:style w:type="paragraph" w:customStyle="1" w:styleId="DatumTitelseite">
    <w:name w:val="Datum Titelseite"/>
    <w:basedOn w:val="Datum"/>
    <w:qFormat/>
    <w:rsid w:val="00A765FD"/>
    <w:pPr>
      <w:spacing w:before="1920"/>
    </w:pPr>
  </w:style>
  <w:style w:type="paragraph" w:customStyle="1" w:styleId="Minimal">
    <w:name w:val="Minimal"/>
    <w:basedOn w:val="Standard"/>
    <w:rsid w:val="00062ABA"/>
    <w:pPr>
      <w:spacing w:line="240" w:lineRule="auto"/>
    </w:pPr>
    <w:rPr>
      <w:sz w:val="2"/>
    </w:rPr>
  </w:style>
  <w:style w:type="paragraph" w:customStyle="1" w:styleId="AuflistungmitNummernmitAbstand">
    <w:name w:val="Auflistung mit Nummern mit Abstand"/>
    <w:basedOn w:val="Standard"/>
    <w:qFormat/>
    <w:rsid w:val="001F171D"/>
    <w:pPr>
      <w:numPr>
        <w:numId w:val="36"/>
      </w:numPr>
      <w:spacing w:after="140"/>
    </w:pPr>
  </w:style>
  <w:style w:type="numbering" w:customStyle="1" w:styleId="Formatvorlage1">
    <w:name w:val="Formatvorlage1"/>
    <w:uiPriority w:val="99"/>
    <w:rsid w:val="001F171D"/>
    <w:pPr>
      <w:numPr>
        <w:numId w:val="34"/>
      </w:numPr>
    </w:pPr>
  </w:style>
  <w:style w:type="character" w:customStyle="1" w:styleId="FunotentextZchn">
    <w:name w:val="Fußnotentext Zchn"/>
    <w:basedOn w:val="Absatz-Standardschriftart"/>
    <w:link w:val="Funotentext"/>
    <w:rsid w:val="002456DF"/>
    <w:rPr>
      <w:rFonts w:ascii="Arial" w:hAnsi="Arial"/>
      <w:sz w:val="14"/>
      <w:lang w:val="de-CH"/>
    </w:rPr>
  </w:style>
  <w:style w:type="paragraph" w:customStyle="1" w:styleId="KopieAnersteZeile">
    <w:name w:val="KopieAn erste Zeile"/>
    <w:basedOn w:val="Standard"/>
    <w:next w:val="Standard"/>
    <w:rsid w:val="00F11512"/>
    <w:pPr>
      <w:keepNext/>
      <w:spacing w:before="140"/>
    </w:pPr>
  </w:style>
  <w:style w:type="paragraph" w:customStyle="1" w:styleId="KopieAn">
    <w:name w:val="KopieAn"/>
    <w:basedOn w:val="AuflistungmitSymbolen"/>
    <w:rsid w:val="000D1591"/>
    <w:pPr>
      <w:keepNext/>
      <w:spacing w:after="0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Formulas">eNp7v3u/jVt+UW5pTmKxgr4dAD33Bnw=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</officeatwork>
</file>

<file path=customXml/item4.xml><?xml version="1.0" encoding="utf-8"?>
<officeatwork xmlns="http://schemas.officeatwork.com/CustomXMLPart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5AC6-7D87-4154-A56F-0AED3D3C1E81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C455C4C1-8540-4DD0-BC9F-461BA384C08C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258EA2FD-3F53-49FF-8049-02203411BA58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052B4631-D73C-4047-B0BC-FCB92A2796BD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412A2CE9-EAA2-4656-9C73-66B39C2A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F23A7778.dotm</Template>
  <TotalTime>0</TotalTime>
  <Pages>2</Pages>
  <Words>586</Words>
  <Characters>3987</Characters>
  <Application>Microsoft Office Word</Application>
  <DocSecurity>0</DocSecurity>
  <Lines>234</Lines>
  <Paragraphs>152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Contactperson.Name</Manager>
  <Company>Departement  Bildung, Kultur und Sport Abteilung Sonderschulung, Heime und Werkstätten </Company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Vollzugsmeldung Miet- und Kauf-Vorhaben gemäss Richtlinie für Infrastrukturvorhaben der anerkannten Einrichtungen für Menschen mit besonderen Betreuungsbedürfnissen</dc:subject>
  <dc:creator>Damaris.Otten@ag.ch</dc:creator>
  <cp:keywords/>
  <dc:description/>
  <cp:lastModifiedBy>Otten Damaris  BKSSHW</cp:lastModifiedBy>
  <cp:revision>6</cp:revision>
  <cp:lastPrinted>2007-07-31T15:59:00Z</cp:lastPrinted>
  <dcterms:created xsi:type="dcterms:W3CDTF">2019-04-17T13:12:00Z</dcterms:created>
  <dcterms:modified xsi:type="dcterms:W3CDTF">2019-10-30T08:20:00Z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Author.Name">
    <vt:lpwstr/>
  </property>
  <property fmtid="{D5CDD505-2E9C-101B-9397-08002B2CF9AE}" pid="4" name="Contactperson.Name">
    <vt:lpwstr/>
  </property>
  <property fmtid="{D5CDD505-2E9C-101B-9397-08002B2CF9AE}" pid="5" name="Doc.of">
    <vt:lpwstr>von</vt:lpwstr>
  </property>
  <property fmtid="{D5CDD505-2E9C-101B-9397-08002B2CF9AE}" pid="6" name="Doc.Draft">
    <vt:lpwstr/>
  </property>
  <property fmtid="{D5CDD505-2E9C-101B-9397-08002B2CF9AE}" pid="7" name="Doc.OutputprofileTitleDistance">
    <vt:lpwstr>1234567890123456789012345678901234567890123456</vt:lpwstr>
  </property>
  <property fmtid="{D5CDD505-2E9C-101B-9397-08002B2CF9AE}" pid="8" name="Date.Format.Long">
    <vt:lpwstr>D. MMMM YYYY</vt:lpwstr>
  </property>
  <property fmtid="{D5CDD505-2E9C-101B-9397-08002B2CF9AE}" pid="9" name="Doc.Enclosures">
    <vt:lpwstr>Beilagen</vt:lpwstr>
  </property>
  <property fmtid="{D5CDD505-2E9C-101B-9397-08002B2CF9AE}" pid="10" name="Doc.Distribution">
    <vt:lpwstr>Verteiler</vt:lpwstr>
  </property>
  <property fmtid="{D5CDD505-2E9C-101B-9397-08002B2CF9AE}" pid="11" name="CustomField.Enclosures">
    <vt:lpwstr>Kopie Mietvertrag (Mietvorhaben und Bauvorhaben mit Investor)_x000d_
Kopie Kaufvertrag (Kaufvorhaben)</vt:lpwstr>
  </property>
  <property fmtid="{D5CDD505-2E9C-101B-9397-08002B2CF9AE}" pid="12" name="CustomField.DocumentType">
    <vt:lpwstr/>
  </property>
  <property fmtid="{D5CDD505-2E9C-101B-9397-08002B2CF9AE}" pid="13" name="BM_Subject">
    <vt:lpwstr>Vollzugsmeldung Miet- und Kauf-Vorhaben_x000b_gemäss Richtlinie für Infrastrukturvorhaben der anerkannten Einrichtungen für Menschen mit besonderen Betreuungsbedürfnissen</vt:lpwstr>
  </property>
  <property fmtid="{D5CDD505-2E9C-101B-9397-08002B2CF9AE}" pid="14" name="CustomField.Footer">
    <vt:lpwstr/>
  </property>
  <property fmtid="{D5CDD505-2E9C-101B-9397-08002B2CF9AE}" pid="15" name="Doc.Subject">
    <vt:lpwstr>[Betreff]</vt:lpwstr>
  </property>
  <property fmtid="{D5CDD505-2E9C-101B-9397-08002B2CF9AE}" pid="16" name="Signature1.Name">
    <vt:lpwstr/>
  </property>
  <property fmtid="{D5CDD505-2E9C-101B-9397-08002B2CF9AE}" pid="17" name="Signature1.Function">
    <vt:lpwstr/>
  </property>
  <property fmtid="{D5CDD505-2E9C-101B-9397-08002B2CF9AE}" pid="18" name="Signature2.Name">
    <vt:lpwstr/>
  </property>
  <property fmtid="{D5CDD505-2E9C-101B-9397-08002B2CF9AE}" pid="19" name="Signature2.Function">
    <vt:lpwstr/>
  </property>
  <property fmtid="{D5CDD505-2E9C-101B-9397-08002B2CF9AE}" pid="20" name="Organisation.OrganisationLevel1">
    <vt:lpwstr>Departement _x000d_
Bildung, Kultur und Sport</vt:lpwstr>
  </property>
  <property fmtid="{D5CDD505-2E9C-101B-9397-08002B2CF9AE}" pid="21" name="Organisation.OrganisationLevel2">
    <vt:lpwstr>Abteilung Sonderschulung, Heime und Werkstätten</vt:lpwstr>
  </property>
  <property fmtid="{D5CDD505-2E9C-101B-9397-08002B2CF9AE}" pid="22" name="Organisation.OrganisationLevel3">
    <vt:lpwstr/>
  </property>
  <property fmtid="{D5CDD505-2E9C-101B-9397-08002B2CF9AE}" pid="23" name="Doc.Report">
    <vt:lpwstr>Bericht</vt:lpwstr>
  </property>
  <property fmtid="{D5CDD505-2E9C-101B-9397-08002B2CF9AE}" pid="24" name="CustomField.Distribution">
    <vt:lpwstr/>
  </property>
  <property fmtid="{D5CDD505-2E9C-101B-9397-08002B2CF9AE}" pid="25" name="Contactperson.Title">
    <vt:lpwstr/>
  </property>
  <property fmtid="{D5CDD505-2E9C-101B-9397-08002B2CF9AE}" pid="26" name="Contactperson.Function">
    <vt:lpwstr/>
  </property>
  <property fmtid="{D5CDD505-2E9C-101B-9397-08002B2CF9AE}" pid="27" name="Doc.CopyTo">
    <vt:lpwstr>Kopie</vt:lpwstr>
  </property>
  <property fmtid="{D5CDD505-2E9C-101B-9397-08002B2CF9AE}" pid="28" name="CustomField.Copy">
    <vt:lpwstr/>
  </property>
  <property fmtid="{D5CDD505-2E9C-101B-9397-08002B2CF9AE}" pid="29" name="Organisation2.OrganisationLevel1">
    <vt:lpwstr/>
  </property>
  <property fmtid="{D5CDD505-2E9C-101B-9397-08002B2CF9AE}" pid="30" name="Organisation2.OrganisationLevel2">
    <vt:lpwstr/>
  </property>
  <property fmtid="{D5CDD505-2E9C-101B-9397-08002B2CF9AE}" pid="31" name="Organisation2.OrganisationLevel3">
    <vt:lpwstr/>
  </property>
  <property fmtid="{D5CDD505-2E9C-101B-9397-08002B2CF9AE}" pid="32" name="CustomField.Info">
    <vt:lpwstr/>
  </property>
</Properties>
</file>