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3AAE" w:rsidRPr="001F049B" w:rsidRDefault="00DA5E23" w:rsidP="00FA3AAE">
      <w:pPr>
        <w:spacing w:line="240" w:lineRule="auto"/>
        <w:rPr>
          <w:sz w:val="2"/>
          <w:szCs w:val="2"/>
        </w:rPr>
      </w:pPr>
      <w:r w:rsidRPr="001F049B">
        <w:rPr>
          <w:rFonts w:ascii="Times New Roman" w:hAnsi="Times New Roman"/>
          <w:noProof/>
          <w:sz w:val="24"/>
        </w:rPr>
        <mc:AlternateContent>
          <mc:Choice Requires="wps">
            <w:drawing>
              <wp:anchor distT="0" distB="0" distL="114300" distR="114300" simplePos="0" relativeHeight="251659264" behindDoc="0" locked="0" layoutInCell="1" allowOverlap="1" wp14:anchorId="5B702782" wp14:editId="78A881A3">
                <wp:simplePos x="0" y="0"/>
                <wp:positionH relativeFrom="page">
                  <wp:posOffset>4007485</wp:posOffset>
                </wp:positionH>
                <wp:positionV relativeFrom="page">
                  <wp:posOffset>360045</wp:posOffset>
                </wp:positionV>
                <wp:extent cx="2840355" cy="180975"/>
                <wp:effectExtent l="0" t="0" r="0" b="6350"/>
                <wp:wrapNone/>
                <wp:docPr id="1" name="Textfeld 1"/>
                <wp:cNvGraphicFramePr/>
                <a:graphic xmlns:a="http://schemas.openxmlformats.org/drawingml/2006/main">
                  <a:graphicData uri="http://schemas.microsoft.com/office/word/2010/wordprocessingShape">
                    <wps:wsp>
                      <wps:cNvSpPr txBox="1"/>
                      <wps:spPr>
                        <a:xfrm>
                          <a:off x="0" y="0"/>
                          <a:ext cx="2840355" cy="184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DA36C9" w:rsidRPr="001F049B" w:rsidRDefault="00DA36C9" w:rsidP="00DA5E23">
                            <w:bookmarkStart w:id="0" w:name="InformationsfeldBriefkopf"/>
                            <w:bookmarkEnd w:id="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5B702782" id="_x0000_t202" coordsize="21600,21600" o:spt="202" path="m,l,21600r21600,l21600,xe">
                <v:stroke joinstyle="miter"/>
                <v:path gradientshapeok="t" o:connecttype="rect"/>
              </v:shapetype>
              <v:shape id="Textfeld 1" o:spid="_x0000_s1026" type="#_x0000_t202" style="position:absolute;margin-left:315.55pt;margin-top:28.35pt;width:223.65pt;height:14.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" filled="f" stroked="f" strokeweight=".5pt">
                <v:textbox style="mso-fit-shape-to-text:t" inset="0,0,0,0">
                  <w:txbxContent>
                    <w:p w:rsidR="00DA36C9" w:rsidRPr="001F049B" w:rsidRDefault="00DA36C9" w:rsidP="00DA5E23">
                      <w:bookmarkStart w:id="1" w:name="InformationsfeldBriefkopf"/>
                      <w:bookmarkEnd w:id="1"/>
                    </w:p>
                  </w:txbxContent>
                </v:textbox>
                <w10:wrap anchorx="page" anchory="page"/>
              </v:shape>
            </w:pict>
          </mc:Fallback>
        </mc:AlternateContent>
      </w:r>
      <w:r w:rsidR="0018168A" w:rsidRPr="001F049B">
        <w:rPr>
          <w:rFonts w:ascii="Times New Roman" w:hAnsi="Times New Roman"/>
          <w:noProof/>
          <w:sz w:val="24"/>
        </w:rPr>
        <mc:AlternateContent>
          <mc:Choice Requires="wps">
            <w:drawing>
              <wp:anchor distT="0" distB="0" distL="114300" distR="114300" simplePos="0" relativeHeight="251656192" behindDoc="1" locked="1" layoutInCell="1" allowOverlap="1" wp14:anchorId="73823B21" wp14:editId="66235700">
                <wp:simplePos x="0" y="0"/>
                <wp:positionH relativeFrom="margin">
                  <wp:posOffset>0</wp:posOffset>
                </wp:positionH>
                <wp:positionV relativeFrom="page">
                  <wp:posOffset>10268585</wp:posOffset>
                </wp:positionV>
                <wp:extent cx="3600" cy="3600"/>
                <wp:effectExtent l="0" t="0" r="0" b="0"/>
                <wp:wrapNone/>
                <wp:docPr id="7" name="Textfeld 7"/>
                <wp:cNvGraphicFramePr/>
                <a:graphic xmlns:a="http://schemas.openxmlformats.org/drawingml/2006/main">
                  <a:graphicData uri="http://schemas.microsoft.com/office/word/2010/wordprocessingShape">
                    <wps:wsp>
                      <wps:cNvSpPr txBox="1"/>
                      <wps:spPr>
                        <a:xfrm>
                          <a:off x="0" y="0"/>
                          <a:ext cx="3600" cy="3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emplate"/>
                              <w:tblW w:w="0" w:type="auto"/>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7867"/>
                            </w:tblGrid>
                            <w:tr w:rsidR="00DA36C9" w:rsidTr="00F91725">
                              <w:trPr>
                                <w:trHeight w:val="198"/>
                              </w:trPr>
                              <w:tc>
                                <w:tcPr>
                                  <w:tcW w:w="7867" w:type="dxa"/>
                                </w:tcPr>
                                <w:p w:rsidR="00DA36C9" w:rsidRDefault="00DA36C9">
                                  <w:pPr>
                                    <w:pStyle w:val="Fuzeile"/>
                                  </w:pPr>
                                </w:p>
                              </w:tc>
                            </w:tr>
                          </w:tbl>
                          <w:p w:rsidR="00DA36C9" w:rsidRDefault="00DA36C9" w:rsidP="0018168A">
                            <w:pPr>
                              <w:pStyle w:val="Fuzeile"/>
                              <w:rPr>
                                <w:sz w:val="2"/>
                                <w:szCs w:val="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823B21" id="Textfeld 7" o:spid="_x0000_s1027" type="#_x0000_t202" style="position:absolute;margin-left:0;margin-top:808.55pt;width:.3pt;height:.3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" filled="f" stroked="f" strokeweight=".5pt">
                <v:textbox inset="0,0,0,0">
                  <w:txbxContent>
                    <w:tbl>
                      <w:tblPr>
                        <w:tblStyle w:val="Template"/>
                        <w:tblW w:w="0" w:type="auto"/>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Look w:val="04A0" w:firstRow="1" w:lastRow="0" w:firstColumn="1" w:lastColumn="0" w:noHBand="0" w:noVBand="1"/>
                      </w:tblPr>
                      <w:tblGrid>
                        <w:gridCol w:w="7867"/>
                      </w:tblGrid>
                      <w:tr w:rsidR="00DA36C9" w:rsidTr="00F91725">
                        <w:trPr>
                          <w:trHeight w:val="198"/>
                        </w:trPr>
                        <w:tc>
                          <w:tcPr>
                            <w:tcW w:w="7867" w:type="dxa"/>
                          </w:tcPr>
                          <w:p w:rsidR="00DA36C9" w:rsidRDefault="00DA36C9">
                            <w:pPr>
                              <w:pStyle w:val="Fuzeile"/>
                            </w:pPr>
                          </w:p>
                        </w:tc>
                      </w:tr>
                    </w:tbl>
                    <w:p w:rsidR="00DA36C9" w:rsidRDefault="00DA36C9" w:rsidP="0018168A">
                      <w:pPr>
                        <w:pStyle w:val="Fuzeile"/>
                        <w:rPr>
                          <w:sz w:val="2"/>
                          <w:szCs w:val="2"/>
                        </w:rPr>
                      </w:pPr>
                    </w:p>
                  </w:txbxContent>
                </v:textbox>
                <w10:wrap anchorx="margin" anchory="page"/>
                <w10:anchorlock/>
              </v:shape>
            </w:pict>
          </mc:Fallback>
        </mc:AlternateContent>
      </w:r>
    </w:p>
    <w:tbl>
      <w:tblPr>
        <w:tblStyle w:val="Template"/>
        <w:tblpPr w:leftFromText="141" w:rightFromText="141" w:vertAnchor="text" w:tblpY="1"/>
        <w:tblOverlap w:val="never"/>
        <w:tblW w:w="9015" w:type="dxa"/>
        <w:tblLayout w:type="fixed"/>
        <w:tblLook w:val="04A0" w:firstRow="1" w:lastRow="0" w:firstColumn="1" w:lastColumn="0" w:noHBand="0" w:noVBand="1"/>
      </w:tblPr>
      <w:tblGrid>
        <w:gridCol w:w="4507"/>
        <w:gridCol w:w="4508"/>
      </w:tblGrid>
      <w:tr w:rsidR="00FF62A5" w:rsidRPr="001F049B" w:rsidTr="006D606E">
        <w:trPr>
          <w:trHeight w:val="1077"/>
        </w:trPr>
        <w:tc>
          <w:tcPr>
            <w:tcW w:w="4507" w:type="dxa"/>
            <w:tcMar>
              <w:right w:w="284" w:type="dxa"/>
            </w:tcMar>
          </w:tcPr>
          <w:bookmarkStart w:id="2" w:name="Kontaktblock" w:colFirst="0" w:colLast="0"/>
          <w:p w:rsidR="00306AFD" w:rsidRPr="001F049B" w:rsidRDefault="00FF62A5" w:rsidP="0098608F">
            <w:pPr>
              <w:pStyle w:val="AbsenderTitelStufeI"/>
            </w:pPr>
            <w:r w:rsidRPr="001F049B">
              <w:fldChar w:fldCharType="begin"/>
            </w:r>
            <w:r w:rsidRPr="001F049B">
              <w:instrText xml:space="preserve"> IF </w:instrText>
            </w:r>
            <w:r w:rsidRPr="001F049B">
              <w:fldChar w:fldCharType="begin"/>
            </w:r>
            <w:r w:rsidRPr="001F049B">
              <w:instrText xml:space="preserve"> DOCPROPERTY "Organisation.OrganisationLevel1"\*CHARFORMAT \&lt;OawJumpToField value=0/&gt;</w:instrText>
            </w:r>
            <w:r w:rsidRPr="001F049B">
              <w:fldChar w:fldCharType="separate"/>
            </w:r>
            <w:r w:rsidR="00306AFD" w:rsidRPr="001F049B">
              <w:instrText xml:space="preserve">Departement </w:instrText>
            </w:r>
          </w:p>
          <w:p w:rsidR="00306AFD" w:rsidRPr="001F049B" w:rsidRDefault="00306AFD" w:rsidP="0098608F">
            <w:pPr>
              <w:pStyle w:val="AbsenderTitelStufeI"/>
            </w:pPr>
            <w:r w:rsidRPr="001F049B">
              <w:instrText>Bildung, Kultur und Sport</w:instrText>
            </w:r>
            <w:r w:rsidR="00FF62A5" w:rsidRPr="001F049B">
              <w:fldChar w:fldCharType="end"/>
            </w:r>
            <w:r w:rsidR="00FF62A5" w:rsidRPr="001F049B">
              <w:instrText xml:space="preserve"> = "" "" "</w:instrText>
            </w:r>
            <w:r w:rsidR="00FF62A5" w:rsidRPr="001F049B">
              <w:fldChar w:fldCharType="begin"/>
            </w:r>
            <w:r w:rsidR="00FF62A5" w:rsidRPr="001F049B">
              <w:instrText xml:space="preserve"> DOCPROPERTY "Organisation.OrganisationLevel1"\*CHARFORMAT \&lt;OawJumpToField value=0/&gt;</w:instrText>
            </w:r>
            <w:r w:rsidR="00FF62A5" w:rsidRPr="001F049B">
              <w:fldChar w:fldCharType="separate"/>
            </w:r>
            <w:r w:rsidRPr="001F049B">
              <w:instrText xml:space="preserve">Departement </w:instrText>
            </w:r>
          </w:p>
          <w:p w:rsidR="00FF62A5" w:rsidRPr="001F049B" w:rsidRDefault="00306AFD" w:rsidP="0098608F">
            <w:pPr>
              <w:pStyle w:val="AbsenderTitelStufeI"/>
            </w:pPr>
            <w:r w:rsidRPr="001F049B">
              <w:instrText>Bildung, Kultur und Sport</w:instrText>
            </w:r>
            <w:r w:rsidR="00FF62A5" w:rsidRPr="001F049B">
              <w:fldChar w:fldCharType="end"/>
            </w:r>
          </w:p>
          <w:p w:rsidR="00306AFD" w:rsidRPr="001F049B" w:rsidRDefault="00FF62A5" w:rsidP="0098608F">
            <w:pPr>
              <w:pStyle w:val="AbsenderTitelStufeI"/>
              <w:rPr>
                <w:noProof/>
              </w:rPr>
            </w:pPr>
            <w:r w:rsidRPr="001F049B">
              <w:instrText>" \&lt;OawJumpToField value=0/&gt;</w:instrText>
            </w:r>
            <w:r w:rsidRPr="001F049B">
              <w:rPr>
                <w:b w:val="0"/>
                <w:caps w:val="0"/>
              </w:rPr>
              <w:fldChar w:fldCharType="separate"/>
            </w:r>
            <w:r w:rsidR="00306AFD" w:rsidRPr="001F049B">
              <w:rPr>
                <w:noProof/>
              </w:rPr>
              <w:t xml:space="preserve">Departement </w:t>
            </w:r>
          </w:p>
          <w:p w:rsidR="00306AFD" w:rsidRPr="001F049B" w:rsidRDefault="00306AFD" w:rsidP="0098608F">
            <w:pPr>
              <w:pStyle w:val="AbsenderTitelStufeI"/>
              <w:rPr>
                <w:noProof/>
              </w:rPr>
            </w:pPr>
            <w:r w:rsidRPr="001F049B">
              <w:rPr>
                <w:noProof/>
              </w:rPr>
              <w:t>Bildung, Kultur und Sport</w:t>
            </w:r>
          </w:p>
          <w:p w:rsidR="00FF62A5" w:rsidRPr="001F049B" w:rsidRDefault="00FF62A5" w:rsidP="0098608F">
            <w:pPr>
              <w:pStyle w:val="AbsenderTitelStufeII"/>
            </w:pPr>
            <w:r w:rsidRPr="001F049B">
              <w:fldChar w:fldCharType="end"/>
            </w:r>
            <w:r w:rsidRPr="001F049B">
              <w:fldChar w:fldCharType="begin"/>
            </w:r>
            <w:r w:rsidRPr="001F049B">
              <w:instrText xml:space="preserve"> IF </w:instrText>
            </w:r>
            <w:r w:rsidRPr="001F049B">
              <w:fldChar w:fldCharType="begin"/>
            </w:r>
            <w:r w:rsidRPr="001F049B">
              <w:instrText xml:space="preserve"> DOCPROPERTY "Organisation.OrganisationLevel2"\*CHARFORMAT \&lt;OawJumpToField value=0/&gt;</w:instrText>
            </w:r>
            <w:r w:rsidRPr="001F049B">
              <w:fldChar w:fldCharType="separate"/>
            </w:r>
            <w:r w:rsidR="00306AFD" w:rsidRPr="001F049B">
              <w:instrText>Abteilung Sonderschulung, Heime und Werkstätten</w:instrText>
            </w:r>
            <w:r w:rsidRPr="001F049B">
              <w:fldChar w:fldCharType="end"/>
            </w:r>
            <w:r w:rsidRPr="001F049B">
              <w:instrText xml:space="preserve"> = "" "" "</w:instrText>
            </w:r>
            <w:r w:rsidRPr="001F049B">
              <w:fldChar w:fldCharType="begin"/>
            </w:r>
            <w:r w:rsidRPr="001F049B">
              <w:instrText xml:space="preserve"> DOCPROPERTY "Organisation.OrganisationLevel2"\*CHARFORMAT \&lt;OawJumpToField value=0/&gt;</w:instrText>
            </w:r>
            <w:r w:rsidRPr="001F049B">
              <w:fldChar w:fldCharType="separate"/>
            </w:r>
            <w:r w:rsidR="00306AFD" w:rsidRPr="001F049B">
              <w:instrText>Abteilung Sonderschulung, Heime und Werkstätten</w:instrText>
            </w:r>
            <w:r w:rsidRPr="001F049B">
              <w:fldChar w:fldCharType="end"/>
            </w:r>
          </w:p>
          <w:p w:rsidR="00306AFD" w:rsidRPr="001F049B" w:rsidRDefault="00FF62A5" w:rsidP="0098608F">
            <w:pPr>
              <w:pStyle w:val="AbsenderTitelStufeII"/>
              <w:rPr>
                <w:noProof/>
              </w:rPr>
            </w:pPr>
            <w:r w:rsidRPr="001F049B">
              <w:instrText>" \&lt;OawJumpToField value=0/&gt;</w:instrText>
            </w:r>
            <w:r w:rsidRPr="001F049B">
              <w:fldChar w:fldCharType="separate"/>
            </w:r>
            <w:r w:rsidR="00306AFD" w:rsidRPr="001F049B">
              <w:rPr>
                <w:noProof/>
              </w:rPr>
              <w:t>Abteilung Sonderschulung, Heime und Werkstätten</w:t>
            </w:r>
          </w:p>
          <w:p w:rsidR="00FF62A5" w:rsidRPr="001F049B" w:rsidRDefault="00FF62A5" w:rsidP="0098608F">
            <w:pPr>
              <w:pStyle w:val="AbsenderDistanz"/>
            </w:pPr>
            <w:r w:rsidRPr="001F049B">
              <w:fldChar w:fldCharType="end"/>
            </w:r>
            <w:r w:rsidRPr="001F049B">
              <w:fldChar w:fldCharType="begin"/>
            </w:r>
            <w:r w:rsidRPr="001F049B">
              <w:instrText xml:space="preserve"> IF </w:instrText>
            </w:r>
            <w:r w:rsidRPr="001F049B">
              <w:fldChar w:fldCharType="begin"/>
            </w:r>
            <w:r w:rsidRPr="001F049B">
              <w:instrText xml:space="preserve"> DOCPROPERTY "Organisation.OrganisationLevel3"\*CHARFORMAT \&lt;OawJumpToField value=0/&gt;</w:instrText>
            </w:r>
            <w:r w:rsidRPr="001F049B">
              <w:rPr>
                <w:highlight w:val="white"/>
              </w:rPr>
              <w:fldChar w:fldCharType="end"/>
            </w:r>
            <w:r w:rsidRPr="001F049B">
              <w:instrText xml:space="preserve"> = "" "" "</w:instrText>
            </w:r>
          </w:p>
          <w:p w:rsidR="00FF62A5" w:rsidRPr="001F049B" w:rsidRDefault="00FF62A5" w:rsidP="0098608F">
            <w:pPr>
              <w:pStyle w:val="AbsenderText"/>
            </w:pPr>
            <w:r w:rsidRPr="001F049B">
              <w:fldChar w:fldCharType="begin"/>
            </w:r>
            <w:r w:rsidRPr="001F049B">
              <w:instrText xml:space="preserve"> DOCPROPERTY "Organisation.OrganisationLevel3"\*CHARFORMAT \&lt;OawJumpToField value=0/&gt;</w:instrText>
            </w:r>
            <w:r w:rsidRPr="001F049B">
              <w:fldChar w:fldCharType="separate"/>
            </w:r>
            <w:r w:rsidR="00926B84" w:rsidRPr="001F049B">
              <w:instrText>Organisation.OrganisationLevel3</w:instrText>
            </w:r>
            <w:r w:rsidRPr="001F049B">
              <w:rPr>
                <w:highlight w:val="white"/>
              </w:rPr>
              <w:fldChar w:fldCharType="end"/>
            </w:r>
          </w:p>
          <w:p w:rsidR="00FF62A5" w:rsidRPr="001F049B" w:rsidRDefault="00FF62A5" w:rsidP="0098608F">
            <w:pPr>
              <w:pStyle w:val="AbsenderDistanz2"/>
              <w:rPr>
                <w:highlight w:val="white"/>
              </w:rPr>
            </w:pPr>
            <w:r w:rsidRPr="001F049B">
              <w:instrText>" \&lt;OawJumpToField value=0/&gt;</w:instrText>
            </w:r>
            <w:r w:rsidRPr="001F049B">
              <w:fldChar w:fldCharType="end"/>
            </w:r>
          </w:p>
        </w:tc>
        <w:tc>
          <w:tcPr>
            <w:tcW w:w="4507" w:type="dxa"/>
          </w:tcPr>
          <w:p w:rsidR="00FF62A5" w:rsidRPr="001F049B" w:rsidRDefault="00FF62A5" w:rsidP="0098608F">
            <w:pPr>
              <w:pStyle w:val="AbsenderTitelStufeI"/>
            </w:pPr>
            <w:r w:rsidRPr="001F049B">
              <w:fldChar w:fldCharType="begin"/>
            </w:r>
            <w:r w:rsidRPr="001F049B">
              <w:instrText xml:space="preserve"> IF </w:instrText>
            </w:r>
            <w:r w:rsidRPr="001F049B">
              <w:fldChar w:fldCharType="begin"/>
            </w:r>
            <w:r w:rsidRPr="001F049B">
              <w:instrText xml:space="preserve"> DOCPROPERTY "Organisation</w:instrText>
            </w:r>
            <w:r w:rsidR="002D2929" w:rsidRPr="001F049B">
              <w:instrText>2</w:instrText>
            </w:r>
            <w:r w:rsidRPr="001F049B">
              <w:instrText>.OrganisationLevel1"\*CHARFORMAT \&lt;OawJumpToField value=0/&gt;</w:instrText>
            </w:r>
            <w:r w:rsidRPr="001F049B">
              <w:fldChar w:fldCharType="end"/>
            </w:r>
            <w:r w:rsidRPr="001F049B">
              <w:instrText xml:space="preserve"> = "" "" "</w:instrText>
            </w:r>
            <w:r w:rsidRPr="001F049B">
              <w:fldChar w:fldCharType="begin"/>
            </w:r>
            <w:r w:rsidRPr="001F049B">
              <w:instrText xml:space="preserve"> DOCPROPERTY "Organisation</w:instrText>
            </w:r>
            <w:r w:rsidR="002D2929" w:rsidRPr="001F049B">
              <w:instrText>2</w:instrText>
            </w:r>
            <w:r w:rsidRPr="001F049B">
              <w:instrText>.OrganisationLevel1"\*CHARFORMAT \&lt;OawJumpToField value=0/&gt;</w:instrText>
            </w:r>
            <w:r w:rsidRPr="001F049B">
              <w:fldChar w:fldCharType="separate"/>
            </w:r>
            <w:r w:rsidR="00926B84" w:rsidRPr="001F049B">
              <w:instrText>Organisation2.OrganisationLevel1</w:instrText>
            </w:r>
            <w:r w:rsidRPr="001F049B">
              <w:fldChar w:fldCharType="end"/>
            </w:r>
          </w:p>
          <w:p w:rsidR="00FF62A5" w:rsidRPr="001F049B" w:rsidRDefault="00FF62A5" w:rsidP="0098608F">
            <w:pPr>
              <w:pStyle w:val="AbsenderTitelStufeII"/>
            </w:pPr>
            <w:r w:rsidRPr="001F049B">
              <w:instrText>" \&lt;OawJumpToField value=0/&gt;</w:instrText>
            </w:r>
            <w:r w:rsidRPr="001F049B">
              <w:fldChar w:fldCharType="end"/>
            </w:r>
            <w:r w:rsidRPr="001F049B">
              <w:fldChar w:fldCharType="begin"/>
            </w:r>
            <w:r w:rsidRPr="001F049B">
              <w:instrText xml:space="preserve"> IF </w:instrText>
            </w:r>
            <w:r w:rsidRPr="001F049B">
              <w:fldChar w:fldCharType="begin"/>
            </w:r>
            <w:r w:rsidRPr="001F049B">
              <w:instrText xml:space="preserve"> DOCPROPERTY "Organisation</w:instrText>
            </w:r>
            <w:r w:rsidR="002D2929" w:rsidRPr="001F049B">
              <w:instrText>2</w:instrText>
            </w:r>
            <w:r w:rsidRPr="001F049B">
              <w:instrText>.OrganisationLevel2"\*CHARFORMAT \&lt;OawJumpToField value=0/&gt;</w:instrText>
            </w:r>
            <w:r w:rsidRPr="001F049B">
              <w:fldChar w:fldCharType="end"/>
            </w:r>
            <w:r w:rsidRPr="001F049B">
              <w:instrText xml:space="preserve"> = "" "" "</w:instrText>
            </w:r>
            <w:r w:rsidRPr="001F049B">
              <w:fldChar w:fldCharType="begin"/>
            </w:r>
            <w:r w:rsidRPr="001F049B">
              <w:instrText xml:space="preserve"> DOCPROPERTY "Organisation</w:instrText>
            </w:r>
            <w:r w:rsidR="002D2929" w:rsidRPr="001F049B">
              <w:instrText>2</w:instrText>
            </w:r>
            <w:r w:rsidRPr="001F049B">
              <w:instrText>.OrganisationLevel2"\*CHARFORMAT \&lt;OawJumpToField value=0/&gt;</w:instrText>
            </w:r>
            <w:r w:rsidRPr="001F049B">
              <w:fldChar w:fldCharType="separate"/>
            </w:r>
            <w:r w:rsidR="00926B84" w:rsidRPr="001F049B">
              <w:instrText>Organisation2.OrganisationLevel2</w:instrText>
            </w:r>
            <w:r w:rsidRPr="001F049B">
              <w:fldChar w:fldCharType="end"/>
            </w:r>
          </w:p>
          <w:p w:rsidR="00FF62A5" w:rsidRPr="001F049B" w:rsidRDefault="00FF62A5" w:rsidP="0098608F">
            <w:pPr>
              <w:pStyle w:val="AbsenderDistanz"/>
            </w:pPr>
            <w:r w:rsidRPr="001F049B">
              <w:instrText>" \&lt;OawJumpToField value=0/&gt;</w:instrText>
            </w:r>
            <w:r w:rsidRPr="001F049B">
              <w:fldChar w:fldCharType="end"/>
            </w:r>
            <w:r w:rsidRPr="001F049B">
              <w:fldChar w:fldCharType="begin"/>
            </w:r>
            <w:r w:rsidRPr="001F049B">
              <w:instrText xml:space="preserve"> IF </w:instrText>
            </w:r>
            <w:r w:rsidRPr="001F049B">
              <w:fldChar w:fldCharType="begin"/>
            </w:r>
            <w:r w:rsidRPr="001F049B">
              <w:instrText xml:space="preserve"> DOCPROPERTY "Organisation</w:instrText>
            </w:r>
            <w:r w:rsidR="002D2929" w:rsidRPr="001F049B">
              <w:instrText>2</w:instrText>
            </w:r>
            <w:r w:rsidRPr="001F049B">
              <w:instrText>.OrganisationLevel3"\*CHARFORMAT \&lt;OawJumpToField value=0/&gt;</w:instrText>
            </w:r>
            <w:r w:rsidRPr="001F049B">
              <w:rPr>
                <w:highlight w:val="white"/>
              </w:rPr>
              <w:fldChar w:fldCharType="end"/>
            </w:r>
            <w:r w:rsidRPr="001F049B">
              <w:instrText xml:space="preserve"> = "" "" "</w:instrText>
            </w:r>
          </w:p>
          <w:p w:rsidR="00FF62A5" w:rsidRPr="001F049B" w:rsidRDefault="00FF62A5" w:rsidP="0098608F">
            <w:pPr>
              <w:pStyle w:val="AbsenderText"/>
            </w:pPr>
            <w:r w:rsidRPr="001F049B">
              <w:fldChar w:fldCharType="begin"/>
            </w:r>
            <w:r w:rsidRPr="001F049B">
              <w:instrText xml:space="preserve"> DOCPROPERTY "Organisation</w:instrText>
            </w:r>
            <w:r w:rsidR="002D2929" w:rsidRPr="001F049B">
              <w:instrText>2</w:instrText>
            </w:r>
            <w:r w:rsidRPr="001F049B">
              <w:instrText>.OrganisationLevel3"\*CHARFORMAT \&lt;OawJumpToField value=0/&gt;</w:instrText>
            </w:r>
            <w:r w:rsidRPr="001F049B">
              <w:fldChar w:fldCharType="separate"/>
            </w:r>
            <w:r w:rsidR="00926B84" w:rsidRPr="001F049B">
              <w:instrText>Organisation2.OrganisationLevel3</w:instrText>
            </w:r>
            <w:r w:rsidRPr="001F049B">
              <w:rPr>
                <w:highlight w:val="white"/>
              </w:rPr>
              <w:fldChar w:fldCharType="end"/>
            </w:r>
          </w:p>
          <w:p w:rsidR="00FF62A5" w:rsidRPr="001F049B" w:rsidRDefault="00FF62A5" w:rsidP="0098608F">
            <w:pPr>
              <w:pStyle w:val="AbsenderDistanz2"/>
              <w:rPr>
                <w:highlight w:val="white"/>
              </w:rPr>
            </w:pPr>
            <w:r w:rsidRPr="001F049B">
              <w:instrText>" \&lt;OawJumpToField value=0/&gt;</w:instrText>
            </w:r>
            <w:r w:rsidRPr="001F049B">
              <w:fldChar w:fldCharType="end"/>
            </w:r>
          </w:p>
        </w:tc>
      </w:tr>
      <w:tr w:rsidR="00FF62A5" w:rsidRPr="001F049B" w:rsidTr="006D606E">
        <w:tc>
          <w:tcPr>
            <w:tcW w:w="9015" w:type="dxa"/>
            <w:gridSpan w:val="2"/>
            <w:hideMark/>
          </w:tcPr>
          <w:p w:rsidR="00FF62A5" w:rsidRPr="001F049B" w:rsidRDefault="00FF62A5" w:rsidP="00FF62A5">
            <w:pPr>
              <w:pStyle w:val="Datum"/>
              <w:rPr>
                <w:highlight w:val="white"/>
              </w:rPr>
            </w:pPr>
            <w:bookmarkStart w:id="3" w:name="DatumZusatz"/>
            <w:bookmarkEnd w:id="2"/>
            <w:bookmarkEnd w:id="3"/>
          </w:p>
        </w:tc>
      </w:tr>
      <w:tr w:rsidR="00FF62A5" w:rsidRPr="001F049B" w:rsidTr="006D606E">
        <w:trPr>
          <w:trHeight w:val="91"/>
        </w:trPr>
        <w:tc>
          <w:tcPr>
            <w:tcW w:w="9015" w:type="dxa"/>
            <w:gridSpan w:val="2"/>
          </w:tcPr>
          <w:p w:rsidR="00FF62A5" w:rsidRPr="001F049B" w:rsidRDefault="00373342" w:rsidP="00FF62A5">
            <w:pPr>
              <w:pStyle w:val="DokumentTyp"/>
              <w:rPr>
                <w:highlight w:val="white"/>
              </w:rPr>
            </w:pPr>
            <w:bookmarkStart w:id="4" w:name="DocumentType" w:colFirst="0" w:colLast="0"/>
            <w:r w:rsidRPr="001F049B">
              <w:t>Formular</w:t>
            </w:r>
          </w:p>
        </w:tc>
      </w:tr>
      <w:tr w:rsidR="00FF62A5" w:rsidRPr="001F049B" w:rsidTr="006D606E">
        <w:tc>
          <w:tcPr>
            <w:tcW w:w="9015" w:type="dxa"/>
            <w:gridSpan w:val="2"/>
          </w:tcPr>
          <w:p w:rsidR="00FF62A5" w:rsidRPr="001F049B" w:rsidRDefault="00E72184" w:rsidP="00CC10A5">
            <w:pPr>
              <w:pStyle w:val="Betreff"/>
            </w:pPr>
            <w:bookmarkStart w:id="5" w:name="Subject" w:colFirst="0" w:colLast="0"/>
            <w:bookmarkEnd w:id="4"/>
            <w:r w:rsidRPr="001F049B">
              <w:t>Anmeldung Infrastruktur-Vorhaben</w:t>
            </w:r>
            <w:r w:rsidR="00373342" w:rsidRPr="001F049B">
              <w:br/>
            </w:r>
            <w:r w:rsidR="00373342" w:rsidRPr="001F049B">
              <w:rPr>
                <w:b w:val="0"/>
              </w:rPr>
              <w:t>gemäss Richtlinie für Infrastrukturvorhaben der anerkannten Einrichtungen für Menschen mit besonderen Betreuungsbedürfnissen</w:t>
            </w:r>
            <w:r w:rsidRPr="001F049B">
              <w:rPr>
                <w:b w:val="0"/>
              </w:rPr>
              <w:t xml:space="preserve"> </w:t>
            </w:r>
          </w:p>
        </w:tc>
      </w:tr>
      <w:bookmarkEnd w:id="5"/>
    </w:tbl>
    <w:p w:rsidR="00497839" w:rsidRPr="001F049B" w:rsidRDefault="00497839" w:rsidP="00E10F04">
      <w:pPr>
        <w:pStyle w:val="Minimal"/>
        <w:sectPr w:rsidR="00497839" w:rsidRPr="001F049B" w:rsidSect="00422862">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814" w:right="1134" w:bottom="1134" w:left="1814" w:header="482" w:footer="454" w:gutter="0"/>
          <w:cols w:space="720"/>
          <w:docGrid w:linePitch="272"/>
        </w:sectPr>
      </w:pPr>
    </w:p>
    <w:p w:rsidR="00EA24CC" w:rsidRPr="001F049B" w:rsidRDefault="00EA24CC" w:rsidP="00A34471">
      <w:pPr>
        <w:pStyle w:val="Separator"/>
        <w:spacing w:after="80" w:line="240" w:lineRule="auto"/>
        <w:rPr>
          <w:noProof/>
          <w:sz w:val="2"/>
          <w:szCs w:val="2"/>
          <w:highlight w:val="white"/>
        </w:rPr>
      </w:pPr>
    </w:p>
    <w:p w:rsidR="00EA24CC" w:rsidRPr="001F049B" w:rsidRDefault="00EA24CC" w:rsidP="00177951">
      <w:pPr>
        <w:pStyle w:val="Separator"/>
        <w:spacing w:line="240" w:lineRule="auto"/>
        <w:rPr>
          <w:noProof/>
          <w:sz w:val="2"/>
          <w:szCs w:val="2"/>
          <w:highlight w:val="white"/>
        </w:rPr>
      </w:pPr>
    </w:p>
    <w:p w:rsidR="000E6C03" w:rsidRPr="001F049B" w:rsidRDefault="000E6C03" w:rsidP="008E06FF">
      <w:pPr>
        <w:spacing w:line="0" w:lineRule="atLeast"/>
        <w:ind w:right="29"/>
        <w:rPr>
          <w:sz w:val="2"/>
          <w:szCs w:val="2"/>
        </w:rPr>
      </w:pPr>
    </w:p>
    <w:p w:rsidR="00516C6F" w:rsidRPr="001F049B" w:rsidRDefault="00373342" w:rsidP="00CE448C">
      <w:pPr>
        <w:pStyle w:val="Titel"/>
      </w:pPr>
      <w:r w:rsidRPr="001F049B">
        <w:t>Einrichtung</w:t>
      </w:r>
    </w:p>
    <w:tbl>
      <w:tblPr>
        <w:tblStyle w:val="Tabellenraster"/>
        <w:tblW w:w="0" w:type="auto"/>
        <w:tblLook w:val="04A0" w:firstRow="1" w:lastRow="0" w:firstColumn="1" w:lastColumn="0" w:noHBand="0" w:noVBand="1"/>
      </w:tblPr>
      <w:tblGrid>
        <w:gridCol w:w="3544"/>
        <w:gridCol w:w="5528"/>
      </w:tblGrid>
      <w:tr w:rsidR="00704806" w:rsidRPr="001F049B" w:rsidTr="00682335">
        <w:trPr>
          <w:cnfStyle w:val="100000000000" w:firstRow="1" w:lastRow="0" w:firstColumn="0" w:lastColumn="0" w:oddVBand="0" w:evenVBand="0" w:oddHBand="0" w:evenHBand="0" w:firstRowFirstColumn="0" w:firstRowLastColumn="0" w:lastRowFirstColumn="0" w:lastRowLastColumn="0"/>
        </w:trPr>
        <w:tc>
          <w:tcPr>
            <w:tcW w:w="3544" w:type="dxa"/>
            <w:tcBorders>
              <w:top w:val="nil"/>
              <w:bottom w:val="nil"/>
              <w:right w:val="nil"/>
            </w:tcBorders>
          </w:tcPr>
          <w:p w:rsidR="00704806" w:rsidRPr="001F049B" w:rsidRDefault="00704806" w:rsidP="00704806">
            <w:pPr>
              <w:pStyle w:val="Blocktext"/>
              <w:spacing w:before="40" w:after="40" w:line="240" w:lineRule="auto"/>
              <w:rPr>
                <w:szCs w:val="18"/>
              </w:rPr>
            </w:pPr>
            <w:r w:rsidRPr="001F049B">
              <w:rPr>
                <w:szCs w:val="18"/>
              </w:rPr>
              <w:t>Name der Einrichtung</w:t>
            </w:r>
          </w:p>
        </w:tc>
        <w:tc>
          <w:tcPr>
            <w:tcW w:w="5528" w:type="dxa"/>
            <w:tcBorders>
              <w:left w:val="nil"/>
            </w:tcBorders>
            <w:shd w:val="clear" w:color="auto" w:fill="F2F2F2" w:themeFill="background1" w:themeFillShade="F2"/>
          </w:tcPr>
          <w:p w:rsidR="00704806" w:rsidRPr="001F049B" w:rsidRDefault="00704806" w:rsidP="007E0599">
            <w:pPr>
              <w:pStyle w:val="Blocktext"/>
              <w:spacing w:before="40" w:after="40" w:line="240" w:lineRule="auto"/>
              <w:ind w:left="198"/>
              <w:rPr>
                <w:b/>
                <w:szCs w:val="18"/>
              </w:rPr>
            </w:pPr>
          </w:p>
        </w:tc>
      </w:tr>
      <w:tr w:rsidR="00704806" w:rsidRPr="001F049B" w:rsidTr="00682335">
        <w:tc>
          <w:tcPr>
            <w:tcW w:w="3544" w:type="dxa"/>
            <w:tcBorders>
              <w:top w:val="nil"/>
              <w:bottom w:val="nil"/>
              <w:right w:val="nil"/>
            </w:tcBorders>
          </w:tcPr>
          <w:p w:rsidR="00704806" w:rsidRPr="001F049B" w:rsidRDefault="00704806" w:rsidP="00704806">
            <w:pPr>
              <w:pStyle w:val="Blocktext"/>
              <w:spacing w:before="40" w:after="40" w:line="240" w:lineRule="auto"/>
              <w:rPr>
                <w:szCs w:val="18"/>
              </w:rPr>
            </w:pPr>
            <w:r w:rsidRPr="001F049B">
              <w:rPr>
                <w:szCs w:val="18"/>
              </w:rPr>
              <w:t>Adresse der Einrichtung</w:t>
            </w:r>
          </w:p>
        </w:tc>
        <w:tc>
          <w:tcPr>
            <w:tcW w:w="5528" w:type="dxa"/>
            <w:tcBorders>
              <w:left w:val="nil"/>
            </w:tcBorders>
          </w:tcPr>
          <w:p w:rsidR="00704806" w:rsidRPr="001F049B" w:rsidRDefault="00704806" w:rsidP="007E0599">
            <w:pPr>
              <w:pStyle w:val="Blocktext"/>
              <w:spacing w:before="40" w:after="40" w:line="240" w:lineRule="auto"/>
              <w:ind w:left="198"/>
              <w:rPr>
                <w:szCs w:val="18"/>
              </w:rPr>
            </w:pPr>
          </w:p>
        </w:tc>
      </w:tr>
      <w:tr w:rsidR="00704806" w:rsidRPr="001F049B" w:rsidTr="00682335">
        <w:tc>
          <w:tcPr>
            <w:tcW w:w="3544" w:type="dxa"/>
            <w:tcBorders>
              <w:top w:val="nil"/>
              <w:bottom w:val="nil"/>
              <w:right w:val="nil"/>
            </w:tcBorders>
          </w:tcPr>
          <w:p w:rsidR="00704806" w:rsidRPr="001F049B" w:rsidRDefault="00704806" w:rsidP="00704806">
            <w:pPr>
              <w:pStyle w:val="Blocktext"/>
              <w:spacing w:before="40" w:after="40" w:line="240" w:lineRule="auto"/>
              <w:rPr>
                <w:szCs w:val="18"/>
              </w:rPr>
            </w:pPr>
            <w:r w:rsidRPr="001F049B">
              <w:rPr>
                <w:szCs w:val="18"/>
              </w:rPr>
              <w:t>Projektbezeichnung</w:t>
            </w:r>
            <w:r w:rsidR="00875D7C" w:rsidRPr="001F049B">
              <w:rPr>
                <w:szCs w:val="18"/>
              </w:rPr>
              <w:t xml:space="preserve"> / Standort</w:t>
            </w:r>
          </w:p>
        </w:tc>
        <w:tc>
          <w:tcPr>
            <w:tcW w:w="5528" w:type="dxa"/>
            <w:tcBorders>
              <w:left w:val="nil"/>
            </w:tcBorders>
            <w:shd w:val="clear" w:color="auto" w:fill="F2F2F2" w:themeFill="background1" w:themeFillShade="F2"/>
          </w:tcPr>
          <w:p w:rsidR="00704806" w:rsidRPr="001F049B" w:rsidRDefault="00704806" w:rsidP="007E0599">
            <w:pPr>
              <w:pStyle w:val="Blocktext"/>
              <w:spacing w:before="40" w:after="40" w:line="240" w:lineRule="auto"/>
              <w:ind w:left="198"/>
              <w:rPr>
                <w:b/>
                <w:szCs w:val="18"/>
              </w:rPr>
            </w:pPr>
          </w:p>
        </w:tc>
      </w:tr>
      <w:tr w:rsidR="007E0599" w:rsidRPr="001F049B" w:rsidTr="00682335">
        <w:tc>
          <w:tcPr>
            <w:tcW w:w="3544" w:type="dxa"/>
            <w:tcBorders>
              <w:top w:val="nil"/>
              <w:bottom w:val="nil"/>
              <w:right w:val="nil"/>
            </w:tcBorders>
          </w:tcPr>
          <w:p w:rsidR="007E0599" w:rsidRPr="001F049B" w:rsidRDefault="007E0599" w:rsidP="00704806">
            <w:pPr>
              <w:pStyle w:val="Blocktext"/>
              <w:tabs>
                <w:tab w:val="left" w:pos="1685"/>
              </w:tabs>
              <w:spacing w:before="40" w:after="40" w:line="240" w:lineRule="auto"/>
              <w:rPr>
                <w:szCs w:val="18"/>
              </w:rPr>
            </w:pPr>
            <w:r w:rsidRPr="001F049B">
              <w:rPr>
                <w:szCs w:val="18"/>
              </w:rPr>
              <w:t>wenn vorhanden, AGV-Nr.</w:t>
            </w:r>
          </w:p>
        </w:tc>
        <w:tc>
          <w:tcPr>
            <w:tcW w:w="5528" w:type="dxa"/>
            <w:tcBorders>
              <w:left w:val="nil"/>
            </w:tcBorders>
          </w:tcPr>
          <w:p w:rsidR="007E0599" w:rsidRPr="001F049B" w:rsidRDefault="007E0599" w:rsidP="007E0599">
            <w:pPr>
              <w:pStyle w:val="Blocktext"/>
              <w:spacing w:before="40" w:after="40" w:line="240" w:lineRule="auto"/>
              <w:ind w:left="198"/>
              <w:rPr>
                <w:szCs w:val="18"/>
              </w:rPr>
            </w:pPr>
          </w:p>
        </w:tc>
      </w:tr>
      <w:tr w:rsidR="00704806" w:rsidRPr="001F049B" w:rsidTr="00682335">
        <w:tc>
          <w:tcPr>
            <w:tcW w:w="3544" w:type="dxa"/>
            <w:tcBorders>
              <w:top w:val="nil"/>
              <w:bottom w:val="nil"/>
              <w:right w:val="nil"/>
            </w:tcBorders>
          </w:tcPr>
          <w:p w:rsidR="00704806" w:rsidRPr="001F049B" w:rsidRDefault="00704806" w:rsidP="00704806">
            <w:pPr>
              <w:pStyle w:val="Blocktext"/>
              <w:tabs>
                <w:tab w:val="left" w:pos="1685"/>
              </w:tabs>
              <w:spacing w:before="40" w:after="40" w:line="240" w:lineRule="auto"/>
              <w:rPr>
                <w:szCs w:val="18"/>
              </w:rPr>
            </w:pPr>
            <w:r w:rsidRPr="001F049B">
              <w:rPr>
                <w:szCs w:val="18"/>
              </w:rPr>
              <w:t>Kontaktperson</w:t>
            </w:r>
            <w:r w:rsidRPr="001F049B">
              <w:rPr>
                <w:szCs w:val="18"/>
              </w:rPr>
              <w:tab/>
              <w:t>Name Vorname</w:t>
            </w:r>
          </w:p>
        </w:tc>
        <w:tc>
          <w:tcPr>
            <w:tcW w:w="5528" w:type="dxa"/>
            <w:tcBorders>
              <w:left w:val="nil"/>
            </w:tcBorders>
            <w:shd w:val="clear" w:color="auto" w:fill="F2F2F2" w:themeFill="background1" w:themeFillShade="F2"/>
          </w:tcPr>
          <w:p w:rsidR="00704806" w:rsidRPr="001F049B" w:rsidRDefault="00704806" w:rsidP="007E0599">
            <w:pPr>
              <w:pStyle w:val="Blocktext"/>
              <w:spacing w:before="40" w:after="40" w:line="240" w:lineRule="auto"/>
              <w:ind w:left="198"/>
              <w:rPr>
                <w:szCs w:val="18"/>
              </w:rPr>
            </w:pPr>
          </w:p>
        </w:tc>
      </w:tr>
      <w:tr w:rsidR="00704806" w:rsidRPr="001F049B" w:rsidTr="00682335">
        <w:tc>
          <w:tcPr>
            <w:tcW w:w="3544" w:type="dxa"/>
            <w:tcBorders>
              <w:top w:val="nil"/>
              <w:bottom w:val="nil"/>
              <w:right w:val="nil"/>
            </w:tcBorders>
          </w:tcPr>
          <w:p w:rsidR="00704806" w:rsidRPr="001F049B" w:rsidRDefault="00704806" w:rsidP="00704806">
            <w:pPr>
              <w:pStyle w:val="Blocktext"/>
              <w:tabs>
                <w:tab w:val="left" w:pos="1685"/>
              </w:tabs>
              <w:spacing w:before="40" w:after="40" w:line="240" w:lineRule="auto"/>
              <w:rPr>
                <w:szCs w:val="18"/>
              </w:rPr>
            </w:pPr>
            <w:r w:rsidRPr="001F049B">
              <w:rPr>
                <w:szCs w:val="18"/>
              </w:rPr>
              <w:tab/>
              <w:t>E-Mail-Adresse</w:t>
            </w:r>
          </w:p>
        </w:tc>
        <w:tc>
          <w:tcPr>
            <w:tcW w:w="5528" w:type="dxa"/>
            <w:tcBorders>
              <w:left w:val="nil"/>
            </w:tcBorders>
          </w:tcPr>
          <w:p w:rsidR="00704806" w:rsidRPr="001F049B" w:rsidRDefault="00704806" w:rsidP="007E0599">
            <w:pPr>
              <w:pStyle w:val="Blocktext"/>
              <w:tabs>
                <w:tab w:val="left" w:pos="1685"/>
              </w:tabs>
              <w:spacing w:before="40" w:after="40" w:line="240" w:lineRule="auto"/>
              <w:ind w:left="198"/>
              <w:rPr>
                <w:szCs w:val="18"/>
              </w:rPr>
            </w:pPr>
          </w:p>
        </w:tc>
      </w:tr>
      <w:tr w:rsidR="00704806" w:rsidRPr="001F049B" w:rsidTr="00682335">
        <w:tc>
          <w:tcPr>
            <w:tcW w:w="3544" w:type="dxa"/>
            <w:tcBorders>
              <w:top w:val="nil"/>
              <w:bottom w:val="nil"/>
              <w:right w:val="nil"/>
            </w:tcBorders>
          </w:tcPr>
          <w:p w:rsidR="00704806" w:rsidRPr="001F049B" w:rsidRDefault="00704806" w:rsidP="00704806">
            <w:pPr>
              <w:pStyle w:val="Blocktext"/>
              <w:tabs>
                <w:tab w:val="left" w:pos="1685"/>
              </w:tabs>
              <w:spacing w:before="40" w:after="40" w:line="240" w:lineRule="auto"/>
              <w:rPr>
                <w:szCs w:val="18"/>
              </w:rPr>
            </w:pPr>
            <w:r w:rsidRPr="001F049B">
              <w:rPr>
                <w:szCs w:val="18"/>
              </w:rPr>
              <w:tab/>
              <w:t>Telefonnummer</w:t>
            </w:r>
          </w:p>
        </w:tc>
        <w:tc>
          <w:tcPr>
            <w:tcW w:w="5528" w:type="dxa"/>
            <w:tcBorders>
              <w:left w:val="nil"/>
            </w:tcBorders>
          </w:tcPr>
          <w:p w:rsidR="00704806" w:rsidRPr="001F049B" w:rsidRDefault="00704806" w:rsidP="007E0599">
            <w:pPr>
              <w:pStyle w:val="Blocktext"/>
              <w:tabs>
                <w:tab w:val="left" w:pos="1685"/>
              </w:tabs>
              <w:spacing w:before="40" w:after="40" w:line="240" w:lineRule="auto"/>
              <w:ind w:left="198"/>
              <w:rPr>
                <w:szCs w:val="18"/>
              </w:rPr>
            </w:pPr>
          </w:p>
        </w:tc>
      </w:tr>
      <w:tr w:rsidR="00704806" w:rsidRPr="001F049B" w:rsidTr="00682335">
        <w:tc>
          <w:tcPr>
            <w:tcW w:w="3544" w:type="dxa"/>
            <w:tcBorders>
              <w:top w:val="nil"/>
              <w:bottom w:val="nil"/>
              <w:right w:val="nil"/>
            </w:tcBorders>
          </w:tcPr>
          <w:p w:rsidR="00704806" w:rsidRPr="001F049B" w:rsidRDefault="00704806" w:rsidP="00704806">
            <w:pPr>
              <w:pStyle w:val="Blocktext"/>
              <w:tabs>
                <w:tab w:val="left" w:pos="1685"/>
              </w:tabs>
              <w:spacing w:before="40" w:after="40" w:line="240" w:lineRule="auto"/>
              <w:rPr>
                <w:szCs w:val="18"/>
              </w:rPr>
            </w:pPr>
            <w:r w:rsidRPr="001F049B">
              <w:rPr>
                <w:szCs w:val="18"/>
              </w:rPr>
              <w:t>Datum</w:t>
            </w:r>
          </w:p>
        </w:tc>
        <w:tc>
          <w:tcPr>
            <w:tcW w:w="5528" w:type="dxa"/>
            <w:tcBorders>
              <w:left w:val="nil"/>
            </w:tcBorders>
            <w:shd w:val="clear" w:color="auto" w:fill="F2F2F2" w:themeFill="background1" w:themeFillShade="F2"/>
          </w:tcPr>
          <w:p w:rsidR="00704806" w:rsidRPr="001F049B" w:rsidRDefault="00704806" w:rsidP="007E0599">
            <w:pPr>
              <w:pStyle w:val="Blocktext"/>
              <w:tabs>
                <w:tab w:val="left" w:pos="1685"/>
              </w:tabs>
              <w:spacing w:before="40" w:after="40" w:line="240" w:lineRule="auto"/>
              <w:ind w:left="198"/>
              <w:rPr>
                <w:b/>
                <w:szCs w:val="18"/>
              </w:rPr>
            </w:pPr>
          </w:p>
        </w:tc>
      </w:tr>
    </w:tbl>
    <w:p w:rsidR="00704806" w:rsidRPr="001F049B" w:rsidRDefault="00704806" w:rsidP="00704806">
      <w:pPr>
        <w:pStyle w:val="Blocktext"/>
      </w:pPr>
    </w:p>
    <w:tbl>
      <w:tblPr>
        <w:tblStyle w:val="Tabellenraster"/>
        <w:tblW w:w="9072" w:type="dxa"/>
        <w:tblLayout w:type="fixed"/>
        <w:tblLook w:val="04A0" w:firstRow="1" w:lastRow="0" w:firstColumn="1" w:lastColumn="0" w:noHBand="0" w:noVBand="1"/>
      </w:tblPr>
      <w:tblGrid>
        <w:gridCol w:w="7173"/>
        <w:gridCol w:w="907"/>
        <w:gridCol w:w="992"/>
      </w:tblGrid>
      <w:tr w:rsidR="00683100" w:rsidRPr="001F049B" w:rsidTr="00682335">
        <w:trPr>
          <w:cnfStyle w:val="100000000000" w:firstRow="1" w:lastRow="0" w:firstColumn="0" w:lastColumn="0" w:oddVBand="0" w:evenVBand="0" w:oddHBand="0" w:evenHBand="0" w:firstRowFirstColumn="0" w:firstRowLastColumn="0" w:lastRowFirstColumn="0" w:lastRowLastColumn="0"/>
          <w:tblHeader w:val="0"/>
        </w:trPr>
        <w:tc>
          <w:tcPr>
            <w:tcW w:w="7173" w:type="dxa"/>
          </w:tcPr>
          <w:p w:rsidR="00683100" w:rsidRPr="001F049B" w:rsidRDefault="00683100" w:rsidP="00683100">
            <w:pPr>
              <w:spacing w:before="40" w:after="40" w:line="240" w:lineRule="auto"/>
            </w:pPr>
            <w:r w:rsidRPr="001F049B">
              <w:t xml:space="preserve">Besteht eine Dringlichkeit, die eine rasche Bearbeitung des Vorhabens bedingt? </w:t>
            </w:r>
          </w:p>
        </w:tc>
        <w:tc>
          <w:tcPr>
            <w:tcW w:w="907" w:type="dxa"/>
          </w:tcPr>
          <w:p w:rsidR="00683100" w:rsidRPr="001F049B" w:rsidRDefault="00683100" w:rsidP="00683100">
            <w:pPr>
              <w:spacing w:before="40" w:after="40" w:line="240" w:lineRule="auto"/>
              <w:jc w:val="center"/>
            </w:pPr>
            <w:r w:rsidRPr="001F049B">
              <w:sym w:font="Wingdings" w:char="F06F"/>
            </w:r>
            <w:r w:rsidRPr="001F049B">
              <w:t xml:space="preserve"> ja</w:t>
            </w:r>
          </w:p>
        </w:tc>
        <w:tc>
          <w:tcPr>
            <w:tcW w:w="992" w:type="dxa"/>
          </w:tcPr>
          <w:p w:rsidR="00683100" w:rsidRPr="001F049B" w:rsidRDefault="00683100" w:rsidP="00683100">
            <w:pPr>
              <w:spacing w:before="40" w:after="40" w:line="240" w:lineRule="auto"/>
              <w:jc w:val="center"/>
            </w:pPr>
            <w:r w:rsidRPr="001F049B">
              <w:sym w:font="Wingdings" w:char="F06F"/>
            </w:r>
            <w:r w:rsidRPr="001F049B">
              <w:t xml:space="preserve"> nein</w:t>
            </w:r>
          </w:p>
        </w:tc>
      </w:tr>
      <w:tr w:rsidR="00683100" w:rsidRPr="001F049B" w:rsidTr="00682335">
        <w:tc>
          <w:tcPr>
            <w:tcW w:w="9072" w:type="dxa"/>
            <w:gridSpan w:val="3"/>
          </w:tcPr>
          <w:p w:rsidR="00683100" w:rsidRPr="001F049B" w:rsidRDefault="00683100" w:rsidP="00683100">
            <w:pPr>
              <w:spacing w:before="40" w:after="40" w:line="240" w:lineRule="auto"/>
            </w:pPr>
            <w:r w:rsidRPr="001F049B">
              <w:t>Wenn ja: Bitte Dringlichkeit beschreiben:</w:t>
            </w:r>
          </w:p>
        </w:tc>
      </w:tr>
      <w:tr w:rsidR="00683100" w:rsidRPr="001F049B" w:rsidTr="00682335">
        <w:tc>
          <w:tcPr>
            <w:tcW w:w="9072" w:type="dxa"/>
            <w:gridSpan w:val="3"/>
            <w:shd w:val="clear" w:color="auto" w:fill="F2F2F2" w:themeFill="background1" w:themeFillShade="F2"/>
          </w:tcPr>
          <w:p w:rsidR="00683100" w:rsidRPr="001F049B" w:rsidRDefault="00683100" w:rsidP="00683100">
            <w:pPr>
              <w:spacing w:before="40" w:after="40" w:line="240" w:lineRule="auto"/>
            </w:pPr>
          </w:p>
        </w:tc>
      </w:tr>
    </w:tbl>
    <w:p w:rsidR="00E72184" w:rsidRPr="001F049B" w:rsidRDefault="00E72184" w:rsidP="00CE448C">
      <w:pPr>
        <w:pStyle w:val="Titel"/>
      </w:pPr>
      <w:r w:rsidRPr="001F049B">
        <w:t>Art des Vorhabens</w:t>
      </w:r>
    </w:p>
    <w:tbl>
      <w:tblPr>
        <w:tblStyle w:val="Tabellenraster"/>
        <w:tblW w:w="0" w:type="auto"/>
        <w:tblLook w:val="04A0" w:firstRow="1" w:lastRow="0" w:firstColumn="1" w:lastColumn="0" w:noHBand="0" w:noVBand="1"/>
      </w:tblPr>
      <w:tblGrid>
        <w:gridCol w:w="669"/>
        <w:gridCol w:w="3226"/>
        <w:gridCol w:w="701"/>
        <w:gridCol w:w="4505"/>
      </w:tblGrid>
      <w:tr w:rsidR="00B93415" w:rsidRPr="001F049B" w:rsidTr="00CE448C">
        <w:trPr>
          <w:cnfStyle w:val="100000000000" w:firstRow="1" w:lastRow="0" w:firstColumn="0" w:lastColumn="0" w:oddVBand="0" w:evenVBand="0" w:oddHBand="0" w:evenHBand="0" w:firstRowFirstColumn="0" w:firstRowLastColumn="0" w:lastRowFirstColumn="0" w:lastRowLastColumn="0"/>
        </w:trPr>
        <w:tc>
          <w:tcPr>
            <w:tcW w:w="670" w:type="dxa"/>
          </w:tcPr>
          <w:p w:rsidR="00B93415" w:rsidRPr="001F049B" w:rsidRDefault="00B93415" w:rsidP="00B93415">
            <w:pPr>
              <w:spacing w:before="40" w:after="40"/>
              <w:jc w:val="center"/>
            </w:pPr>
            <w:r w:rsidRPr="001F049B">
              <w:sym w:font="Wingdings" w:char="F06F"/>
            </w:r>
          </w:p>
        </w:tc>
        <w:tc>
          <w:tcPr>
            <w:tcW w:w="3236" w:type="dxa"/>
          </w:tcPr>
          <w:p w:rsidR="00B93415" w:rsidRPr="001F049B" w:rsidRDefault="00B93415" w:rsidP="00B93415">
            <w:pPr>
              <w:spacing w:before="40" w:after="40"/>
            </w:pPr>
            <w:r w:rsidRPr="001F049B">
              <w:t>Neubau</w:t>
            </w:r>
          </w:p>
        </w:tc>
        <w:tc>
          <w:tcPr>
            <w:tcW w:w="702" w:type="dxa"/>
          </w:tcPr>
          <w:p w:rsidR="00B93415" w:rsidRPr="001F049B" w:rsidRDefault="00B93415" w:rsidP="00B93415">
            <w:pPr>
              <w:spacing w:before="40" w:after="40"/>
              <w:jc w:val="center"/>
            </w:pPr>
            <w:r w:rsidRPr="001F049B">
              <w:sym w:font="Wingdings" w:char="F06F"/>
            </w:r>
          </w:p>
        </w:tc>
        <w:tc>
          <w:tcPr>
            <w:tcW w:w="4520" w:type="dxa"/>
          </w:tcPr>
          <w:p w:rsidR="00B93415" w:rsidRPr="001F049B" w:rsidRDefault="00B93415" w:rsidP="00B93415">
            <w:pPr>
              <w:spacing w:before="40" w:after="40"/>
            </w:pPr>
            <w:r w:rsidRPr="001F049B">
              <w:t>Bauvorhaben mit Investor</w:t>
            </w:r>
          </w:p>
        </w:tc>
      </w:tr>
      <w:tr w:rsidR="00B93415" w:rsidRPr="001F049B" w:rsidTr="00CE448C">
        <w:tc>
          <w:tcPr>
            <w:tcW w:w="670" w:type="dxa"/>
          </w:tcPr>
          <w:p w:rsidR="00B93415" w:rsidRPr="001F049B" w:rsidRDefault="00B93415" w:rsidP="00B93415">
            <w:pPr>
              <w:spacing w:before="40" w:after="40"/>
              <w:jc w:val="center"/>
            </w:pPr>
            <w:r w:rsidRPr="001F049B">
              <w:sym w:font="Wingdings" w:char="F06F"/>
            </w:r>
          </w:p>
        </w:tc>
        <w:tc>
          <w:tcPr>
            <w:tcW w:w="3236" w:type="dxa"/>
          </w:tcPr>
          <w:p w:rsidR="00B93415" w:rsidRPr="001F049B" w:rsidRDefault="00B93415" w:rsidP="00B93415">
            <w:pPr>
              <w:spacing w:before="40" w:after="40"/>
            </w:pPr>
            <w:r w:rsidRPr="001F049B">
              <w:t>Sanierung</w:t>
            </w:r>
          </w:p>
        </w:tc>
        <w:tc>
          <w:tcPr>
            <w:tcW w:w="702" w:type="dxa"/>
          </w:tcPr>
          <w:p w:rsidR="00B93415" w:rsidRPr="001F049B" w:rsidRDefault="00B93415" w:rsidP="00B93415">
            <w:pPr>
              <w:spacing w:before="40" w:after="40"/>
              <w:jc w:val="center"/>
            </w:pPr>
            <w:r w:rsidRPr="001F049B">
              <w:sym w:font="Wingdings" w:char="F06F"/>
            </w:r>
          </w:p>
        </w:tc>
        <w:tc>
          <w:tcPr>
            <w:tcW w:w="4520" w:type="dxa"/>
          </w:tcPr>
          <w:p w:rsidR="00B93415" w:rsidRPr="001F049B" w:rsidRDefault="00B93415" w:rsidP="00B93415">
            <w:pPr>
              <w:spacing w:before="40" w:after="40"/>
            </w:pPr>
            <w:r w:rsidRPr="001F049B">
              <w:t>Mietvorhaben</w:t>
            </w:r>
            <w:r w:rsidR="00704806" w:rsidRPr="001F049B">
              <w:t xml:space="preserve"> regulär * </w:t>
            </w:r>
          </w:p>
        </w:tc>
      </w:tr>
      <w:tr w:rsidR="00B93415" w:rsidRPr="001F049B" w:rsidTr="00CE448C">
        <w:tc>
          <w:tcPr>
            <w:tcW w:w="670" w:type="dxa"/>
          </w:tcPr>
          <w:p w:rsidR="00B93415" w:rsidRPr="001F049B" w:rsidRDefault="00B93415" w:rsidP="00B93415">
            <w:pPr>
              <w:spacing w:before="40" w:after="40"/>
              <w:jc w:val="center"/>
            </w:pPr>
            <w:r w:rsidRPr="001F049B">
              <w:sym w:font="Wingdings" w:char="F06F"/>
            </w:r>
          </w:p>
        </w:tc>
        <w:tc>
          <w:tcPr>
            <w:tcW w:w="3236" w:type="dxa"/>
          </w:tcPr>
          <w:p w:rsidR="00B93415" w:rsidRPr="001F049B" w:rsidRDefault="00B93415" w:rsidP="00B93415">
            <w:pPr>
              <w:spacing w:before="40" w:after="40"/>
            </w:pPr>
            <w:r w:rsidRPr="001F049B">
              <w:t>Um- oder Erweiterungsbau</w:t>
            </w:r>
          </w:p>
        </w:tc>
        <w:tc>
          <w:tcPr>
            <w:tcW w:w="702" w:type="dxa"/>
          </w:tcPr>
          <w:p w:rsidR="00B93415" w:rsidRPr="001F049B" w:rsidRDefault="00B93415" w:rsidP="00B93415">
            <w:pPr>
              <w:spacing w:before="40" w:after="40"/>
              <w:jc w:val="center"/>
            </w:pPr>
            <w:r w:rsidRPr="001F049B">
              <w:sym w:font="Wingdings" w:char="F06F"/>
            </w:r>
          </w:p>
        </w:tc>
        <w:tc>
          <w:tcPr>
            <w:tcW w:w="4520" w:type="dxa"/>
          </w:tcPr>
          <w:p w:rsidR="00B93415" w:rsidRPr="001F049B" w:rsidRDefault="00B93415" w:rsidP="00B93415">
            <w:pPr>
              <w:spacing w:before="40" w:after="40"/>
            </w:pPr>
            <w:r w:rsidRPr="001F049B">
              <w:t>Kaufvorhaben</w:t>
            </w:r>
          </w:p>
        </w:tc>
      </w:tr>
      <w:tr w:rsidR="00CE448C" w:rsidRPr="001F049B" w:rsidTr="00CE448C">
        <w:tc>
          <w:tcPr>
            <w:tcW w:w="670" w:type="dxa"/>
          </w:tcPr>
          <w:p w:rsidR="00CE448C" w:rsidRPr="001F049B" w:rsidRDefault="00CE448C" w:rsidP="00B93415">
            <w:pPr>
              <w:spacing w:before="40" w:after="40"/>
              <w:jc w:val="center"/>
            </w:pPr>
            <w:r w:rsidRPr="001F049B">
              <w:sym w:font="Wingdings" w:char="F06F"/>
            </w:r>
          </w:p>
        </w:tc>
        <w:tc>
          <w:tcPr>
            <w:tcW w:w="8458" w:type="dxa"/>
            <w:gridSpan w:val="3"/>
          </w:tcPr>
          <w:p w:rsidR="00CE448C" w:rsidRPr="001F049B" w:rsidRDefault="00CE448C" w:rsidP="00B93415">
            <w:pPr>
              <w:spacing w:before="40" w:after="40"/>
            </w:pPr>
            <w:r w:rsidRPr="001F049B">
              <w:t>anderes:</w:t>
            </w:r>
          </w:p>
        </w:tc>
      </w:tr>
    </w:tbl>
    <w:p w:rsidR="00B93415" w:rsidRPr="001F049B" w:rsidRDefault="00704806" w:rsidP="00704806">
      <w:pPr>
        <w:pStyle w:val="Blocktext"/>
      </w:pPr>
      <w:r w:rsidRPr="001F049B">
        <w:t xml:space="preserve">* Für das </w:t>
      </w:r>
      <w:r w:rsidR="00CC10A5" w:rsidRPr="001F049B">
        <w:t xml:space="preserve">vereinfachte </w:t>
      </w:r>
      <w:r w:rsidRPr="001F049B">
        <w:t>Mietvorhaben ist das separate Anmeldungsformular zu verwenden.</w:t>
      </w:r>
    </w:p>
    <w:p w:rsidR="00E0491F" w:rsidRPr="001F049B" w:rsidRDefault="00E72184" w:rsidP="00CE448C">
      <w:pPr>
        <w:pStyle w:val="Titel"/>
      </w:pPr>
      <w:r w:rsidRPr="001F049B">
        <w:t>Beschrieb des Vorhabens und Auswirkungen auf das Angebot:</w:t>
      </w:r>
    </w:p>
    <w:tbl>
      <w:tblPr>
        <w:tblStyle w:val="Tabellenraster"/>
        <w:tblW w:w="9180" w:type="dxa"/>
        <w:tblLayout w:type="fixed"/>
        <w:tblLook w:val="04A0" w:firstRow="1" w:lastRow="0" w:firstColumn="1" w:lastColumn="0" w:noHBand="0" w:noVBand="1"/>
      </w:tblPr>
      <w:tblGrid>
        <w:gridCol w:w="7173"/>
        <w:gridCol w:w="992"/>
        <w:gridCol w:w="1015"/>
      </w:tblGrid>
      <w:tr w:rsidR="00E72184" w:rsidRPr="001F049B" w:rsidTr="00704806">
        <w:trPr>
          <w:cnfStyle w:val="100000000000" w:firstRow="1" w:lastRow="0" w:firstColumn="0" w:lastColumn="0" w:oddVBand="0" w:evenVBand="0" w:oddHBand="0" w:evenHBand="0" w:firstRowFirstColumn="0" w:firstRowLastColumn="0" w:lastRowFirstColumn="0" w:lastRowLastColumn="0"/>
          <w:tblHeader w:val="0"/>
        </w:trPr>
        <w:tc>
          <w:tcPr>
            <w:tcW w:w="9180" w:type="dxa"/>
            <w:gridSpan w:val="3"/>
          </w:tcPr>
          <w:p w:rsidR="00E72184" w:rsidRPr="001F049B" w:rsidRDefault="00E72184" w:rsidP="00B93415">
            <w:pPr>
              <w:spacing w:before="40" w:after="40"/>
            </w:pPr>
            <w:r w:rsidRPr="001F049B">
              <w:t>Bitte beschreiben Sie kurz das Vorhaben</w:t>
            </w:r>
            <w:r w:rsidR="00295893" w:rsidRPr="001F049B">
              <w:t xml:space="preserve"> (geplante Massnahmen)</w:t>
            </w:r>
            <w:r w:rsidRPr="001F049B">
              <w:t>:</w:t>
            </w:r>
          </w:p>
        </w:tc>
      </w:tr>
      <w:tr w:rsidR="00E72184" w:rsidRPr="001F049B" w:rsidTr="00704806">
        <w:tc>
          <w:tcPr>
            <w:tcW w:w="9180" w:type="dxa"/>
            <w:gridSpan w:val="3"/>
            <w:shd w:val="clear" w:color="auto" w:fill="F2F2F2" w:themeFill="background1" w:themeFillShade="F2"/>
          </w:tcPr>
          <w:p w:rsidR="00E72184" w:rsidRPr="001F049B" w:rsidRDefault="00E72184" w:rsidP="00B93415">
            <w:pPr>
              <w:spacing w:before="40" w:after="40"/>
            </w:pPr>
          </w:p>
        </w:tc>
      </w:tr>
      <w:tr w:rsidR="00E72184" w:rsidRPr="001F049B" w:rsidTr="00704806">
        <w:tc>
          <w:tcPr>
            <w:tcW w:w="7173" w:type="dxa"/>
          </w:tcPr>
          <w:p w:rsidR="00E72184" w:rsidRPr="001F049B" w:rsidRDefault="00E72184" w:rsidP="007D3BF5">
            <w:pPr>
              <w:pageBreakBefore/>
              <w:spacing w:before="20" w:after="20"/>
            </w:pPr>
            <w:r w:rsidRPr="001F049B">
              <w:lastRenderedPageBreak/>
              <w:t>Ist das Vorhaben in der Liegenschaftsstrategie begründet?</w:t>
            </w:r>
          </w:p>
        </w:tc>
        <w:tc>
          <w:tcPr>
            <w:tcW w:w="992" w:type="dxa"/>
          </w:tcPr>
          <w:p w:rsidR="00E72184" w:rsidRPr="001F049B" w:rsidRDefault="00E72184" w:rsidP="007D3BF5">
            <w:pPr>
              <w:pageBreakBefore/>
              <w:spacing w:before="20" w:after="20"/>
              <w:jc w:val="center"/>
            </w:pPr>
            <w:r w:rsidRPr="001F049B">
              <w:sym w:font="Wingdings" w:char="F06F"/>
            </w:r>
            <w:r w:rsidR="00DD6782" w:rsidRPr="001F049B">
              <w:t xml:space="preserve"> ja</w:t>
            </w:r>
          </w:p>
        </w:tc>
        <w:tc>
          <w:tcPr>
            <w:tcW w:w="1015" w:type="dxa"/>
          </w:tcPr>
          <w:p w:rsidR="00E72184" w:rsidRPr="001F049B" w:rsidRDefault="00E72184" w:rsidP="007D3BF5">
            <w:pPr>
              <w:pageBreakBefore/>
              <w:spacing w:before="20" w:after="20"/>
              <w:jc w:val="center"/>
            </w:pPr>
            <w:r w:rsidRPr="001F049B">
              <w:sym w:font="Wingdings" w:char="F06F"/>
            </w:r>
            <w:r w:rsidR="00DD6782" w:rsidRPr="001F049B">
              <w:t xml:space="preserve"> nein</w:t>
            </w:r>
          </w:p>
        </w:tc>
      </w:tr>
      <w:tr w:rsidR="00E72184" w:rsidRPr="001F049B" w:rsidTr="00704806">
        <w:tc>
          <w:tcPr>
            <w:tcW w:w="9180" w:type="dxa"/>
            <w:gridSpan w:val="3"/>
          </w:tcPr>
          <w:p w:rsidR="00E72184" w:rsidRPr="001F049B" w:rsidRDefault="00E72184" w:rsidP="007D3BF5">
            <w:pPr>
              <w:spacing w:before="20" w:after="20"/>
            </w:pPr>
            <w:r w:rsidRPr="001F049B">
              <w:t>Wenn ja: bitte Seitenzahl angeben; wenn nein: bitte begründen und überarbeitete Strategie einreichen.</w:t>
            </w:r>
          </w:p>
        </w:tc>
      </w:tr>
      <w:tr w:rsidR="00E72184" w:rsidRPr="001F049B" w:rsidTr="00704806">
        <w:tc>
          <w:tcPr>
            <w:tcW w:w="9180" w:type="dxa"/>
            <w:gridSpan w:val="3"/>
            <w:shd w:val="clear" w:color="auto" w:fill="F2F2F2" w:themeFill="background1" w:themeFillShade="F2"/>
          </w:tcPr>
          <w:p w:rsidR="00E72184" w:rsidRPr="001F049B" w:rsidRDefault="00E72184" w:rsidP="007D3BF5">
            <w:pPr>
              <w:spacing w:before="20" w:after="20"/>
            </w:pPr>
          </w:p>
        </w:tc>
      </w:tr>
      <w:tr w:rsidR="00E72184" w:rsidRPr="001F049B" w:rsidTr="00704806">
        <w:tc>
          <w:tcPr>
            <w:tcW w:w="9180" w:type="dxa"/>
            <w:gridSpan w:val="3"/>
          </w:tcPr>
          <w:p w:rsidR="00E72184" w:rsidRPr="001F049B" w:rsidRDefault="00E72184" w:rsidP="007D3BF5">
            <w:pPr>
              <w:spacing w:before="20" w:after="20"/>
            </w:pPr>
            <w:r w:rsidRPr="001F049B">
              <w:t>Welche Ziele sollen mit dem Vorhaben erreicht werden?</w:t>
            </w:r>
          </w:p>
        </w:tc>
      </w:tr>
      <w:tr w:rsidR="00E72184" w:rsidRPr="001F049B" w:rsidTr="00704806">
        <w:tc>
          <w:tcPr>
            <w:tcW w:w="9180" w:type="dxa"/>
            <w:gridSpan w:val="3"/>
            <w:shd w:val="clear" w:color="auto" w:fill="F2F2F2" w:themeFill="background1" w:themeFillShade="F2"/>
          </w:tcPr>
          <w:p w:rsidR="00E72184" w:rsidRPr="001F049B" w:rsidRDefault="00E72184" w:rsidP="007D3BF5">
            <w:pPr>
              <w:spacing w:before="20" w:after="20"/>
            </w:pPr>
          </w:p>
        </w:tc>
      </w:tr>
      <w:tr w:rsidR="00E72184" w:rsidRPr="001F049B" w:rsidTr="00704806">
        <w:tc>
          <w:tcPr>
            <w:tcW w:w="7173" w:type="dxa"/>
          </w:tcPr>
          <w:p w:rsidR="00E72184" w:rsidRPr="001F049B" w:rsidRDefault="00E72184" w:rsidP="007D3BF5">
            <w:pPr>
              <w:spacing w:before="20" w:after="20"/>
            </w:pPr>
            <w:r w:rsidRPr="001F049B">
              <w:t>Gibt es Alternativen zum Vorhaben?</w:t>
            </w:r>
          </w:p>
        </w:tc>
        <w:tc>
          <w:tcPr>
            <w:tcW w:w="992" w:type="dxa"/>
          </w:tcPr>
          <w:p w:rsidR="00E72184" w:rsidRPr="001F049B" w:rsidRDefault="00E72184" w:rsidP="007D3BF5">
            <w:pPr>
              <w:spacing w:before="20" w:after="20"/>
              <w:jc w:val="center"/>
            </w:pPr>
            <w:r w:rsidRPr="001F049B">
              <w:sym w:font="Wingdings" w:char="F06F"/>
            </w:r>
            <w:r w:rsidR="00DD6782" w:rsidRPr="001F049B">
              <w:t xml:space="preserve"> ja</w:t>
            </w:r>
          </w:p>
        </w:tc>
        <w:tc>
          <w:tcPr>
            <w:tcW w:w="1015" w:type="dxa"/>
          </w:tcPr>
          <w:p w:rsidR="00E72184" w:rsidRPr="001F049B" w:rsidRDefault="00E72184" w:rsidP="007D3BF5">
            <w:pPr>
              <w:spacing w:before="20" w:after="20"/>
              <w:jc w:val="center"/>
            </w:pPr>
            <w:r w:rsidRPr="001F049B">
              <w:sym w:font="Wingdings" w:char="F06F"/>
            </w:r>
            <w:r w:rsidR="00DD6782" w:rsidRPr="001F049B">
              <w:t xml:space="preserve"> nein</w:t>
            </w:r>
          </w:p>
        </w:tc>
      </w:tr>
      <w:tr w:rsidR="00E72184" w:rsidRPr="001F049B" w:rsidTr="00704806">
        <w:tc>
          <w:tcPr>
            <w:tcW w:w="9180" w:type="dxa"/>
            <w:gridSpan w:val="3"/>
          </w:tcPr>
          <w:p w:rsidR="00E72184" w:rsidRPr="001F049B" w:rsidRDefault="00E72184" w:rsidP="007D3BF5">
            <w:pPr>
              <w:spacing w:before="20" w:after="20"/>
            </w:pPr>
            <w:r w:rsidRPr="001F049B">
              <w:t>Wenn ja: welche?</w:t>
            </w:r>
          </w:p>
        </w:tc>
      </w:tr>
      <w:tr w:rsidR="00E72184" w:rsidRPr="001F049B" w:rsidTr="00704806">
        <w:tc>
          <w:tcPr>
            <w:tcW w:w="9180" w:type="dxa"/>
            <w:gridSpan w:val="3"/>
            <w:shd w:val="clear" w:color="auto" w:fill="F2F2F2" w:themeFill="background1" w:themeFillShade="F2"/>
          </w:tcPr>
          <w:p w:rsidR="00E72184" w:rsidRPr="001F049B" w:rsidRDefault="00E72184" w:rsidP="007D3BF5">
            <w:pPr>
              <w:spacing w:before="20" w:after="20"/>
            </w:pPr>
          </w:p>
        </w:tc>
      </w:tr>
      <w:tr w:rsidR="00E72184" w:rsidRPr="001F049B" w:rsidTr="00704806">
        <w:tc>
          <w:tcPr>
            <w:tcW w:w="7173" w:type="dxa"/>
          </w:tcPr>
          <w:p w:rsidR="00E72184" w:rsidRPr="001F049B" w:rsidRDefault="00E72184" w:rsidP="007D3BF5">
            <w:pPr>
              <w:spacing w:before="20" w:after="20"/>
            </w:pPr>
            <w:r w:rsidRPr="001F049B">
              <w:t>Besteht ein Zusammenhang mit einer Angebotsveränderung?</w:t>
            </w:r>
          </w:p>
        </w:tc>
        <w:tc>
          <w:tcPr>
            <w:tcW w:w="992" w:type="dxa"/>
          </w:tcPr>
          <w:p w:rsidR="00E72184" w:rsidRPr="001F049B" w:rsidRDefault="00E72184" w:rsidP="007D3BF5">
            <w:pPr>
              <w:spacing w:before="20" w:after="20"/>
              <w:jc w:val="center"/>
            </w:pPr>
            <w:r w:rsidRPr="001F049B">
              <w:sym w:font="Wingdings" w:char="F06F"/>
            </w:r>
            <w:r w:rsidR="00DD6782" w:rsidRPr="001F049B">
              <w:t xml:space="preserve"> ja</w:t>
            </w:r>
          </w:p>
        </w:tc>
        <w:tc>
          <w:tcPr>
            <w:tcW w:w="1015" w:type="dxa"/>
          </w:tcPr>
          <w:p w:rsidR="00E72184" w:rsidRPr="001F049B" w:rsidRDefault="00E72184" w:rsidP="007D3BF5">
            <w:pPr>
              <w:spacing w:before="20" w:after="20"/>
              <w:jc w:val="center"/>
            </w:pPr>
            <w:r w:rsidRPr="001F049B">
              <w:sym w:font="Wingdings" w:char="F06F"/>
            </w:r>
            <w:r w:rsidR="00DD6782" w:rsidRPr="001F049B">
              <w:t xml:space="preserve"> nein</w:t>
            </w:r>
          </w:p>
        </w:tc>
      </w:tr>
      <w:tr w:rsidR="00E72184" w:rsidRPr="001F049B" w:rsidTr="00704806">
        <w:tc>
          <w:tcPr>
            <w:tcW w:w="9180" w:type="dxa"/>
            <w:gridSpan w:val="3"/>
          </w:tcPr>
          <w:p w:rsidR="00E72184" w:rsidRPr="001F049B" w:rsidRDefault="00E72184" w:rsidP="007D3BF5">
            <w:pPr>
              <w:spacing w:before="20" w:after="20"/>
            </w:pPr>
            <w:r w:rsidRPr="001F049B">
              <w:t>Wenn ja: bitte beschreiben und allenfalls Nachweis beilegen</w:t>
            </w:r>
          </w:p>
        </w:tc>
      </w:tr>
      <w:tr w:rsidR="00E72184" w:rsidRPr="001F049B" w:rsidTr="00704806">
        <w:tc>
          <w:tcPr>
            <w:tcW w:w="9180" w:type="dxa"/>
            <w:gridSpan w:val="3"/>
            <w:shd w:val="clear" w:color="auto" w:fill="F2F2F2" w:themeFill="background1" w:themeFillShade="F2"/>
          </w:tcPr>
          <w:p w:rsidR="00E72184" w:rsidRPr="001F049B" w:rsidRDefault="00E72184" w:rsidP="007D3BF5">
            <w:pPr>
              <w:spacing w:before="20" w:after="20"/>
            </w:pPr>
          </w:p>
        </w:tc>
      </w:tr>
      <w:tr w:rsidR="00E72184" w:rsidRPr="001F049B" w:rsidTr="00704806">
        <w:tc>
          <w:tcPr>
            <w:tcW w:w="7173" w:type="dxa"/>
          </w:tcPr>
          <w:p w:rsidR="00E72184" w:rsidRPr="001F049B" w:rsidRDefault="00E72184" w:rsidP="007D3BF5">
            <w:pPr>
              <w:spacing w:before="20" w:after="20"/>
            </w:pPr>
            <w:r w:rsidRPr="001F049B">
              <w:t>Verändert sich das Platzangebot nach Abschluss des Vorhabens?</w:t>
            </w:r>
          </w:p>
        </w:tc>
        <w:tc>
          <w:tcPr>
            <w:tcW w:w="992" w:type="dxa"/>
          </w:tcPr>
          <w:p w:rsidR="00E72184" w:rsidRPr="001F049B" w:rsidRDefault="00E72184" w:rsidP="007D3BF5">
            <w:pPr>
              <w:spacing w:before="20" w:after="20"/>
              <w:jc w:val="center"/>
            </w:pPr>
            <w:r w:rsidRPr="001F049B">
              <w:sym w:font="Wingdings" w:char="F06F"/>
            </w:r>
            <w:r w:rsidR="00DD6782" w:rsidRPr="001F049B">
              <w:t xml:space="preserve"> ja</w:t>
            </w:r>
          </w:p>
        </w:tc>
        <w:tc>
          <w:tcPr>
            <w:tcW w:w="1015" w:type="dxa"/>
          </w:tcPr>
          <w:p w:rsidR="00E72184" w:rsidRPr="001F049B" w:rsidRDefault="00E72184" w:rsidP="007D3BF5">
            <w:pPr>
              <w:spacing w:before="20" w:after="20"/>
              <w:jc w:val="center"/>
            </w:pPr>
            <w:r w:rsidRPr="001F049B">
              <w:sym w:font="Wingdings" w:char="F06F"/>
            </w:r>
            <w:r w:rsidR="00DD6782" w:rsidRPr="001F049B">
              <w:t xml:space="preserve"> nein</w:t>
            </w:r>
          </w:p>
        </w:tc>
      </w:tr>
      <w:tr w:rsidR="00EA4F96" w:rsidRPr="001F049B" w:rsidTr="00EA4F96">
        <w:tc>
          <w:tcPr>
            <w:tcW w:w="7173" w:type="dxa"/>
          </w:tcPr>
          <w:p w:rsidR="00EA4F96" w:rsidRPr="001F049B" w:rsidRDefault="00EA4F96" w:rsidP="007D3BF5">
            <w:pPr>
              <w:spacing w:before="20" w:after="20"/>
            </w:pPr>
            <w:r w:rsidRPr="001F049B">
              <w:t>Platzzahl heute (bezogen auf Vorhaben)</w:t>
            </w:r>
          </w:p>
        </w:tc>
        <w:tc>
          <w:tcPr>
            <w:tcW w:w="2007" w:type="dxa"/>
            <w:gridSpan w:val="2"/>
            <w:shd w:val="clear" w:color="auto" w:fill="F2F2F2" w:themeFill="background1" w:themeFillShade="F2"/>
          </w:tcPr>
          <w:p w:rsidR="00EA4F96" w:rsidRPr="001F049B" w:rsidRDefault="00EA4F96" w:rsidP="007D3BF5">
            <w:pPr>
              <w:spacing w:before="20" w:after="20"/>
              <w:ind w:right="164"/>
              <w:jc w:val="right"/>
            </w:pPr>
          </w:p>
        </w:tc>
      </w:tr>
      <w:tr w:rsidR="00EA4F96" w:rsidRPr="001F049B" w:rsidTr="00EA4F96">
        <w:tc>
          <w:tcPr>
            <w:tcW w:w="7173" w:type="dxa"/>
            <w:shd w:val="clear" w:color="auto" w:fill="auto"/>
          </w:tcPr>
          <w:p w:rsidR="00EA4F96" w:rsidRPr="001F049B" w:rsidRDefault="00EA4F96" w:rsidP="007D3BF5">
            <w:pPr>
              <w:spacing w:before="20" w:after="20"/>
            </w:pPr>
            <w:r w:rsidRPr="001F049B">
              <w:t>Platzzahl nach Abschluss</w:t>
            </w:r>
          </w:p>
        </w:tc>
        <w:tc>
          <w:tcPr>
            <w:tcW w:w="2007" w:type="dxa"/>
            <w:gridSpan w:val="2"/>
            <w:shd w:val="clear" w:color="auto" w:fill="F2F2F2" w:themeFill="background1" w:themeFillShade="F2"/>
          </w:tcPr>
          <w:p w:rsidR="00EA4F96" w:rsidRPr="001F049B" w:rsidRDefault="00EA4F96" w:rsidP="007D3BF5">
            <w:pPr>
              <w:spacing w:before="20" w:after="20"/>
              <w:ind w:right="164"/>
              <w:jc w:val="right"/>
            </w:pPr>
          </w:p>
        </w:tc>
      </w:tr>
    </w:tbl>
    <w:p w:rsidR="00373342" w:rsidRPr="001F049B" w:rsidRDefault="00E72184" w:rsidP="00CE448C">
      <w:pPr>
        <w:pStyle w:val="Titel"/>
      </w:pPr>
      <w:r w:rsidRPr="001F049B">
        <w:t>Raumprogramm</w:t>
      </w:r>
    </w:p>
    <w:tbl>
      <w:tblPr>
        <w:tblStyle w:val="Tabellenraster"/>
        <w:tblW w:w="9214" w:type="dxa"/>
        <w:tblLayout w:type="fixed"/>
        <w:tblLook w:val="04A0" w:firstRow="1" w:lastRow="0" w:firstColumn="1" w:lastColumn="0" w:noHBand="0" w:noVBand="1"/>
      </w:tblPr>
      <w:tblGrid>
        <w:gridCol w:w="7173"/>
        <w:gridCol w:w="992"/>
        <w:gridCol w:w="1049"/>
      </w:tblGrid>
      <w:tr w:rsidR="00B93415" w:rsidRPr="001F049B" w:rsidTr="00682335">
        <w:trPr>
          <w:cnfStyle w:val="100000000000" w:firstRow="1" w:lastRow="0" w:firstColumn="0" w:lastColumn="0" w:oddVBand="0" w:evenVBand="0" w:oddHBand="0" w:evenHBand="0" w:firstRowFirstColumn="0" w:firstRowLastColumn="0" w:lastRowFirstColumn="0" w:lastRowLastColumn="0"/>
        </w:trPr>
        <w:tc>
          <w:tcPr>
            <w:tcW w:w="7173" w:type="dxa"/>
          </w:tcPr>
          <w:p w:rsidR="00B93415" w:rsidRPr="001F049B" w:rsidRDefault="00B93415" w:rsidP="007D3BF5">
            <w:pPr>
              <w:spacing w:before="20" w:after="20"/>
            </w:pPr>
            <w:r w:rsidRPr="001F049B">
              <w:t>Liegt das ausgefüllte Raumprogramm dieser Anmeldung bei?</w:t>
            </w:r>
          </w:p>
        </w:tc>
        <w:tc>
          <w:tcPr>
            <w:tcW w:w="992" w:type="dxa"/>
          </w:tcPr>
          <w:p w:rsidR="00B93415" w:rsidRPr="001F049B" w:rsidRDefault="00B93415" w:rsidP="007D3BF5">
            <w:pPr>
              <w:spacing w:before="20" w:after="20"/>
              <w:jc w:val="center"/>
            </w:pPr>
            <w:r w:rsidRPr="001F049B">
              <w:sym w:font="Wingdings" w:char="F06F"/>
            </w:r>
            <w:r w:rsidR="00DD6782" w:rsidRPr="001F049B">
              <w:t xml:space="preserve"> ja</w:t>
            </w:r>
          </w:p>
        </w:tc>
        <w:tc>
          <w:tcPr>
            <w:tcW w:w="1049" w:type="dxa"/>
          </w:tcPr>
          <w:p w:rsidR="00B93415" w:rsidRPr="001F049B" w:rsidRDefault="00B93415" w:rsidP="007D3BF5">
            <w:pPr>
              <w:spacing w:before="20" w:after="20"/>
              <w:jc w:val="center"/>
            </w:pPr>
            <w:r w:rsidRPr="001F049B">
              <w:sym w:font="Wingdings" w:char="F06F"/>
            </w:r>
            <w:r w:rsidR="00DD6782" w:rsidRPr="001F049B">
              <w:t xml:space="preserve"> nein</w:t>
            </w:r>
          </w:p>
        </w:tc>
      </w:tr>
      <w:tr w:rsidR="00682335" w:rsidRPr="001F049B" w:rsidTr="00682335">
        <w:tc>
          <w:tcPr>
            <w:tcW w:w="9214" w:type="dxa"/>
            <w:gridSpan w:val="3"/>
          </w:tcPr>
          <w:p w:rsidR="00682335" w:rsidRPr="001F049B" w:rsidRDefault="00682335" w:rsidP="007D3BF5">
            <w:pPr>
              <w:spacing w:before="20" w:after="20"/>
            </w:pPr>
            <w:r w:rsidRPr="001F049B">
              <w:t>Wenn nein: bitte begründen</w:t>
            </w:r>
          </w:p>
        </w:tc>
      </w:tr>
      <w:tr w:rsidR="00DD6782" w:rsidRPr="001F049B" w:rsidTr="00682335">
        <w:tc>
          <w:tcPr>
            <w:tcW w:w="9214" w:type="dxa"/>
            <w:gridSpan w:val="3"/>
            <w:shd w:val="clear" w:color="auto" w:fill="F2F2F2" w:themeFill="background1" w:themeFillShade="F2"/>
          </w:tcPr>
          <w:p w:rsidR="00DD6782" w:rsidRPr="001F049B" w:rsidRDefault="00DD6782" w:rsidP="007D3BF5">
            <w:pPr>
              <w:spacing w:before="20" w:after="20"/>
            </w:pPr>
          </w:p>
        </w:tc>
      </w:tr>
    </w:tbl>
    <w:p w:rsidR="00B93415" w:rsidRPr="001F049B" w:rsidRDefault="00B93415" w:rsidP="00CE448C">
      <w:pPr>
        <w:pStyle w:val="Titel"/>
      </w:pPr>
      <w:r w:rsidRPr="001F049B">
        <w:t>Dienstleistung Pl</w:t>
      </w:r>
      <w:r w:rsidR="00CE448C" w:rsidRPr="001F049B">
        <w:t>anung (Submissionsdekret §§ 8–</w:t>
      </w:r>
      <w:r w:rsidRPr="001F049B">
        <w:t>9)</w:t>
      </w:r>
    </w:p>
    <w:tbl>
      <w:tblPr>
        <w:tblStyle w:val="Tabellenraster"/>
        <w:tblW w:w="0" w:type="auto"/>
        <w:tblLook w:val="04A0" w:firstRow="1" w:lastRow="0" w:firstColumn="1" w:lastColumn="0" w:noHBand="0" w:noVBand="1"/>
      </w:tblPr>
      <w:tblGrid>
        <w:gridCol w:w="655"/>
        <w:gridCol w:w="3881"/>
        <w:gridCol w:w="567"/>
        <w:gridCol w:w="3998"/>
      </w:tblGrid>
      <w:tr w:rsidR="00B93415" w:rsidRPr="001F049B" w:rsidTr="00CA60B9">
        <w:trPr>
          <w:cnfStyle w:val="100000000000" w:firstRow="1" w:lastRow="0" w:firstColumn="0" w:lastColumn="0" w:oddVBand="0" w:evenVBand="0" w:oddHBand="0" w:evenHBand="0" w:firstRowFirstColumn="0" w:firstRowLastColumn="0" w:lastRowFirstColumn="0" w:lastRowLastColumn="0"/>
        </w:trPr>
        <w:tc>
          <w:tcPr>
            <w:tcW w:w="655" w:type="dxa"/>
          </w:tcPr>
          <w:p w:rsidR="00B93415" w:rsidRPr="001F049B" w:rsidRDefault="00B93415" w:rsidP="007D3BF5">
            <w:pPr>
              <w:spacing w:before="20" w:after="20"/>
              <w:jc w:val="center"/>
            </w:pPr>
            <w:r w:rsidRPr="001F049B">
              <w:sym w:font="Wingdings" w:char="F06F"/>
            </w:r>
          </w:p>
        </w:tc>
        <w:tc>
          <w:tcPr>
            <w:tcW w:w="3881" w:type="dxa"/>
          </w:tcPr>
          <w:p w:rsidR="00B93415" w:rsidRPr="001F049B" w:rsidRDefault="00B93415" w:rsidP="007D3BF5">
            <w:pPr>
              <w:spacing w:before="20" w:after="20"/>
            </w:pPr>
            <w:r w:rsidRPr="001F049B">
              <w:t>Direktauftrag (freihändiges Verfahren)</w:t>
            </w:r>
          </w:p>
        </w:tc>
        <w:tc>
          <w:tcPr>
            <w:tcW w:w="567" w:type="dxa"/>
          </w:tcPr>
          <w:p w:rsidR="00B93415" w:rsidRPr="001F049B" w:rsidRDefault="00B93415" w:rsidP="007D3BF5">
            <w:pPr>
              <w:spacing w:before="20" w:after="20"/>
              <w:jc w:val="center"/>
            </w:pPr>
            <w:r w:rsidRPr="001F049B">
              <w:sym w:font="Wingdings" w:char="F06F"/>
            </w:r>
          </w:p>
        </w:tc>
        <w:tc>
          <w:tcPr>
            <w:tcW w:w="3998" w:type="dxa"/>
          </w:tcPr>
          <w:p w:rsidR="00B93415" w:rsidRPr="001F049B" w:rsidRDefault="00B93415" w:rsidP="007D3BF5">
            <w:pPr>
              <w:spacing w:before="20" w:after="20"/>
            </w:pPr>
            <w:r w:rsidRPr="001F049B">
              <w:t>Honorarofferte (Einladungsverfahren)</w:t>
            </w:r>
          </w:p>
        </w:tc>
      </w:tr>
      <w:tr w:rsidR="00B93415" w:rsidRPr="001F049B" w:rsidTr="00CA60B9">
        <w:tc>
          <w:tcPr>
            <w:tcW w:w="655" w:type="dxa"/>
          </w:tcPr>
          <w:p w:rsidR="00B93415" w:rsidRPr="001F049B" w:rsidRDefault="00B93415" w:rsidP="007D3BF5">
            <w:pPr>
              <w:spacing w:before="20" w:after="20"/>
              <w:jc w:val="center"/>
            </w:pPr>
            <w:r w:rsidRPr="001F049B">
              <w:sym w:font="Wingdings" w:char="F06F"/>
            </w:r>
          </w:p>
        </w:tc>
        <w:tc>
          <w:tcPr>
            <w:tcW w:w="3881" w:type="dxa"/>
          </w:tcPr>
          <w:p w:rsidR="00B93415" w:rsidRPr="001F049B" w:rsidRDefault="00B93415" w:rsidP="007D3BF5">
            <w:pPr>
              <w:spacing w:before="20" w:after="20"/>
            </w:pPr>
            <w:r w:rsidRPr="001F049B">
              <w:t>Wettbewerb (Einladungsverfahren)</w:t>
            </w:r>
          </w:p>
        </w:tc>
        <w:tc>
          <w:tcPr>
            <w:tcW w:w="567" w:type="dxa"/>
          </w:tcPr>
          <w:p w:rsidR="00B93415" w:rsidRPr="001F049B" w:rsidRDefault="00B93415" w:rsidP="007D3BF5">
            <w:pPr>
              <w:spacing w:before="20" w:after="20"/>
              <w:jc w:val="center"/>
            </w:pPr>
            <w:r w:rsidRPr="001F049B">
              <w:sym w:font="Wingdings" w:char="F06F"/>
            </w:r>
          </w:p>
        </w:tc>
        <w:tc>
          <w:tcPr>
            <w:tcW w:w="3998" w:type="dxa"/>
          </w:tcPr>
          <w:p w:rsidR="00B93415" w:rsidRPr="001F049B" w:rsidRDefault="00B93415" w:rsidP="007D3BF5">
            <w:pPr>
              <w:spacing w:before="20" w:after="20"/>
            </w:pPr>
            <w:r w:rsidRPr="001F049B">
              <w:t>Wettbewerb (offenes Verfahren)</w:t>
            </w:r>
          </w:p>
        </w:tc>
      </w:tr>
      <w:tr w:rsidR="00B93415" w:rsidRPr="001F049B" w:rsidTr="00CA60B9">
        <w:tc>
          <w:tcPr>
            <w:tcW w:w="655" w:type="dxa"/>
          </w:tcPr>
          <w:p w:rsidR="00B93415" w:rsidRPr="001F049B" w:rsidRDefault="00B93415" w:rsidP="007D3BF5">
            <w:pPr>
              <w:spacing w:before="20" w:after="20"/>
              <w:jc w:val="center"/>
            </w:pPr>
            <w:r w:rsidRPr="001F049B">
              <w:sym w:font="Wingdings" w:char="F06F"/>
            </w:r>
          </w:p>
        </w:tc>
        <w:tc>
          <w:tcPr>
            <w:tcW w:w="3881" w:type="dxa"/>
          </w:tcPr>
          <w:p w:rsidR="00B93415" w:rsidRPr="001F049B" w:rsidRDefault="00B93415" w:rsidP="007D3BF5">
            <w:pPr>
              <w:spacing w:before="20" w:after="20"/>
            </w:pPr>
            <w:r w:rsidRPr="001F049B">
              <w:t>Wettbewerb zweistufig (selektives Verfahren)</w:t>
            </w:r>
          </w:p>
        </w:tc>
        <w:tc>
          <w:tcPr>
            <w:tcW w:w="567" w:type="dxa"/>
          </w:tcPr>
          <w:p w:rsidR="00B93415" w:rsidRPr="001F049B" w:rsidRDefault="00B93415" w:rsidP="007D3BF5">
            <w:pPr>
              <w:spacing w:before="20" w:after="20"/>
              <w:jc w:val="center"/>
            </w:pPr>
            <w:r w:rsidRPr="001F049B">
              <w:sym w:font="Wingdings" w:char="F06F"/>
            </w:r>
          </w:p>
        </w:tc>
        <w:tc>
          <w:tcPr>
            <w:tcW w:w="3998" w:type="dxa"/>
          </w:tcPr>
          <w:p w:rsidR="00B93415" w:rsidRPr="001F049B" w:rsidRDefault="00B93415" w:rsidP="007D3BF5">
            <w:pPr>
              <w:spacing w:before="20" w:after="20"/>
            </w:pPr>
            <w:r w:rsidRPr="001F049B">
              <w:t>Studienauftrag (Einladungsverfahren)</w:t>
            </w:r>
          </w:p>
        </w:tc>
      </w:tr>
      <w:tr w:rsidR="00CE448C" w:rsidRPr="001F049B" w:rsidTr="00CA60B9">
        <w:tc>
          <w:tcPr>
            <w:tcW w:w="655" w:type="dxa"/>
          </w:tcPr>
          <w:p w:rsidR="00CE448C" w:rsidRPr="001F049B" w:rsidRDefault="00CE448C" w:rsidP="007D3BF5">
            <w:pPr>
              <w:spacing w:before="20" w:after="20"/>
              <w:jc w:val="center"/>
            </w:pPr>
            <w:r w:rsidRPr="001F049B">
              <w:sym w:font="Wingdings" w:char="F06F"/>
            </w:r>
          </w:p>
        </w:tc>
        <w:tc>
          <w:tcPr>
            <w:tcW w:w="8446" w:type="dxa"/>
            <w:gridSpan w:val="3"/>
          </w:tcPr>
          <w:p w:rsidR="00CE448C" w:rsidRPr="001F049B" w:rsidRDefault="00CE448C" w:rsidP="007D3BF5">
            <w:pPr>
              <w:spacing w:before="20" w:after="20"/>
            </w:pPr>
            <w:r w:rsidRPr="001F049B">
              <w:t>anderes:</w:t>
            </w:r>
          </w:p>
        </w:tc>
      </w:tr>
    </w:tbl>
    <w:p w:rsidR="00E72184" w:rsidRPr="001F049B" w:rsidRDefault="00B93415" w:rsidP="00CE448C">
      <w:pPr>
        <w:pStyle w:val="Titel"/>
      </w:pPr>
      <w:r w:rsidRPr="001F049B">
        <w:t>Kosten und Finanzierung</w:t>
      </w:r>
    </w:p>
    <w:tbl>
      <w:tblPr>
        <w:tblStyle w:val="Tabellenraster"/>
        <w:tblW w:w="9214" w:type="dxa"/>
        <w:tblLook w:val="04A0" w:firstRow="1" w:lastRow="0" w:firstColumn="1" w:lastColumn="0" w:noHBand="0" w:noVBand="1"/>
      </w:tblPr>
      <w:tblGrid>
        <w:gridCol w:w="7241"/>
        <w:gridCol w:w="1973"/>
      </w:tblGrid>
      <w:tr w:rsidR="00B93415" w:rsidRPr="001F049B" w:rsidTr="00A959A8">
        <w:trPr>
          <w:cnfStyle w:val="100000000000" w:firstRow="1" w:lastRow="0" w:firstColumn="0" w:lastColumn="0" w:oddVBand="0" w:evenVBand="0" w:oddHBand="0" w:evenHBand="0" w:firstRowFirstColumn="0" w:firstRowLastColumn="0" w:lastRowFirstColumn="0" w:lastRowLastColumn="0"/>
        </w:trPr>
        <w:tc>
          <w:tcPr>
            <w:tcW w:w="7241" w:type="dxa"/>
          </w:tcPr>
          <w:p w:rsidR="00B93415" w:rsidRPr="001F049B" w:rsidRDefault="00B93415" w:rsidP="007D3BF5">
            <w:pPr>
              <w:spacing w:before="20" w:after="20"/>
            </w:pPr>
            <w:r w:rsidRPr="001F049B">
              <w:t>Grobschätzung der Anlagekosten</w:t>
            </w:r>
            <w:r w:rsidR="00975CB0">
              <w:t xml:space="preserve"> (ohne Grundstück)</w:t>
            </w:r>
            <w:r w:rsidRPr="001F049B">
              <w:t xml:space="preserve"> / Betrag in Fr.</w:t>
            </w:r>
          </w:p>
        </w:tc>
        <w:tc>
          <w:tcPr>
            <w:tcW w:w="1973" w:type="dxa"/>
            <w:shd w:val="clear" w:color="auto" w:fill="F2F2F2" w:themeFill="background1" w:themeFillShade="F2"/>
          </w:tcPr>
          <w:p w:rsidR="00B93415" w:rsidRPr="001F049B" w:rsidRDefault="00B93415" w:rsidP="007D3BF5">
            <w:pPr>
              <w:spacing w:before="20" w:after="20"/>
              <w:ind w:right="199"/>
              <w:jc w:val="right"/>
            </w:pPr>
          </w:p>
        </w:tc>
      </w:tr>
      <w:tr w:rsidR="00A959A8" w:rsidRPr="001F049B" w:rsidTr="00A959A8">
        <w:tc>
          <w:tcPr>
            <w:tcW w:w="7241" w:type="dxa"/>
          </w:tcPr>
          <w:p w:rsidR="00A959A8" w:rsidRPr="001F049B" w:rsidRDefault="00A959A8" w:rsidP="00A959A8">
            <w:pPr>
              <w:spacing w:before="20" w:after="20"/>
            </w:pPr>
            <w:r w:rsidRPr="001F049B">
              <w:t>Grobschätzung der Anlagekosten</w:t>
            </w:r>
            <w:r>
              <w:t xml:space="preserve"> (</w:t>
            </w:r>
            <w:r>
              <w:t>inkl.</w:t>
            </w:r>
            <w:r>
              <w:t xml:space="preserve"> Grundstück)</w:t>
            </w:r>
            <w:r w:rsidRPr="001F049B">
              <w:t xml:space="preserve"> / Betrag in Fr.</w:t>
            </w:r>
          </w:p>
        </w:tc>
        <w:tc>
          <w:tcPr>
            <w:tcW w:w="1973" w:type="dxa"/>
            <w:shd w:val="clear" w:color="auto" w:fill="F2F2F2" w:themeFill="background1" w:themeFillShade="F2"/>
          </w:tcPr>
          <w:p w:rsidR="00A959A8" w:rsidRPr="001F049B" w:rsidRDefault="00A959A8" w:rsidP="00CC75BB">
            <w:pPr>
              <w:spacing w:before="20" w:after="20"/>
              <w:ind w:right="199"/>
              <w:jc w:val="right"/>
            </w:pPr>
          </w:p>
        </w:tc>
      </w:tr>
      <w:tr w:rsidR="00B93415" w:rsidRPr="001F049B" w:rsidTr="00A959A8">
        <w:tc>
          <w:tcPr>
            <w:tcW w:w="7241" w:type="dxa"/>
          </w:tcPr>
          <w:p w:rsidR="00B93415" w:rsidRPr="001F049B" w:rsidRDefault="00B93415" w:rsidP="007D3BF5">
            <w:pPr>
              <w:spacing w:before="20" w:after="20"/>
            </w:pPr>
            <w:r w:rsidRPr="001F049B">
              <w:t>Eigenmittel / Betrag in Fr.</w:t>
            </w:r>
          </w:p>
        </w:tc>
        <w:tc>
          <w:tcPr>
            <w:tcW w:w="1973" w:type="dxa"/>
            <w:shd w:val="clear" w:color="auto" w:fill="F2F2F2" w:themeFill="background1" w:themeFillShade="F2"/>
          </w:tcPr>
          <w:p w:rsidR="00B93415" w:rsidRPr="001F049B" w:rsidRDefault="00B93415" w:rsidP="007D3BF5">
            <w:pPr>
              <w:spacing w:before="20" w:after="20"/>
              <w:ind w:right="199"/>
              <w:jc w:val="right"/>
            </w:pPr>
          </w:p>
        </w:tc>
      </w:tr>
      <w:tr w:rsidR="00B93415" w:rsidRPr="001F049B" w:rsidTr="00A959A8">
        <w:tc>
          <w:tcPr>
            <w:tcW w:w="7241" w:type="dxa"/>
          </w:tcPr>
          <w:p w:rsidR="00B93415" w:rsidRPr="001F049B" w:rsidRDefault="00B93415" w:rsidP="007D3BF5">
            <w:pPr>
              <w:spacing w:before="20" w:after="20"/>
            </w:pPr>
            <w:r w:rsidRPr="001F049B">
              <w:t>Fremdfinanzierung / Betrag in Fr.</w:t>
            </w:r>
          </w:p>
        </w:tc>
        <w:tc>
          <w:tcPr>
            <w:tcW w:w="1973" w:type="dxa"/>
            <w:shd w:val="clear" w:color="auto" w:fill="F2F2F2" w:themeFill="background1" w:themeFillShade="F2"/>
          </w:tcPr>
          <w:p w:rsidR="00B93415" w:rsidRPr="001F049B" w:rsidRDefault="00B93415" w:rsidP="007D3BF5">
            <w:pPr>
              <w:spacing w:before="20" w:after="20"/>
              <w:ind w:right="199"/>
              <w:jc w:val="right"/>
            </w:pPr>
          </w:p>
        </w:tc>
      </w:tr>
      <w:tr w:rsidR="00B93415" w:rsidRPr="001F049B" w:rsidTr="00A959A8">
        <w:tc>
          <w:tcPr>
            <w:tcW w:w="7241" w:type="dxa"/>
          </w:tcPr>
          <w:p w:rsidR="00B93415" w:rsidRPr="001F049B" w:rsidRDefault="00B93415" w:rsidP="007D3BF5">
            <w:pPr>
              <w:spacing w:before="20" w:after="20"/>
            </w:pPr>
            <w:r w:rsidRPr="001F049B">
              <w:t>Verzinsung Fremdkapital in %</w:t>
            </w:r>
          </w:p>
        </w:tc>
        <w:tc>
          <w:tcPr>
            <w:tcW w:w="1973" w:type="dxa"/>
            <w:shd w:val="clear" w:color="auto" w:fill="F2F2F2" w:themeFill="background1" w:themeFillShade="F2"/>
          </w:tcPr>
          <w:p w:rsidR="00B93415" w:rsidRPr="001F049B" w:rsidRDefault="00B93415" w:rsidP="007D3BF5">
            <w:pPr>
              <w:spacing w:before="20" w:after="20"/>
              <w:ind w:right="199"/>
              <w:jc w:val="right"/>
            </w:pPr>
          </w:p>
        </w:tc>
      </w:tr>
    </w:tbl>
    <w:p w:rsidR="003B6E5D" w:rsidRPr="003B6E5D" w:rsidRDefault="00B93415" w:rsidP="003B6E5D">
      <w:pPr>
        <w:pStyle w:val="Blocktext"/>
        <w:spacing w:before="120"/>
        <w:jc w:val="both"/>
        <w:rPr>
          <w:sz w:val="18"/>
          <w:szCs w:val="18"/>
        </w:rPr>
      </w:pPr>
      <w:r w:rsidRPr="001F049B">
        <w:rPr>
          <w:sz w:val="18"/>
          <w:szCs w:val="18"/>
        </w:rPr>
        <w:t>Eigenmittel werden nicht verzinst. Für die Fremdfinanzierung müssen drei</w:t>
      </w:r>
      <w:r w:rsidR="00683100" w:rsidRPr="001F049B">
        <w:rPr>
          <w:sz w:val="18"/>
          <w:szCs w:val="18"/>
        </w:rPr>
        <w:t xml:space="preserve"> voneinander unabhängige</w:t>
      </w:r>
      <w:r w:rsidRPr="001F049B">
        <w:rPr>
          <w:sz w:val="18"/>
          <w:szCs w:val="18"/>
        </w:rPr>
        <w:t xml:space="preserve"> Vergleichsofferten vorliegen, um möglichst kostengünstige Zinskonditionen zu erreichen.</w:t>
      </w:r>
      <w:r w:rsidR="00FB6391" w:rsidRPr="001F049B">
        <w:rPr>
          <w:sz w:val="18"/>
          <w:szCs w:val="18"/>
        </w:rPr>
        <w:t xml:space="preserve"> Der maximale Abschreibungssatz beträgt 3 %, was einer Abschreibungsdauer von 33.3 Jahren entspricht.</w:t>
      </w:r>
      <w:r w:rsidR="00A959A8">
        <w:rPr>
          <w:sz w:val="18"/>
          <w:szCs w:val="18"/>
        </w:rPr>
        <w:t xml:space="preserve"> </w:t>
      </w:r>
      <w:r w:rsidR="003B6E5D">
        <w:rPr>
          <w:sz w:val="18"/>
          <w:szCs w:val="18"/>
        </w:rPr>
        <w:t>Land</w:t>
      </w:r>
      <w:r w:rsidR="003B6E5D" w:rsidRPr="003B6E5D">
        <w:rPr>
          <w:sz w:val="18"/>
          <w:szCs w:val="18"/>
        </w:rPr>
        <w:t xml:space="preserve"> (BKP 0) bebaut und unbebaut kann nicht abgeschrieben werden. </w:t>
      </w:r>
    </w:p>
    <w:p w:rsidR="00AE7354" w:rsidRPr="001F049B" w:rsidRDefault="00AE7354" w:rsidP="00683100">
      <w:pPr>
        <w:pStyle w:val="Blocktext"/>
        <w:spacing w:before="120"/>
        <w:jc w:val="both"/>
        <w:rPr>
          <w:sz w:val="18"/>
          <w:szCs w:val="18"/>
        </w:rPr>
      </w:pPr>
      <w:bookmarkStart w:id="7" w:name="_GoBack"/>
      <w:bookmarkEnd w:id="7"/>
      <w:r w:rsidRPr="001F049B">
        <w:rPr>
          <w:sz w:val="18"/>
          <w:szCs w:val="18"/>
        </w:rPr>
        <w:t>Die Abschreibungen müssen nach Vorgaben der Betreuungsverordnung erfolgen. Der vorgesehene maximale Abschreibungssatz auf immobilen Sachanlagen ist als Mischsatz zu verstehen, d.h. die kürzere Lebensdauer von einzelnen Bauteilen (wie z.B. Heizung, Flachdach etc.) ist dabei berücksichtigt.</w:t>
      </w:r>
    </w:p>
    <w:p w:rsidR="00DD6782" w:rsidRPr="001F049B" w:rsidRDefault="00DD6782" w:rsidP="00373342">
      <w:pPr>
        <w:pStyle w:val="Blocktext"/>
        <w:jc w:val="both"/>
      </w:pPr>
    </w:p>
    <w:tbl>
      <w:tblPr>
        <w:tblStyle w:val="Tabellenraster"/>
        <w:tblW w:w="9214" w:type="dxa"/>
        <w:tblLayout w:type="fixed"/>
        <w:tblLook w:val="04A0" w:firstRow="1" w:lastRow="0" w:firstColumn="1" w:lastColumn="0" w:noHBand="0" w:noVBand="1"/>
      </w:tblPr>
      <w:tblGrid>
        <w:gridCol w:w="996"/>
        <w:gridCol w:w="4674"/>
        <w:gridCol w:w="1657"/>
        <w:gridCol w:w="996"/>
        <w:gridCol w:w="891"/>
      </w:tblGrid>
      <w:tr w:rsidR="00B93415" w:rsidRPr="001F049B" w:rsidTr="00FB6391">
        <w:trPr>
          <w:cnfStyle w:val="100000000000" w:firstRow="1" w:lastRow="0" w:firstColumn="0" w:lastColumn="0" w:oddVBand="0" w:evenVBand="0" w:oddHBand="0" w:evenHBand="0" w:firstRowFirstColumn="0" w:firstRowLastColumn="0" w:lastRowFirstColumn="0" w:lastRowLastColumn="0"/>
          <w:tblHeader w:val="0"/>
        </w:trPr>
        <w:tc>
          <w:tcPr>
            <w:tcW w:w="7327" w:type="dxa"/>
            <w:gridSpan w:val="3"/>
          </w:tcPr>
          <w:p w:rsidR="00B93415" w:rsidRPr="001F049B" w:rsidRDefault="00B93415" w:rsidP="00B93415">
            <w:pPr>
              <w:spacing w:before="40" w:after="40"/>
            </w:pPr>
            <w:r w:rsidRPr="001F049B">
              <w:t xml:space="preserve">Sollen Teile des Vorhabens für Leistungen ausserhalb des Leistungsauftrages mit der Abteilung SHW realisiert werden </w:t>
            </w:r>
            <w:r w:rsidRPr="001F049B">
              <w:rPr>
                <w:szCs w:val="18"/>
              </w:rPr>
              <w:t>(z.B. Restaurant, Eingliederungsstätte, Fremdnutzung)</w:t>
            </w:r>
          </w:p>
        </w:tc>
        <w:tc>
          <w:tcPr>
            <w:tcW w:w="996" w:type="dxa"/>
          </w:tcPr>
          <w:p w:rsidR="00B93415" w:rsidRPr="001F049B" w:rsidRDefault="00B93415" w:rsidP="00B93415">
            <w:pPr>
              <w:spacing w:before="40" w:after="40"/>
              <w:jc w:val="center"/>
            </w:pPr>
            <w:r w:rsidRPr="001F049B">
              <w:sym w:font="Wingdings" w:char="F06F"/>
            </w:r>
            <w:r w:rsidR="00DD6782" w:rsidRPr="001F049B">
              <w:t xml:space="preserve"> ja</w:t>
            </w:r>
          </w:p>
        </w:tc>
        <w:tc>
          <w:tcPr>
            <w:tcW w:w="891" w:type="dxa"/>
          </w:tcPr>
          <w:p w:rsidR="00B93415" w:rsidRPr="001F049B" w:rsidRDefault="00B93415" w:rsidP="00B93415">
            <w:pPr>
              <w:spacing w:before="40" w:after="40"/>
              <w:jc w:val="center"/>
            </w:pPr>
            <w:r w:rsidRPr="001F049B">
              <w:sym w:font="Wingdings" w:char="F06F"/>
            </w:r>
            <w:r w:rsidR="00DD6782" w:rsidRPr="001F049B">
              <w:t xml:space="preserve"> nein</w:t>
            </w:r>
          </w:p>
        </w:tc>
      </w:tr>
      <w:tr w:rsidR="00B93415" w:rsidRPr="001F049B" w:rsidTr="00FB6391">
        <w:tc>
          <w:tcPr>
            <w:tcW w:w="9214" w:type="dxa"/>
            <w:gridSpan w:val="5"/>
          </w:tcPr>
          <w:p w:rsidR="00B93415" w:rsidRPr="001F049B" w:rsidRDefault="00DD6782" w:rsidP="00B93415">
            <w:pPr>
              <w:spacing w:before="40" w:after="40"/>
            </w:pPr>
            <w:r w:rsidRPr="001F049B">
              <w:t>W</w:t>
            </w:r>
            <w:r w:rsidR="00B93415" w:rsidRPr="001F049B">
              <w:t>enn ja: Bitte Art des Nebenbetriebs/der Fremdnutzung und Anteil beschreiben:</w:t>
            </w:r>
          </w:p>
        </w:tc>
      </w:tr>
      <w:tr w:rsidR="00B93415" w:rsidRPr="001F049B" w:rsidTr="00FB6391">
        <w:tc>
          <w:tcPr>
            <w:tcW w:w="9214" w:type="dxa"/>
            <w:gridSpan w:val="5"/>
            <w:shd w:val="clear" w:color="auto" w:fill="F2F2F2" w:themeFill="background1" w:themeFillShade="F2"/>
          </w:tcPr>
          <w:p w:rsidR="00B93415" w:rsidRPr="001F049B" w:rsidRDefault="00B93415" w:rsidP="00B93415">
            <w:pPr>
              <w:spacing w:before="40" w:after="40"/>
            </w:pPr>
          </w:p>
        </w:tc>
      </w:tr>
      <w:tr w:rsidR="00B93415" w:rsidRPr="001F049B" w:rsidTr="00FB6391">
        <w:tc>
          <w:tcPr>
            <w:tcW w:w="9214" w:type="dxa"/>
            <w:gridSpan w:val="5"/>
          </w:tcPr>
          <w:p w:rsidR="00B93415" w:rsidRPr="001F049B" w:rsidRDefault="00DD6782" w:rsidP="00B93415">
            <w:pPr>
              <w:spacing w:before="40" w:after="40"/>
            </w:pPr>
            <w:r w:rsidRPr="001F049B">
              <w:t>A</w:t>
            </w:r>
            <w:r w:rsidR="00B93415" w:rsidRPr="001F049B">
              <w:t>uf welche Leistungen</w:t>
            </w:r>
            <w:r w:rsidR="00AE7354" w:rsidRPr="001F049B">
              <w:t xml:space="preserve"> und</w:t>
            </w:r>
            <w:r w:rsidR="00B93415" w:rsidRPr="001F049B">
              <w:t xml:space="preserve"> zu welchen Anteilen </w:t>
            </w:r>
            <w:r w:rsidR="00AE7354" w:rsidRPr="001F049B">
              <w:t xml:space="preserve">werden die Kosten </w:t>
            </w:r>
            <w:r w:rsidR="00B93415" w:rsidRPr="001F049B">
              <w:t>verteilt?</w:t>
            </w:r>
          </w:p>
        </w:tc>
      </w:tr>
      <w:tr w:rsidR="00FB6391" w:rsidRPr="001F049B" w:rsidTr="00FB6391">
        <w:tc>
          <w:tcPr>
            <w:tcW w:w="996" w:type="dxa"/>
          </w:tcPr>
          <w:p w:rsidR="00FB6391" w:rsidRPr="001F049B" w:rsidRDefault="00FB6391" w:rsidP="00B93415">
            <w:pPr>
              <w:spacing w:before="40" w:after="40"/>
            </w:pPr>
            <w:r w:rsidRPr="001F049B">
              <w:t>Leistung:</w:t>
            </w:r>
          </w:p>
        </w:tc>
        <w:tc>
          <w:tcPr>
            <w:tcW w:w="4674" w:type="dxa"/>
            <w:shd w:val="clear" w:color="auto" w:fill="F2F2F2" w:themeFill="background1" w:themeFillShade="F2"/>
          </w:tcPr>
          <w:p w:rsidR="00FB6391" w:rsidRPr="001F049B" w:rsidRDefault="00FB6391" w:rsidP="00683100">
            <w:pPr>
              <w:spacing w:before="40" w:after="40"/>
            </w:pPr>
          </w:p>
        </w:tc>
        <w:tc>
          <w:tcPr>
            <w:tcW w:w="1657" w:type="dxa"/>
          </w:tcPr>
          <w:p w:rsidR="00FB6391" w:rsidRPr="001F049B" w:rsidRDefault="00FB6391" w:rsidP="00683100">
            <w:pPr>
              <w:spacing w:before="40" w:after="40"/>
              <w:ind w:left="11"/>
              <w:jc w:val="both"/>
            </w:pPr>
            <w:r w:rsidRPr="001F049B">
              <w:t>Anteil in %:</w:t>
            </w:r>
          </w:p>
        </w:tc>
        <w:tc>
          <w:tcPr>
            <w:tcW w:w="1887" w:type="dxa"/>
            <w:gridSpan w:val="2"/>
            <w:shd w:val="clear" w:color="auto" w:fill="F2F2F2" w:themeFill="background1" w:themeFillShade="F2"/>
          </w:tcPr>
          <w:p w:rsidR="00FB6391" w:rsidRPr="001F049B" w:rsidRDefault="00FB6391" w:rsidP="00FB6391">
            <w:pPr>
              <w:spacing w:before="40" w:after="40"/>
              <w:ind w:right="199"/>
              <w:jc w:val="right"/>
            </w:pPr>
          </w:p>
        </w:tc>
      </w:tr>
      <w:tr w:rsidR="00FB6391" w:rsidRPr="001F049B" w:rsidTr="00FB6391">
        <w:tc>
          <w:tcPr>
            <w:tcW w:w="996" w:type="dxa"/>
          </w:tcPr>
          <w:p w:rsidR="00FB6391" w:rsidRPr="001F049B" w:rsidRDefault="00FB6391" w:rsidP="00B93415">
            <w:pPr>
              <w:spacing w:before="40" w:after="40"/>
            </w:pPr>
            <w:r w:rsidRPr="001F049B">
              <w:t>Leistung:</w:t>
            </w:r>
          </w:p>
        </w:tc>
        <w:tc>
          <w:tcPr>
            <w:tcW w:w="4674" w:type="dxa"/>
            <w:shd w:val="clear" w:color="auto" w:fill="F2F2F2" w:themeFill="background1" w:themeFillShade="F2"/>
          </w:tcPr>
          <w:p w:rsidR="00FB6391" w:rsidRPr="001F049B" w:rsidRDefault="00FB6391" w:rsidP="00683100">
            <w:pPr>
              <w:spacing w:before="40" w:after="40"/>
            </w:pPr>
          </w:p>
        </w:tc>
        <w:tc>
          <w:tcPr>
            <w:tcW w:w="1657" w:type="dxa"/>
          </w:tcPr>
          <w:p w:rsidR="00FB6391" w:rsidRPr="001F049B" w:rsidRDefault="00FB6391" w:rsidP="00683100">
            <w:pPr>
              <w:spacing w:before="40" w:after="40"/>
              <w:ind w:left="11"/>
              <w:jc w:val="both"/>
            </w:pPr>
            <w:r w:rsidRPr="001F049B">
              <w:t>Anteil in %:</w:t>
            </w:r>
          </w:p>
        </w:tc>
        <w:tc>
          <w:tcPr>
            <w:tcW w:w="1887" w:type="dxa"/>
            <w:gridSpan w:val="2"/>
            <w:shd w:val="clear" w:color="auto" w:fill="F2F2F2" w:themeFill="background1" w:themeFillShade="F2"/>
          </w:tcPr>
          <w:p w:rsidR="00FB6391" w:rsidRPr="001F049B" w:rsidRDefault="00FB6391" w:rsidP="00FB6391">
            <w:pPr>
              <w:spacing w:before="40" w:after="40"/>
              <w:ind w:right="199"/>
              <w:jc w:val="right"/>
            </w:pPr>
          </w:p>
        </w:tc>
      </w:tr>
      <w:tr w:rsidR="00FB6391" w:rsidRPr="001F049B" w:rsidTr="00FB6391">
        <w:tc>
          <w:tcPr>
            <w:tcW w:w="996" w:type="dxa"/>
          </w:tcPr>
          <w:p w:rsidR="00FB6391" w:rsidRPr="001F049B" w:rsidRDefault="00FB6391" w:rsidP="00B93415">
            <w:pPr>
              <w:spacing w:before="40" w:after="40"/>
            </w:pPr>
            <w:r w:rsidRPr="001F049B">
              <w:t>Leistung:</w:t>
            </w:r>
          </w:p>
        </w:tc>
        <w:tc>
          <w:tcPr>
            <w:tcW w:w="4674" w:type="dxa"/>
            <w:shd w:val="clear" w:color="auto" w:fill="F2F2F2" w:themeFill="background1" w:themeFillShade="F2"/>
          </w:tcPr>
          <w:p w:rsidR="00FB6391" w:rsidRPr="001F049B" w:rsidRDefault="00FB6391" w:rsidP="00683100">
            <w:pPr>
              <w:spacing w:before="40" w:after="40"/>
            </w:pPr>
          </w:p>
        </w:tc>
        <w:tc>
          <w:tcPr>
            <w:tcW w:w="1657" w:type="dxa"/>
          </w:tcPr>
          <w:p w:rsidR="00FB6391" w:rsidRPr="001F049B" w:rsidRDefault="00FB6391" w:rsidP="00683100">
            <w:pPr>
              <w:spacing w:before="40" w:after="40"/>
              <w:ind w:left="11"/>
              <w:jc w:val="both"/>
            </w:pPr>
            <w:r w:rsidRPr="001F049B">
              <w:t>Anteil in %:</w:t>
            </w:r>
          </w:p>
        </w:tc>
        <w:tc>
          <w:tcPr>
            <w:tcW w:w="1887" w:type="dxa"/>
            <w:gridSpan w:val="2"/>
            <w:shd w:val="clear" w:color="auto" w:fill="F2F2F2" w:themeFill="background1" w:themeFillShade="F2"/>
          </w:tcPr>
          <w:p w:rsidR="00FB6391" w:rsidRPr="001F049B" w:rsidRDefault="00FB6391" w:rsidP="00FB6391">
            <w:pPr>
              <w:spacing w:before="40" w:after="40"/>
              <w:ind w:right="199"/>
              <w:jc w:val="right"/>
            </w:pPr>
          </w:p>
        </w:tc>
      </w:tr>
    </w:tbl>
    <w:p w:rsidR="00FB6391" w:rsidRPr="001F049B" w:rsidRDefault="00FB6391" w:rsidP="007E0599">
      <w:pPr>
        <w:tabs>
          <w:tab w:val="left" w:pos="7258"/>
        </w:tabs>
        <w:spacing w:before="40" w:after="40"/>
        <w:ind w:left="85"/>
      </w:pPr>
      <w:r w:rsidRPr="001F049B">
        <w:tab/>
      </w:r>
    </w:p>
    <w:tbl>
      <w:tblPr>
        <w:tblStyle w:val="Tabellenraster"/>
        <w:tblW w:w="9214" w:type="dxa"/>
        <w:tblLook w:val="04A0" w:firstRow="1" w:lastRow="0" w:firstColumn="1" w:lastColumn="0" w:noHBand="0" w:noVBand="1"/>
      </w:tblPr>
      <w:tblGrid>
        <w:gridCol w:w="7321"/>
        <w:gridCol w:w="1043"/>
        <w:gridCol w:w="850"/>
      </w:tblGrid>
      <w:tr w:rsidR="007E0599" w:rsidRPr="001F049B" w:rsidTr="00FB6391">
        <w:trPr>
          <w:cnfStyle w:val="100000000000" w:firstRow="1" w:lastRow="0" w:firstColumn="0" w:lastColumn="0" w:oddVBand="0" w:evenVBand="0" w:oddHBand="0" w:evenHBand="0" w:firstRowFirstColumn="0" w:firstRowLastColumn="0" w:lastRowFirstColumn="0" w:lastRowLastColumn="0"/>
        </w:trPr>
        <w:tc>
          <w:tcPr>
            <w:tcW w:w="7321" w:type="dxa"/>
          </w:tcPr>
          <w:p w:rsidR="007E0599" w:rsidRPr="001F049B" w:rsidRDefault="007E0599" w:rsidP="007E0599">
            <w:pPr>
              <w:spacing w:before="40" w:after="40"/>
            </w:pPr>
            <w:r w:rsidRPr="001F049B">
              <w:t>Bei Sanierungen und Umbauten: Wann ist das Gebäude abgeschrieben?</w:t>
            </w:r>
          </w:p>
        </w:tc>
        <w:tc>
          <w:tcPr>
            <w:tcW w:w="1893" w:type="dxa"/>
            <w:gridSpan w:val="2"/>
            <w:shd w:val="clear" w:color="auto" w:fill="F2F2F2" w:themeFill="background1" w:themeFillShade="F2"/>
          </w:tcPr>
          <w:p w:rsidR="007E0599" w:rsidRPr="001F049B" w:rsidRDefault="007E0599" w:rsidP="00FB6391">
            <w:pPr>
              <w:spacing w:before="40" w:after="40"/>
              <w:ind w:right="199"/>
              <w:jc w:val="right"/>
            </w:pPr>
          </w:p>
        </w:tc>
      </w:tr>
      <w:tr w:rsidR="00C07398" w:rsidRPr="001F049B" w:rsidTr="00FB6391">
        <w:tc>
          <w:tcPr>
            <w:tcW w:w="7321" w:type="dxa"/>
          </w:tcPr>
          <w:p w:rsidR="00C07398" w:rsidRPr="001F049B" w:rsidRDefault="00C07398" w:rsidP="00DA36C9">
            <w:pPr>
              <w:spacing w:before="40" w:after="40"/>
            </w:pPr>
            <w:r w:rsidRPr="001F049B">
              <w:t>Bei Abbrüchen</w:t>
            </w:r>
            <w:r w:rsidR="007E0599" w:rsidRPr="001F049B">
              <w:t>, Verkauf oder Zweckentfremdung</w:t>
            </w:r>
            <w:r w:rsidRPr="001F049B">
              <w:t xml:space="preserve">: </w:t>
            </w:r>
            <w:r w:rsidR="007E0599" w:rsidRPr="001F049B">
              <w:t>Hat</w:t>
            </w:r>
            <w:r w:rsidRPr="001F049B">
              <w:t xml:space="preserve"> es allfällige finanzielle Auswirkungen (Restbuchwert</w:t>
            </w:r>
            <w:r w:rsidR="007E0599" w:rsidRPr="001F049B">
              <w:t>,</w:t>
            </w:r>
            <w:r w:rsidRPr="001F049B">
              <w:t xml:space="preserve"> Abschreibungen</w:t>
            </w:r>
            <w:r w:rsidR="00DA36C9" w:rsidRPr="001F049B">
              <w:t>,</w:t>
            </w:r>
            <w:r w:rsidRPr="001F049B">
              <w:t xml:space="preserve"> Rückerstattungen früherer Baubeiträge</w:t>
            </w:r>
            <w:r w:rsidR="00DA36C9" w:rsidRPr="001F049B">
              <w:t xml:space="preserve"> etc.</w:t>
            </w:r>
            <w:r w:rsidRPr="001F049B">
              <w:t>)?</w:t>
            </w:r>
          </w:p>
        </w:tc>
        <w:tc>
          <w:tcPr>
            <w:tcW w:w="1043" w:type="dxa"/>
          </w:tcPr>
          <w:p w:rsidR="00C07398" w:rsidRPr="001F049B" w:rsidRDefault="00C07398" w:rsidP="007E0599">
            <w:pPr>
              <w:spacing w:before="40" w:after="40"/>
              <w:jc w:val="center"/>
            </w:pPr>
            <w:r w:rsidRPr="001F049B">
              <w:sym w:font="Wingdings" w:char="F06F"/>
            </w:r>
            <w:r w:rsidRPr="001F049B">
              <w:t xml:space="preserve"> ja</w:t>
            </w:r>
          </w:p>
        </w:tc>
        <w:tc>
          <w:tcPr>
            <w:tcW w:w="850" w:type="dxa"/>
          </w:tcPr>
          <w:p w:rsidR="00C07398" w:rsidRPr="001F049B" w:rsidRDefault="00C07398" w:rsidP="007E0599">
            <w:pPr>
              <w:spacing w:before="40" w:after="40"/>
              <w:jc w:val="center"/>
            </w:pPr>
            <w:r w:rsidRPr="001F049B">
              <w:sym w:font="Wingdings" w:char="F06F"/>
            </w:r>
            <w:r w:rsidRPr="001F049B">
              <w:t xml:space="preserve"> nein</w:t>
            </w:r>
          </w:p>
        </w:tc>
      </w:tr>
      <w:tr w:rsidR="00C07398" w:rsidRPr="001F049B" w:rsidTr="00FB6391">
        <w:tc>
          <w:tcPr>
            <w:tcW w:w="9214" w:type="dxa"/>
            <w:gridSpan w:val="3"/>
          </w:tcPr>
          <w:p w:rsidR="00C07398" w:rsidRPr="001F049B" w:rsidRDefault="00C07398" w:rsidP="007E0599">
            <w:pPr>
              <w:spacing w:before="40" w:after="40"/>
            </w:pPr>
            <w:r w:rsidRPr="001F049B">
              <w:t xml:space="preserve">wenn ja: </w:t>
            </w:r>
            <w:r w:rsidR="007E0599" w:rsidRPr="001F049B">
              <w:t>Bitte beschreiben:</w:t>
            </w:r>
          </w:p>
        </w:tc>
      </w:tr>
      <w:tr w:rsidR="00ED1397" w:rsidRPr="001F049B" w:rsidTr="00FB6391">
        <w:tc>
          <w:tcPr>
            <w:tcW w:w="9214" w:type="dxa"/>
            <w:gridSpan w:val="3"/>
            <w:shd w:val="clear" w:color="auto" w:fill="F2F2F2" w:themeFill="background1" w:themeFillShade="F2"/>
          </w:tcPr>
          <w:p w:rsidR="00ED1397" w:rsidRPr="001F049B" w:rsidRDefault="00ED1397" w:rsidP="00FB6391">
            <w:pPr>
              <w:spacing w:before="40" w:after="40"/>
              <w:ind w:right="199"/>
            </w:pPr>
          </w:p>
        </w:tc>
      </w:tr>
      <w:tr w:rsidR="007E0599" w:rsidRPr="001F049B" w:rsidTr="00FB6391">
        <w:tc>
          <w:tcPr>
            <w:tcW w:w="7321" w:type="dxa"/>
            <w:shd w:val="clear" w:color="auto" w:fill="auto"/>
          </w:tcPr>
          <w:p w:rsidR="007E0599" w:rsidRPr="001F049B" w:rsidRDefault="007E0599" w:rsidP="00FB6391">
            <w:pPr>
              <w:spacing w:before="40" w:after="40"/>
              <w:ind w:right="199"/>
            </w:pPr>
            <w:r w:rsidRPr="001F049B">
              <w:t>Betrag in Fr.</w:t>
            </w:r>
          </w:p>
        </w:tc>
        <w:tc>
          <w:tcPr>
            <w:tcW w:w="1893" w:type="dxa"/>
            <w:gridSpan w:val="2"/>
            <w:shd w:val="clear" w:color="auto" w:fill="F2F2F2" w:themeFill="background1" w:themeFillShade="F2"/>
          </w:tcPr>
          <w:p w:rsidR="007E0599" w:rsidRPr="001F049B" w:rsidRDefault="007E0599" w:rsidP="00FB6391">
            <w:pPr>
              <w:spacing w:before="40" w:after="40"/>
              <w:ind w:right="199"/>
              <w:jc w:val="right"/>
            </w:pPr>
          </w:p>
        </w:tc>
      </w:tr>
    </w:tbl>
    <w:p w:rsidR="00E72184" w:rsidRPr="001F049B" w:rsidRDefault="00B93415" w:rsidP="00CE448C">
      <w:pPr>
        <w:pStyle w:val="Titel"/>
      </w:pPr>
      <w:r w:rsidRPr="001F049B">
        <w:t>Termine</w:t>
      </w:r>
    </w:p>
    <w:tbl>
      <w:tblPr>
        <w:tblStyle w:val="Tabellenraster"/>
        <w:tblW w:w="9211" w:type="dxa"/>
        <w:tblLook w:val="04A0" w:firstRow="1" w:lastRow="0" w:firstColumn="1" w:lastColumn="0" w:noHBand="0" w:noVBand="1"/>
      </w:tblPr>
      <w:tblGrid>
        <w:gridCol w:w="7321"/>
        <w:gridCol w:w="1890"/>
      </w:tblGrid>
      <w:tr w:rsidR="00B93415" w:rsidRPr="001F049B" w:rsidTr="00FB6391">
        <w:trPr>
          <w:cnfStyle w:val="100000000000" w:firstRow="1" w:lastRow="0" w:firstColumn="0" w:lastColumn="0" w:oddVBand="0" w:evenVBand="0" w:oddHBand="0" w:evenHBand="0" w:firstRowFirstColumn="0" w:firstRowLastColumn="0" w:lastRowFirstColumn="0" w:lastRowLastColumn="0"/>
        </w:trPr>
        <w:tc>
          <w:tcPr>
            <w:tcW w:w="7321" w:type="dxa"/>
          </w:tcPr>
          <w:p w:rsidR="00B93415" w:rsidRPr="001F049B" w:rsidRDefault="00B93415" w:rsidP="00B93415">
            <w:pPr>
              <w:spacing w:before="40" w:after="40"/>
            </w:pPr>
            <w:r w:rsidRPr="001F049B">
              <w:t>Geplanter Baubeginn:</w:t>
            </w:r>
          </w:p>
        </w:tc>
        <w:tc>
          <w:tcPr>
            <w:tcW w:w="1890" w:type="dxa"/>
            <w:shd w:val="clear" w:color="auto" w:fill="F2F2F2" w:themeFill="background1" w:themeFillShade="F2"/>
          </w:tcPr>
          <w:p w:rsidR="00B93415" w:rsidRPr="001F049B" w:rsidRDefault="00B93415" w:rsidP="00FB6391">
            <w:pPr>
              <w:spacing w:before="40" w:after="40"/>
              <w:ind w:right="194"/>
              <w:jc w:val="right"/>
            </w:pPr>
          </w:p>
        </w:tc>
      </w:tr>
      <w:tr w:rsidR="00B93415" w:rsidRPr="001F049B" w:rsidTr="00FB6391">
        <w:tc>
          <w:tcPr>
            <w:tcW w:w="7321" w:type="dxa"/>
          </w:tcPr>
          <w:p w:rsidR="00B93415" w:rsidRPr="001F049B" w:rsidRDefault="00B93415" w:rsidP="00CA60B9">
            <w:pPr>
              <w:spacing w:before="40" w:after="40"/>
            </w:pPr>
            <w:r w:rsidRPr="001F049B">
              <w:t>Geplanter Nutzungsbeginn</w:t>
            </w:r>
            <w:r w:rsidR="00CA60B9" w:rsidRPr="001F049B">
              <w:t xml:space="preserve"> </w:t>
            </w:r>
            <w:r w:rsidR="00CA60B9" w:rsidRPr="001F049B">
              <w:br/>
              <w:t>(effektiver Nutzungsbeginn muss unverzüglich gemeldet werden)</w:t>
            </w:r>
            <w:r w:rsidRPr="001F049B">
              <w:t>:</w:t>
            </w:r>
          </w:p>
        </w:tc>
        <w:tc>
          <w:tcPr>
            <w:tcW w:w="1890" w:type="dxa"/>
            <w:shd w:val="clear" w:color="auto" w:fill="F2F2F2" w:themeFill="background1" w:themeFillShade="F2"/>
          </w:tcPr>
          <w:p w:rsidR="00B93415" w:rsidRPr="001F049B" w:rsidRDefault="00B93415" w:rsidP="00FB6391">
            <w:pPr>
              <w:spacing w:before="40" w:after="40"/>
              <w:ind w:right="194"/>
              <w:jc w:val="right"/>
            </w:pPr>
          </w:p>
        </w:tc>
      </w:tr>
    </w:tbl>
    <w:p w:rsidR="00B93415" w:rsidRPr="001F049B" w:rsidRDefault="00B93415" w:rsidP="00B93415">
      <w:pPr>
        <w:pStyle w:val="Blocktext"/>
      </w:pPr>
    </w:p>
    <w:p w:rsidR="00373342" w:rsidRPr="001F049B" w:rsidRDefault="00373342" w:rsidP="00CE448C">
      <w:pPr>
        <w:pStyle w:val="Titel"/>
      </w:pPr>
      <w:r w:rsidRPr="001F049B">
        <w:t>Unterschriften</w:t>
      </w:r>
    </w:p>
    <w:p w:rsidR="00373342" w:rsidRPr="001F049B" w:rsidRDefault="00373342" w:rsidP="00373342">
      <w:pPr>
        <w:pStyle w:val="Blocktext"/>
        <w:jc w:val="both"/>
      </w:pPr>
      <w:r w:rsidRPr="001F049B">
        <w:t>Präsidium Trägerschaft</w:t>
      </w:r>
      <w:r w:rsidRPr="001F049B">
        <w:tab/>
      </w:r>
      <w:r w:rsidR="00CE448C" w:rsidRPr="001F049B">
        <w:tab/>
      </w:r>
      <w:r w:rsidR="00CE448C" w:rsidRPr="001F049B">
        <w:tab/>
      </w:r>
      <w:r w:rsidR="00CE448C" w:rsidRPr="001F049B">
        <w:tab/>
      </w:r>
      <w:r w:rsidRPr="001F049B">
        <w:t>Einrichtungsleitung</w:t>
      </w:r>
    </w:p>
    <w:p w:rsidR="00373342" w:rsidRPr="001F049B" w:rsidRDefault="00373342" w:rsidP="00373342">
      <w:pPr>
        <w:pStyle w:val="Blocktext"/>
        <w:jc w:val="both"/>
      </w:pPr>
    </w:p>
    <w:p w:rsidR="00126C94" w:rsidRPr="001F049B" w:rsidRDefault="00126C94" w:rsidP="00373342">
      <w:pPr>
        <w:pStyle w:val="Blocktext"/>
        <w:jc w:val="both"/>
      </w:pPr>
    </w:p>
    <w:p w:rsidR="00126C94" w:rsidRPr="001F049B" w:rsidRDefault="00126C94" w:rsidP="00DA36C9">
      <w:pPr>
        <w:pStyle w:val="Blocktext"/>
        <w:shd w:val="clear" w:color="auto" w:fill="F2F2F2" w:themeFill="background1" w:themeFillShade="F2"/>
        <w:jc w:val="both"/>
        <w:rPr>
          <w:i/>
        </w:rPr>
      </w:pPr>
      <w:r w:rsidRPr="001F049B">
        <w:rPr>
          <w:i/>
        </w:rPr>
        <w:t>Vorname Name</w:t>
      </w:r>
      <w:r w:rsidRPr="001F049B">
        <w:rPr>
          <w:i/>
        </w:rPr>
        <w:tab/>
      </w:r>
      <w:r w:rsidRPr="001F049B">
        <w:rPr>
          <w:i/>
        </w:rPr>
        <w:tab/>
      </w:r>
      <w:r w:rsidRPr="001F049B">
        <w:rPr>
          <w:i/>
        </w:rPr>
        <w:tab/>
      </w:r>
      <w:r w:rsidRPr="001F049B">
        <w:rPr>
          <w:i/>
        </w:rPr>
        <w:tab/>
      </w:r>
      <w:r w:rsidRPr="001F049B">
        <w:rPr>
          <w:i/>
        </w:rPr>
        <w:tab/>
        <w:t>Vorname Name</w:t>
      </w:r>
    </w:p>
    <w:p w:rsidR="0021117A" w:rsidRPr="001F049B" w:rsidRDefault="00373342" w:rsidP="00373342">
      <w:pPr>
        <w:pStyle w:val="Blocktext"/>
        <w:jc w:val="both"/>
      </w:pPr>
      <w:r w:rsidRPr="001F049B">
        <w:tab/>
      </w:r>
      <w:r w:rsidR="00F3229C" w:rsidRPr="001F049B">
        <w:rPr>
          <w:noProof/>
        </w:rPr>
        <w:drawing>
          <wp:anchor distT="0" distB="0" distL="114300" distR="114300" simplePos="0" relativeHeight="251655680" behindDoc="1" locked="1" layoutInCell="1" allowOverlap="1" wp14:anchorId="74CD7822" wp14:editId="0986A817">
            <wp:simplePos x="0" y="0"/>
            <wp:positionH relativeFrom="column">
              <wp:posOffset>2877185</wp:posOffset>
            </wp:positionH>
            <wp:positionV relativeFrom="paragraph">
              <wp:posOffset>271145</wp:posOffset>
            </wp:positionV>
            <wp:extent cx="2523600" cy="1076400"/>
            <wp:effectExtent l="0" t="0" r="0" b="9525"/>
            <wp:wrapNone/>
            <wp:docPr id="4" name="5734517d-0962-4c86-92fe-d68c" hidden="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2523600" cy="1076400"/>
                    </a:xfrm>
                    <a:prstGeom prst="rect">
                      <a:avLst/>
                    </a:prstGeom>
                  </pic:spPr>
                </pic:pic>
              </a:graphicData>
            </a:graphic>
            <wp14:sizeRelH relativeFrom="margin">
              <wp14:pctWidth>0</wp14:pctWidth>
            </wp14:sizeRelH>
            <wp14:sizeRelV relativeFrom="margin">
              <wp14:pctHeight>0</wp14:pctHeight>
            </wp14:sizeRelV>
          </wp:anchor>
        </w:drawing>
      </w:r>
      <w:r w:rsidR="00F3229C" w:rsidRPr="001F049B">
        <w:rPr>
          <w:noProof/>
        </w:rPr>
        <w:drawing>
          <wp:anchor distT="0" distB="0" distL="114300" distR="114300" simplePos="0" relativeHeight="251654656" behindDoc="1" locked="1" layoutInCell="1" allowOverlap="1" wp14:anchorId="0DEB37E0" wp14:editId="13CB44B9">
            <wp:simplePos x="0" y="0"/>
            <wp:positionH relativeFrom="column">
              <wp:posOffset>635</wp:posOffset>
            </wp:positionH>
            <wp:positionV relativeFrom="paragraph">
              <wp:posOffset>271145</wp:posOffset>
            </wp:positionV>
            <wp:extent cx="2523600" cy="1076400"/>
            <wp:effectExtent l="0" t="0" r="0" b="9525"/>
            <wp:wrapNone/>
            <wp:docPr id="2" name="b4716e6d-7c69-4f42-a84e-c101" hidden="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2523600" cy="1076400"/>
                    </a:xfrm>
                    <a:prstGeom prst="rect">
                      <a:avLst/>
                    </a:prstGeom>
                  </pic:spPr>
                </pic:pic>
              </a:graphicData>
            </a:graphic>
            <wp14:sizeRelH relativeFrom="margin">
              <wp14:pctWidth>0</wp14:pctWidth>
            </wp14:sizeRelH>
            <wp14:sizeRelV relativeFrom="margin">
              <wp14:pctHeight>0</wp14:pctHeight>
            </wp14:sizeRelV>
          </wp:anchor>
        </w:drawing>
      </w:r>
      <w:r w:rsidR="009841B4" w:rsidRPr="001F049B">
        <w:fldChar w:fldCharType="begin"/>
      </w:r>
      <w:r w:rsidR="009841B4" w:rsidRPr="001F049B">
        <w:instrText xml:space="preserve"> IF </w:instrText>
      </w:r>
      <w:r w:rsidR="009841B4" w:rsidRPr="001F049B">
        <w:fldChar w:fldCharType="begin"/>
      </w:r>
      <w:r w:rsidR="009841B4" w:rsidRPr="001F049B">
        <w:instrText xml:space="preserve"> DOCPROPERTY "Signature1.Name"\*CHARFORMAT \&lt;OawJumpToField value=0/&gt;</w:instrText>
      </w:r>
      <w:r w:rsidR="009841B4" w:rsidRPr="001F049B">
        <w:rPr>
          <w:highlight w:val="white"/>
        </w:rPr>
        <w:fldChar w:fldCharType="end"/>
      </w:r>
      <w:r w:rsidR="009841B4" w:rsidRPr="001F049B">
        <w:instrText xml:space="preserve"> = "" "" "</w:instrText>
      </w:r>
    </w:p>
    <w:tbl>
      <w:tblPr>
        <w:tblStyle w:val="Template"/>
        <w:tblW w:w="8959" w:type="dxa"/>
        <w:tblLook w:val="04A0" w:firstRow="1" w:lastRow="0" w:firstColumn="1" w:lastColumn="0" w:noHBand="0" w:noVBand="1"/>
      </w:tblPr>
      <w:tblGrid>
        <w:gridCol w:w="4495"/>
        <w:gridCol w:w="4464"/>
      </w:tblGrid>
      <w:tr w:rsidR="0021117A" w:rsidRPr="001F049B" w:rsidTr="0021117A">
        <w:tc>
          <w:tcPr>
            <w:tcW w:w="4495" w:type="dxa"/>
            <w:tcMar>
              <w:top w:w="0" w:type="dxa"/>
              <w:left w:w="0" w:type="dxa"/>
              <w:bottom w:w="0" w:type="dxa"/>
              <w:right w:w="567" w:type="dxa"/>
            </w:tcMar>
            <w:hideMark/>
          </w:tcPr>
          <w:p w:rsidR="0021117A" w:rsidRPr="001F049B" w:rsidRDefault="0021117A">
            <w:pPr>
              <w:pStyle w:val="Unterschrift"/>
              <w:rPr>
                <w:highlight w:val="white"/>
              </w:rPr>
            </w:pPr>
            <w:r w:rsidRPr="001F049B">
              <w:fldChar w:fldCharType="begin"/>
            </w:r>
            <w:r w:rsidRPr="001F049B">
              <w:instrText xml:space="preserve"> DOCPROPERTY "Signature1.Name"\*CHARFORMAT \&lt;OawJumpToField value=0/&gt;</w:instrText>
            </w:r>
            <w:r w:rsidRPr="001F049B">
              <w:fldChar w:fldCharType="separate"/>
            </w:r>
            <w:r w:rsidR="00926B84" w:rsidRPr="001F049B">
              <w:instrText>Signature1.Name</w:instrText>
            </w:r>
            <w:r w:rsidRPr="001F049B">
              <w:rPr>
                <w:highlight w:val="white"/>
              </w:rPr>
              <w:fldChar w:fldCharType="end"/>
            </w:r>
          </w:p>
          <w:p w:rsidR="0021117A" w:rsidRPr="001F049B" w:rsidRDefault="0021117A">
            <w:pPr>
              <w:pStyle w:val="UnterschriftFunktion"/>
              <w:rPr>
                <w:szCs w:val="20"/>
                <w:highlight w:val="white"/>
              </w:rPr>
            </w:pPr>
            <w:r w:rsidRPr="001F049B">
              <w:rPr>
                <w:szCs w:val="20"/>
              </w:rPr>
              <w:fldChar w:fldCharType="begin"/>
            </w:r>
            <w:r w:rsidRPr="001F049B">
              <w:rPr>
                <w:szCs w:val="20"/>
              </w:rPr>
              <w:instrText xml:space="preserve"> DOCPROPERTY "Signature1.Function"\*CHARFORMAT \&lt;OawJumpToField value=0/&gt;</w:instrText>
            </w:r>
            <w:r w:rsidRPr="001F049B">
              <w:rPr>
                <w:szCs w:val="20"/>
              </w:rPr>
              <w:fldChar w:fldCharType="separate"/>
            </w:r>
            <w:r w:rsidR="00926B84" w:rsidRPr="001F049B">
              <w:rPr>
                <w:szCs w:val="20"/>
              </w:rPr>
              <w:instrText>Signature1.Function</w:instrText>
            </w:r>
            <w:r w:rsidRPr="001F049B">
              <w:rPr>
                <w:szCs w:val="20"/>
                <w:highlight w:val="white"/>
              </w:rPr>
              <w:fldChar w:fldCharType="end"/>
            </w:r>
          </w:p>
        </w:tc>
        <w:tc>
          <w:tcPr>
            <w:tcW w:w="4464" w:type="dxa"/>
            <w:hideMark/>
          </w:tcPr>
          <w:p w:rsidR="0021117A" w:rsidRPr="001F049B" w:rsidRDefault="0021117A">
            <w:pPr>
              <w:pStyle w:val="Unterschrift"/>
              <w:rPr>
                <w:highlight w:val="white"/>
              </w:rPr>
            </w:pPr>
            <w:r w:rsidRPr="001F049B">
              <w:fldChar w:fldCharType="begin"/>
            </w:r>
            <w:r w:rsidRPr="001F049B">
              <w:instrText xml:space="preserve"> DOCPROPERTY "Signature2.Name"\*CHARFORMAT \&lt;OawJumpToField value=0/&gt;</w:instrText>
            </w:r>
            <w:r w:rsidRPr="001F049B">
              <w:fldChar w:fldCharType="separate"/>
            </w:r>
            <w:r w:rsidR="00926B84" w:rsidRPr="001F049B">
              <w:instrText>Signature2.Name</w:instrText>
            </w:r>
            <w:r w:rsidRPr="001F049B">
              <w:rPr>
                <w:highlight w:val="white"/>
              </w:rPr>
              <w:fldChar w:fldCharType="end"/>
            </w:r>
          </w:p>
          <w:p w:rsidR="0021117A" w:rsidRPr="001F049B" w:rsidRDefault="0021117A">
            <w:pPr>
              <w:pStyle w:val="UnterschriftFunktion"/>
              <w:rPr>
                <w:highlight w:val="white"/>
              </w:rPr>
            </w:pPr>
            <w:r w:rsidRPr="001F049B">
              <w:fldChar w:fldCharType="begin"/>
            </w:r>
            <w:r w:rsidRPr="001F049B">
              <w:instrText xml:space="preserve"> DOCPROPERTY "Signature2.Function"\*CHARFORMAT \&lt;OawJumpToField value=0/&gt;</w:instrText>
            </w:r>
            <w:r w:rsidRPr="001F049B">
              <w:fldChar w:fldCharType="separate"/>
            </w:r>
            <w:r w:rsidR="00926B84" w:rsidRPr="001F049B">
              <w:instrText>Signature2.Function</w:instrText>
            </w:r>
            <w:r w:rsidRPr="001F049B">
              <w:rPr>
                <w:highlight w:val="white"/>
              </w:rPr>
              <w:fldChar w:fldCharType="end"/>
            </w:r>
          </w:p>
        </w:tc>
      </w:tr>
    </w:tbl>
    <w:p w:rsidR="007E181B" w:rsidRPr="001F049B" w:rsidRDefault="009841B4" w:rsidP="007E181B">
      <w:pPr>
        <w:spacing w:line="240" w:lineRule="auto"/>
        <w:rPr>
          <w:sz w:val="2"/>
          <w:szCs w:val="2"/>
        </w:rPr>
      </w:pPr>
      <w:r w:rsidRPr="001F049B">
        <w:instrText xml:space="preserve">" </w:instrText>
      </w:r>
      <w:r w:rsidR="00F23011" w:rsidRPr="001F049B">
        <w:instrText>\&lt;OawJumpToField value=0/&gt;</w:instrText>
      </w:r>
      <w:r w:rsidRPr="001F049B">
        <w:fldChar w:fldCharType="end"/>
      </w:r>
      <w:r w:rsidR="00B51756" w:rsidRPr="001F049B">
        <w:fldChar w:fldCharType="begin"/>
      </w:r>
      <w:r w:rsidR="00B51756" w:rsidRPr="001F049B">
        <w:instrText xml:space="preserve"> IF </w:instrText>
      </w:r>
      <w:r w:rsidR="00B51756" w:rsidRPr="001F049B">
        <w:fldChar w:fldCharType="begin"/>
      </w:r>
      <w:r w:rsidR="00B51756" w:rsidRPr="001F049B">
        <w:instrText xml:space="preserve"> DOCPROPERTY "CustomField.Enclosures"\*CHARFORMAT </w:instrText>
      </w:r>
      <w:r w:rsidR="005A351D" w:rsidRPr="001F049B">
        <w:instrText>\&lt;OawJumpToField value=0/&gt;</w:instrText>
      </w:r>
      <w:r w:rsidR="00B51756" w:rsidRPr="001F049B">
        <w:fldChar w:fldCharType="separate"/>
      </w:r>
      <w:r w:rsidR="00306AFD" w:rsidRPr="001F049B">
        <w:instrText>Die erforderlichen Beilagen sind der Checkliste "einzureichende Unterlagen bei Infrastrukturvorhaben" zu entnehmen.</w:instrText>
      </w:r>
      <w:r w:rsidR="00B51756" w:rsidRPr="001F049B">
        <w:rPr>
          <w:highlight w:val="white"/>
        </w:rPr>
        <w:fldChar w:fldCharType="end"/>
      </w:r>
      <w:r w:rsidR="00B51756" w:rsidRPr="001F049B">
        <w:rPr>
          <w:highlight w:val="white"/>
        </w:rPr>
        <w:instrText xml:space="preserve"> = "" "" "</w:instrText>
      </w:r>
    </w:p>
    <w:p w:rsidR="00B51756" w:rsidRPr="001F049B" w:rsidRDefault="003B6E5D" w:rsidP="007E181B">
      <w:pPr>
        <w:pStyle w:val="BeilagenersteZeile"/>
        <w:rPr>
          <w:highlight w:val="white"/>
        </w:rPr>
      </w:pPr>
      <w:r>
        <w:fldChar w:fldCharType="begin"/>
      </w:r>
      <w:r>
        <w:instrText xml:space="preserve"> DOCPROPERTY "Doc.Enclosures"\*CHARFORMAT </w:instrText>
      </w:r>
      <w:r>
        <w:fldChar w:fldCharType="separate"/>
      </w:r>
      <w:r w:rsidR="00306AFD" w:rsidRPr="001F049B">
        <w:instrText>Beilagen</w:instrText>
      </w:r>
      <w:r>
        <w:fldChar w:fldCharType="end"/>
      </w:r>
    </w:p>
    <w:tbl>
      <w:tblPr>
        <w:tblStyle w:val="Template"/>
        <w:tblW w:w="0" w:type="auto"/>
        <w:tblLook w:val="04A0" w:firstRow="1" w:lastRow="0" w:firstColumn="1" w:lastColumn="0" w:noHBand="0" w:noVBand="1"/>
      </w:tblPr>
      <w:tblGrid>
        <w:gridCol w:w="8958"/>
      </w:tblGrid>
      <w:tr w:rsidR="00C33C17" w:rsidRPr="001F049B" w:rsidTr="00C33C17">
        <w:tc>
          <w:tcPr>
            <w:tcW w:w="9098" w:type="dxa"/>
          </w:tcPr>
          <w:p w:rsidR="00C33C17" w:rsidRPr="001F049B" w:rsidRDefault="00CE448C" w:rsidP="00C33C17">
            <w:pPr>
              <w:pStyle w:val="Beilagen"/>
              <w:rPr>
                <w:highlight w:val="white"/>
              </w:rPr>
            </w:pPr>
            <w:bookmarkStart w:id="8" w:name="Enclosures"/>
            <w:r w:rsidRPr="001F049B">
              <w:rPr>
                <w:highlight w:val="white"/>
              </w:rPr>
              <w:instrText>Die erforderlichen Beilagen sind der Checkliste "einzureichende Unterlagen bei Infrastrukturvorhaben" zu entnehmen.</w:instrText>
            </w:r>
            <w:bookmarkEnd w:id="8"/>
          </w:p>
        </w:tc>
      </w:tr>
    </w:tbl>
    <w:p w:rsidR="00306AFD" w:rsidRPr="001F049B" w:rsidRDefault="00B51756" w:rsidP="007E181B">
      <w:pPr>
        <w:spacing w:line="240" w:lineRule="auto"/>
        <w:rPr>
          <w:noProof/>
          <w:sz w:val="2"/>
          <w:szCs w:val="2"/>
        </w:rPr>
      </w:pPr>
      <w:r w:rsidRPr="001F049B">
        <w:rPr>
          <w:highlight w:val="white"/>
        </w:rPr>
        <w:instrText xml:space="preserve">" </w:instrText>
      </w:r>
      <w:r w:rsidR="005A351D" w:rsidRPr="001F049B">
        <w:rPr>
          <w:highlight w:val="white"/>
        </w:rPr>
        <w:instrText>\&lt;OawJumpToField value=0/&gt;</w:instrText>
      </w:r>
      <w:r w:rsidRPr="001F049B">
        <w:fldChar w:fldCharType="separate"/>
      </w:r>
    </w:p>
    <w:p w:rsidR="00306AFD" w:rsidRPr="001F049B" w:rsidRDefault="00306AFD" w:rsidP="007E181B">
      <w:pPr>
        <w:pStyle w:val="BeilagenersteZeile"/>
        <w:rPr>
          <w:noProof/>
          <w:highlight w:val="white"/>
        </w:rPr>
      </w:pPr>
      <w:r w:rsidRPr="001F049B">
        <w:rPr>
          <w:noProof/>
        </w:rPr>
        <w:lastRenderedPageBreak/>
        <w:t>Beilagen</w:t>
      </w:r>
    </w:p>
    <w:tbl>
      <w:tblPr>
        <w:tblStyle w:val="Template"/>
        <w:tblW w:w="0" w:type="auto"/>
        <w:tblLook w:val="04A0" w:firstRow="1" w:lastRow="0" w:firstColumn="1" w:lastColumn="0" w:noHBand="0" w:noVBand="1"/>
      </w:tblPr>
      <w:tblGrid>
        <w:gridCol w:w="9098"/>
      </w:tblGrid>
      <w:tr w:rsidR="00306AFD" w:rsidRPr="001F049B" w:rsidTr="00C33C17">
        <w:tc>
          <w:tcPr>
            <w:tcW w:w="9098" w:type="dxa"/>
          </w:tcPr>
          <w:p w:rsidR="00306AFD" w:rsidRPr="001F049B" w:rsidRDefault="00306AFD" w:rsidP="00C33C17">
            <w:pPr>
              <w:pStyle w:val="Beilagen"/>
              <w:rPr>
                <w:noProof/>
                <w:highlight w:val="white"/>
              </w:rPr>
            </w:pPr>
            <w:r w:rsidRPr="001F049B">
              <w:rPr>
                <w:noProof/>
                <w:highlight w:val="white"/>
              </w:rPr>
              <w:t>Die erforderlichen Beilagen sind der Checkliste "einzureichende Unterlagen bei Infrastrukturvorhaben" zu entnehmen.</w:t>
            </w:r>
          </w:p>
        </w:tc>
      </w:tr>
    </w:tbl>
    <w:p w:rsidR="001208D6" w:rsidRPr="001F049B" w:rsidRDefault="00B51756" w:rsidP="00F11512">
      <w:pPr>
        <w:rPr>
          <w:sz w:val="2"/>
          <w:szCs w:val="2"/>
        </w:rPr>
      </w:pPr>
      <w:r w:rsidRPr="001F049B">
        <w:fldChar w:fldCharType="end"/>
      </w:r>
      <w:r w:rsidR="001208D6" w:rsidRPr="001F049B">
        <w:fldChar w:fldCharType="begin"/>
      </w:r>
      <w:r w:rsidR="001208D6" w:rsidRPr="001F049B">
        <w:instrText xml:space="preserve"> IF </w:instrText>
      </w:r>
      <w:r w:rsidR="0057510C" w:rsidRPr="001F049B">
        <w:fldChar w:fldCharType="begin"/>
      </w:r>
      <w:r w:rsidR="0057510C" w:rsidRPr="001F049B">
        <w:instrText xml:space="preserve"> DOCPROPERTY "CustomField.Distribution"\*CHARFORMAT </w:instrText>
      </w:r>
      <w:r w:rsidR="0057510C" w:rsidRPr="001F049B">
        <w:fldChar w:fldCharType="end"/>
      </w:r>
      <w:r w:rsidR="001208D6" w:rsidRPr="001F049B">
        <w:rPr>
          <w:highlight w:val="white"/>
        </w:rPr>
        <w:instrText xml:space="preserve"> = "" "" "</w:instrText>
      </w:r>
    </w:p>
    <w:p w:rsidR="001208D6" w:rsidRPr="001F049B" w:rsidRDefault="003B6E5D" w:rsidP="00F11512">
      <w:pPr>
        <w:pStyle w:val="VerteilerersteZeile"/>
        <w:rPr>
          <w:highlight w:val="white"/>
        </w:rPr>
      </w:pPr>
      <w:r>
        <w:fldChar w:fldCharType="begin"/>
      </w:r>
      <w:r>
        <w:instrText xml:space="preserve"> DOCPROPERTY "Doc.Distribution"\*CHARFORMAT </w:instrText>
      </w:r>
      <w:r>
        <w:fldChar w:fldCharType="separate"/>
      </w:r>
      <w:r w:rsidR="00926B84" w:rsidRPr="001F049B">
        <w:instrText>Doc.Distribution</w:instrText>
      </w:r>
      <w:r>
        <w:fldChar w:fldCharType="end"/>
      </w:r>
    </w:p>
    <w:tbl>
      <w:tblPr>
        <w:tblStyle w:val="Template"/>
        <w:tblW w:w="0" w:type="auto"/>
        <w:tblLook w:val="04A0" w:firstRow="1" w:lastRow="0" w:firstColumn="1" w:lastColumn="0" w:noHBand="0" w:noVBand="1"/>
      </w:tblPr>
      <w:tblGrid>
        <w:gridCol w:w="8958"/>
      </w:tblGrid>
      <w:tr w:rsidR="00C33C17" w:rsidRPr="001F049B" w:rsidTr="00C33C17">
        <w:tc>
          <w:tcPr>
            <w:tcW w:w="9098" w:type="dxa"/>
          </w:tcPr>
          <w:p w:rsidR="00C33C17" w:rsidRPr="001F049B" w:rsidRDefault="00C33C17" w:rsidP="00F11512">
            <w:pPr>
              <w:pStyle w:val="Verteiler"/>
            </w:pPr>
            <w:bookmarkStart w:id="9" w:name="Distribution"/>
            <w:bookmarkEnd w:id="9"/>
          </w:p>
        </w:tc>
      </w:tr>
    </w:tbl>
    <w:p w:rsidR="000E3474" w:rsidRPr="001F049B" w:rsidRDefault="001208D6" w:rsidP="00F11512">
      <w:pPr>
        <w:rPr>
          <w:sz w:val="2"/>
          <w:szCs w:val="2"/>
        </w:rPr>
      </w:pPr>
      <w:r w:rsidRPr="001F049B">
        <w:rPr>
          <w:highlight w:val="white"/>
        </w:rPr>
        <w:instrText>" \&lt;OawJumpToField value=0/&gt;</w:instrText>
      </w:r>
      <w:r w:rsidRPr="001F049B">
        <w:fldChar w:fldCharType="end"/>
      </w:r>
      <w:r w:rsidR="000E3474" w:rsidRPr="001F049B">
        <w:fldChar w:fldCharType="begin"/>
      </w:r>
      <w:r w:rsidR="000E3474" w:rsidRPr="001F049B">
        <w:instrText xml:space="preserve"> IF </w:instrText>
      </w:r>
      <w:r w:rsidR="000E3474" w:rsidRPr="001F049B">
        <w:fldChar w:fldCharType="begin"/>
      </w:r>
      <w:r w:rsidR="000E3474" w:rsidRPr="001F049B">
        <w:instrText xml:space="preserve"> DOCPROPERTY "CustomField.Copy"\*CHARFORMAT </w:instrText>
      </w:r>
      <w:r w:rsidR="000E3474" w:rsidRPr="001F049B">
        <w:fldChar w:fldCharType="end"/>
      </w:r>
      <w:r w:rsidR="000E3474" w:rsidRPr="001F049B">
        <w:rPr>
          <w:highlight w:val="white"/>
        </w:rPr>
        <w:instrText xml:space="preserve"> = "" "" "</w:instrText>
      </w:r>
    </w:p>
    <w:p w:rsidR="000E3474" w:rsidRPr="001F049B" w:rsidRDefault="003B6E5D" w:rsidP="00F11512">
      <w:pPr>
        <w:pStyle w:val="KopieAnersteZeile"/>
        <w:rPr>
          <w:highlight w:val="white"/>
        </w:rPr>
      </w:pPr>
      <w:r>
        <w:fldChar w:fldCharType="begin"/>
      </w:r>
      <w:r>
        <w:instrText xml:space="preserve"> DOCPROPERTY "Doc.CopyTo"\*CHARFORMAT </w:instrText>
      </w:r>
      <w:r>
        <w:fldChar w:fldCharType="separate"/>
      </w:r>
      <w:r w:rsidR="00926B84" w:rsidRPr="001F049B">
        <w:instrText>Doc.CopyTo</w:instrText>
      </w:r>
      <w:r>
        <w:fldChar w:fldCharType="end"/>
      </w:r>
    </w:p>
    <w:tbl>
      <w:tblPr>
        <w:tblStyle w:val="Template"/>
        <w:tblW w:w="0" w:type="auto"/>
        <w:tblLook w:val="04A0" w:firstRow="1" w:lastRow="0" w:firstColumn="1" w:lastColumn="0" w:noHBand="0" w:noVBand="1"/>
      </w:tblPr>
      <w:tblGrid>
        <w:gridCol w:w="8958"/>
      </w:tblGrid>
      <w:tr w:rsidR="000E3474" w:rsidRPr="001F049B" w:rsidTr="00B93415">
        <w:tc>
          <w:tcPr>
            <w:tcW w:w="9098" w:type="dxa"/>
          </w:tcPr>
          <w:p w:rsidR="000E3474" w:rsidRPr="001F049B" w:rsidRDefault="000E3474" w:rsidP="00F11512">
            <w:pPr>
              <w:pStyle w:val="KopieAn"/>
            </w:pPr>
            <w:bookmarkStart w:id="10" w:name="Copy"/>
          </w:p>
        </w:tc>
      </w:tr>
    </w:tbl>
    <w:bookmarkEnd w:id="10"/>
    <w:p w:rsidR="001208D6" w:rsidRPr="001F049B" w:rsidRDefault="000E3474" w:rsidP="0056673C">
      <w:pPr>
        <w:pStyle w:val="Verteiler"/>
        <w:numPr>
          <w:ilvl w:val="0"/>
          <w:numId w:val="0"/>
        </w:numPr>
        <w:spacing w:line="240" w:lineRule="auto"/>
        <w:rPr>
          <w:sz w:val="2"/>
          <w:szCs w:val="2"/>
        </w:rPr>
      </w:pPr>
      <w:r w:rsidRPr="001F049B">
        <w:rPr>
          <w:highlight w:val="white"/>
        </w:rPr>
        <w:instrText>" \&lt;OawJumpToField value=0/&gt;</w:instrText>
      </w:r>
      <w:r w:rsidRPr="001F049B">
        <w:fldChar w:fldCharType="end"/>
      </w:r>
      <w:bookmarkStart w:id="11" w:name="Attachement"/>
      <w:bookmarkEnd w:id="11"/>
    </w:p>
    <w:sectPr w:rsidR="001208D6" w:rsidRPr="001F049B" w:rsidSect="008E06FF">
      <w:headerReference w:type="default" r:id="rId20"/>
      <w:footerReference w:type="default" r:id="rId21"/>
      <w:type w:val="continuous"/>
      <w:pgSz w:w="11906" w:h="16838" w:code="9"/>
      <w:pgMar w:top="1134" w:right="991" w:bottom="1134" w:left="1814"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36C9" w:rsidRPr="001F049B" w:rsidRDefault="00DA36C9">
      <w:r w:rsidRPr="001F049B">
        <w:separator/>
      </w:r>
    </w:p>
  </w:endnote>
  <w:endnote w:type="continuationSeparator" w:id="0">
    <w:p w:rsidR="00DA36C9" w:rsidRPr="001F049B" w:rsidRDefault="00DA36C9">
      <w:r w:rsidRPr="001F049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AFD" w:rsidRPr="001F049B" w:rsidRDefault="00306A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6C9" w:rsidRPr="001F049B" w:rsidRDefault="00DA36C9" w:rsidP="003952FE">
    <w:pPr>
      <w:pStyle w:val="Fuzeile"/>
    </w:pPr>
    <w:bookmarkStart w:id="6" w:name="LogoZusatz"/>
    <w:bookmarkEnd w:id="6"/>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AFD" w:rsidRPr="001F049B" w:rsidRDefault="00306AFD">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emplate"/>
      <w:tblW w:w="0" w:type="auto"/>
      <w:tblCellMar>
        <w:top w:w="57" w:type="dxa"/>
      </w:tblCellMar>
      <w:tblLook w:val="04A0" w:firstRow="1" w:lastRow="0" w:firstColumn="1" w:lastColumn="0" w:noHBand="0" w:noVBand="1"/>
    </w:tblPr>
    <w:tblGrid>
      <w:gridCol w:w="7513"/>
      <w:gridCol w:w="1445"/>
    </w:tblGrid>
    <w:tr w:rsidR="00DA36C9" w:rsidTr="006172FE">
      <w:tc>
        <w:tcPr>
          <w:tcW w:w="7513" w:type="dxa"/>
          <w:tcBorders>
            <w:top w:val="single" w:sz="4" w:space="0" w:color="auto"/>
          </w:tcBorders>
        </w:tcPr>
        <w:p w:rsidR="00DA36C9" w:rsidRDefault="00DA36C9" w:rsidP="00A605EC">
          <w:pPr>
            <w:pStyle w:val="Fuzeile"/>
          </w:pPr>
          <w:bookmarkStart w:id="12" w:name="DirectFooter" w:colFirst="0" w:colLast="0"/>
        </w:p>
      </w:tc>
      <w:tc>
        <w:tcPr>
          <w:tcW w:w="1445" w:type="dxa"/>
          <w:tcBorders>
            <w:top w:val="single" w:sz="4" w:space="0" w:color="auto"/>
          </w:tcBorders>
        </w:tcPr>
        <w:p w:rsidR="00DA36C9" w:rsidRDefault="00DA36C9" w:rsidP="00E01C38">
          <w:pPr>
            <w:pStyle w:val="Fuzeile"/>
            <w:jc w:val="right"/>
          </w:pPr>
          <w:r>
            <w:fldChar w:fldCharType="begin"/>
          </w:r>
          <w:r>
            <w:instrText xml:space="preserve"> PAGE   \* MERGEFORMAT </w:instrText>
          </w:r>
          <w:r>
            <w:fldChar w:fldCharType="separate"/>
          </w:r>
          <w:r w:rsidR="003B6E5D">
            <w:rPr>
              <w:noProof/>
            </w:rPr>
            <w:t>3</w:t>
          </w:r>
          <w:r>
            <w:fldChar w:fldCharType="end"/>
          </w:r>
          <w:r>
            <w:t xml:space="preserve"> </w:t>
          </w:r>
          <w:r w:rsidR="00975CB0">
            <w:fldChar w:fldCharType="begin"/>
          </w:r>
          <w:r w:rsidR="00975CB0">
            <w:instrText xml:space="preserve"> DOCPROPERTY "Doc.of"\*CHARFORMAT </w:instrText>
          </w:r>
          <w:r w:rsidR="00975CB0">
            <w:fldChar w:fldCharType="separate"/>
          </w:r>
          <w:r w:rsidR="00306AFD">
            <w:t>von</w:t>
          </w:r>
          <w:r w:rsidR="00975CB0">
            <w:fldChar w:fldCharType="end"/>
          </w:r>
          <w:r>
            <w:t xml:space="preserve"> </w:t>
          </w:r>
          <w:r>
            <w:rPr>
              <w:noProof/>
            </w:rPr>
            <w:fldChar w:fldCharType="begin"/>
          </w:r>
          <w:r>
            <w:rPr>
              <w:noProof/>
            </w:rPr>
            <w:instrText xml:space="preserve"> NUMPAGES   \* MERGEFORMAT </w:instrText>
          </w:r>
          <w:r>
            <w:rPr>
              <w:noProof/>
            </w:rPr>
            <w:fldChar w:fldCharType="separate"/>
          </w:r>
          <w:r w:rsidR="003B6E5D">
            <w:rPr>
              <w:noProof/>
            </w:rPr>
            <w:t>3</w:t>
          </w:r>
          <w:r>
            <w:rPr>
              <w:noProof/>
            </w:rPr>
            <w:fldChar w:fldCharType="end"/>
          </w:r>
        </w:p>
      </w:tc>
    </w:tr>
    <w:bookmarkEnd w:id="12"/>
  </w:tbl>
  <w:p w:rsidR="00DA36C9" w:rsidRPr="006B7C1B" w:rsidRDefault="00DA36C9" w:rsidP="006B7C1B">
    <w:pPr>
      <w:pStyle w:val="Fuzeile"/>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36C9" w:rsidRPr="001F049B" w:rsidRDefault="00DA36C9">
      <w:r w:rsidRPr="001F049B">
        <w:separator/>
      </w:r>
    </w:p>
  </w:footnote>
  <w:footnote w:type="continuationSeparator" w:id="0">
    <w:p w:rsidR="00DA36C9" w:rsidRPr="001F049B" w:rsidRDefault="00DA36C9">
      <w:r w:rsidRPr="001F049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AFD" w:rsidRPr="001F049B" w:rsidRDefault="00306AF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6C9" w:rsidRPr="001F049B" w:rsidRDefault="00DA36C9" w:rsidP="00422862">
    <w:pPr>
      <w:spacing w:line="240" w:lineRule="auto"/>
      <w:rPr>
        <w:sz w:val="2"/>
        <w:szCs w:val="2"/>
      </w:rPr>
    </w:pPr>
    <w:r w:rsidRPr="001F049B">
      <w:rPr>
        <w:noProof/>
        <w:sz w:val="2"/>
        <w:szCs w:val="2"/>
      </w:rPr>
      <w:drawing>
        <wp:anchor distT="0" distB="0" distL="114300" distR="114300" simplePos="0" relativeHeight="251662848" behindDoc="1" locked="1" layoutInCell="1" allowOverlap="1">
          <wp:simplePos x="0" y="0"/>
          <wp:positionH relativeFrom="page">
            <wp:posOffset>0</wp:posOffset>
          </wp:positionH>
          <wp:positionV relativeFrom="page">
            <wp:posOffset>0</wp:posOffset>
          </wp:positionV>
          <wp:extent cx="7559675" cy="1079500"/>
          <wp:effectExtent l="0" t="0" r="0" b="0"/>
          <wp:wrapNone/>
          <wp:docPr id="6" name="bab8a75a-fd98-43de-aec5-f566"/>
          <wp:cNvGraphicFramePr/>
          <a:graphic xmlns:a="http://schemas.openxmlformats.org/drawingml/2006/main">
            <a:graphicData uri="http://schemas.openxmlformats.org/drawingml/2006/picture">
              <pic:pic xmlns:pic="http://schemas.openxmlformats.org/drawingml/2006/picture">
                <pic:nvPicPr>
                  <pic:cNvPr id="6"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675" cy="1079500"/>
                  </a:xfrm>
                  <a:prstGeom prst="rect">
                    <a:avLst/>
                  </a:prstGeom>
                </pic:spPr>
              </pic:pic>
            </a:graphicData>
          </a:graphic>
          <wp14:sizeRelH relativeFrom="margin">
            <wp14:pctWidth>0</wp14:pctWidth>
          </wp14:sizeRelH>
          <wp14:sizeRelV relativeFrom="margin">
            <wp14:pctHeight>0</wp14:pctHeight>
          </wp14:sizeRelV>
        </wp:anchor>
      </w:drawing>
    </w:r>
  </w:p>
  <w:tbl>
    <w:tblPr>
      <w:tblStyle w:val="Template"/>
      <w:tblW w:w="0" w:type="auto"/>
      <w:tblInd w:w="-1191" w:type="dxa"/>
      <w:tblLayout w:type="fixed"/>
      <w:tblLook w:val="04A0" w:firstRow="1" w:lastRow="0" w:firstColumn="1" w:lastColumn="0" w:noHBand="0" w:noVBand="1"/>
    </w:tblPr>
    <w:tblGrid>
      <w:gridCol w:w="907"/>
      <w:gridCol w:w="28"/>
    </w:tblGrid>
    <w:tr w:rsidR="00DA36C9" w:rsidRPr="001F049B" w:rsidTr="00CD579E">
      <w:trPr>
        <w:cantSplit/>
        <w:trHeight w:val="4820"/>
      </w:trPr>
      <w:tc>
        <w:tcPr>
          <w:tcW w:w="907" w:type="dxa"/>
          <w:shd w:val="clear" w:color="auto" w:fill="auto"/>
          <w:noWrap/>
          <w:tcMar>
            <w:top w:w="0" w:type="dxa"/>
          </w:tcMar>
          <w:textDirection w:val="btLr"/>
        </w:tcPr>
        <w:p w:rsidR="00DA36C9" w:rsidRPr="001F049B" w:rsidRDefault="00DA36C9" w:rsidP="001769A8">
          <w:pPr>
            <w:pStyle w:val="OutputprofileTitle"/>
          </w:pPr>
          <w:r w:rsidRPr="001F049B">
            <w:fldChar w:fldCharType="begin"/>
          </w:r>
          <w:r w:rsidRPr="001F049B">
            <w:instrText xml:space="preserve"> IF </w:instrText>
          </w:r>
          <w:r w:rsidRPr="001F049B">
            <w:fldChar w:fldCharType="begin"/>
          </w:r>
          <w:r w:rsidRPr="001F049B">
            <w:instrText xml:space="preserve"> DOCPROPERTY "Doc.Draft"\*CHARFORMAT </w:instrText>
          </w:r>
          <w:r w:rsidRPr="001F049B">
            <w:fldChar w:fldCharType="end"/>
          </w:r>
          <w:r w:rsidRPr="001F049B">
            <w:instrText xml:space="preserve"> = "" "" "</w:instrText>
          </w:r>
          <w:r w:rsidR="003B6E5D">
            <w:fldChar w:fldCharType="begin"/>
          </w:r>
          <w:r w:rsidR="003B6E5D">
            <w:instrText xml:space="preserve"> DOCPROPERTY "Doc.Draft"\*CHARFORMAT </w:instrText>
          </w:r>
          <w:r w:rsidR="003B6E5D">
            <w:fldChar w:fldCharType="separate"/>
          </w:r>
          <w:r w:rsidRPr="001F049B">
            <w:instrText>Doc.Draft</w:instrText>
          </w:r>
          <w:r w:rsidR="003B6E5D">
            <w:fldChar w:fldCharType="end"/>
          </w:r>
          <w:r w:rsidRPr="001F049B">
            <w:instrText>"</w:instrText>
          </w:r>
          <w:r w:rsidRPr="001F049B">
            <w:fldChar w:fldCharType="end"/>
          </w:r>
        </w:p>
      </w:tc>
      <w:tc>
        <w:tcPr>
          <w:tcW w:w="28" w:type="dxa"/>
        </w:tcPr>
        <w:p w:rsidR="00DA36C9" w:rsidRPr="001F049B" w:rsidRDefault="00DA36C9" w:rsidP="00F67920">
          <w:pPr>
            <w:pStyle w:val="OutputprofileTitleDistance"/>
          </w:pPr>
          <w:r w:rsidRPr="001F049B">
            <w:fldChar w:fldCharType="begin"/>
          </w:r>
          <w:r w:rsidRPr="001F049B">
            <w:instrText xml:space="preserve"> IF </w:instrText>
          </w:r>
          <w:r w:rsidRPr="001F049B">
            <w:fldChar w:fldCharType="begin"/>
          </w:r>
          <w:r w:rsidRPr="001F049B">
            <w:instrText xml:space="preserve"> DOCPROPERTY "Doc.Draft"\*CHARFORMAT </w:instrText>
          </w:r>
          <w:r w:rsidRPr="001F049B">
            <w:fldChar w:fldCharType="end"/>
          </w:r>
          <w:r w:rsidRPr="001F049B">
            <w:instrText xml:space="preserve"> = "" "" "</w:instrText>
          </w:r>
          <w:r w:rsidR="003B6E5D">
            <w:fldChar w:fldCharType="begin"/>
          </w:r>
          <w:r w:rsidR="003B6E5D">
            <w:instrText xml:space="preserve"> DOCPROPERTY "Doc.OutputprofileTitleDistance"\*CHARFORMAT </w:instrText>
          </w:r>
          <w:r w:rsidR="003B6E5D">
            <w:fldChar w:fldCharType="separate"/>
          </w:r>
          <w:r w:rsidRPr="001F049B">
            <w:instrText>Doc.OutputprofileTitleDistance</w:instrText>
          </w:r>
          <w:r w:rsidR="003B6E5D">
            <w:fldChar w:fldCharType="end"/>
          </w:r>
          <w:r w:rsidRPr="001F049B">
            <w:instrText>"</w:instrText>
          </w:r>
          <w:r w:rsidRPr="001F049B">
            <w:fldChar w:fldCharType="end"/>
          </w:r>
        </w:p>
      </w:tc>
    </w:tr>
    <w:tr w:rsidR="00DA36C9" w:rsidRPr="001F049B" w:rsidTr="00C95F8B">
      <w:trPr>
        <w:cantSplit/>
        <w:trHeight w:val="1985"/>
      </w:trPr>
      <w:tc>
        <w:tcPr>
          <w:tcW w:w="907" w:type="dxa"/>
          <w:shd w:val="clear" w:color="auto" w:fill="auto"/>
          <w:tcMar>
            <w:top w:w="113" w:type="dxa"/>
            <w:left w:w="125" w:type="dxa"/>
          </w:tcMar>
          <w:textDirection w:val="btLr"/>
        </w:tcPr>
        <w:p w:rsidR="00DA36C9" w:rsidRPr="001F049B" w:rsidRDefault="00DA36C9" w:rsidP="00183CF9">
          <w:pPr>
            <w:pStyle w:val="OutputprofileText"/>
          </w:pPr>
          <w:r w:rsidRPr="001F049B">
            <w:fldChar w:fldCharType="begin"/>
          </w:r>
          <w:r w:rsidRPr="001F049B">
            <w:instrText xml:space="preserve"> IF </w:instrText>
          </w:r>
          <w:r w:rsidRPr="001F049B">
            <w:fldChar w:fldCharType="begin"/>
          </w:r>
          <w:r w:rsidRPr="001F049B">
            <w:instrText xml:space="preserve"> DOCPROPERTY "Doc.Draft"\*CHARFORMAT </w:instrText>
          </w:r>
          <w:r w:rsidRPr="001F049B">
            <w:fldChar w:fldCharType="end"/>
          </w:r>
          <w:r w:rsidRPr="001F049B">
            <w:instrText xml:space="preserve"> = "" "" "</w:instrText>
          </w:r>
          <w:r w:rsidRPr="001F049B">
            <w:fldChar w:fldCharType="begin"/>
          </w:r>
          <w:r w:rsidRPr="001F049B">
            <w:instrText xml:space="preserve"> DATE  \@ "</w:instrText>
          </w:r>
          <w:r w:rsidR="003B6E5D">
            <w:fldChar w:fldCharType="begin"/>
          </w:r>
          <w:r w:rsidR="003B6E5D">
            <w:instrText xml:space="preserve"> DOCPROPERTY "Date.Format.Long"\*CHARFORMAT </w:instrText>
          </w:r>
          <w:r w:rsidR="003B6E5D">
            <w:fldChar w:fldCharType="separate"/>
          </w:r>
          <w:r w:rsidRPr="001F049B">
            <w:instrText>Date.Format.Long</w:instrText>
          </w:r>
          <w:r w:rsidR="003B6E5D">
            <w:fldChar w:fldCharType="end"/>
          </w:r>
          <w:r w:rsidRPr="001F049B">
            <w:instrText xml:space="preserve">"  \* MERGEFORMAT </w:instrText>
          </w:r>
          <w:r w:rsidRPr="001F049B">
            <w:fldChar w:fldCharType="separate"/>
          </w:r>
          <w:r w:rsidRPr="001F049B">
            <w:rPr>
              <w:noProof/>
            </w:rPr>
            <w:instrText>7at29.Fo</w:instrText>
          </w:r>
          <w:r w:rsidRPr="001F049B">
            <w:rPr>
              <w:rFonts w:ascii="Malgun Gothic" w:eastAsia="Malgun Gothic" w:hAnsi="Malgun Gothic" w:cs="Malgun Gothic" w:hint="eastAsia"/>
              <w:noProof/>
            </w:rPr>
            <w:instrText>二</w:instrText>
          </w:r>
          <w:r w:rsidRPr="001F049B">
            <w:rPr>
              <w:noProof/>
            </w:rPr>
            <w:instrText>17at.Lo29H</w:instrText>
          </w:r>
          <w:r w:rsidRPr="001F049B">
            <w:fldChar w:fldCharType="end"/>
          </w:r>
        </w:p>
        <w:p w:rsidR="00DA36C9" w:rsidRPr="001F049B" w:rsidRDefault="00DA36C9" w:rsidP="00183CF9">
          <w:pPr>
            <w:pStyle w:val="OutputprofileText"/>
          </w:pPr>
          <w:r w:rsidRPr="001F049B">
            <w:fldChar w:fldCharType="begin"/>
          </w:r>
          <w:r w:rsidRPr="001F049B">
            <w:instrText xml:space="preserve"> TIME  \@ "HH:mm"  \* MERGEFORMAT </w:instrText>
          </w:r>
          <w:r w:rsidRPr="001F049B">
            <w:fldChar w:fldCharType="separate"/>
          </w:r>
          <w:r w:rsidRPr="001F049B">
            <w:rPr>
              <w:noProof/>
            </w:rPr>
            <w:instrText>14:17</w:instrText>
          </w:r>
          <w:r w:rsidRPr="001F049B">
            <w:fldChar w:fldCharType="end"/>
          </w:r>
          <w:r w:rsidRPr="001F049B">
            <w:instrText xml:space="preserve">" </w:instrText>
          </w:r>
          <w:r w:rsidRPr="001F049B">
            <w:fldChar w:fldCharType="end"/>
          </w:r>
        </w:p>
      </w:tc>
      <w:tc>
        <w:tcPr>
          <w:tcW w:w="28" w:type="dxa"/>
          <w:textDirection w:val="btLr"/>
        </w:tcPr>
        <w:p w:rsidR="00DA36C9" w:rsidRPr="001F049B" w:rsidRDefault="00DA36C9" w:rsidP="00183CF9">
          <w:pPr>
            <w:pStyle w:val="OutputprofileText"/>
          </w:pPr>
        </w:p>
      </w:tc>
    </w:tr>
  </w:tbl>
  <w:p w:rsidR="00DA36C9" w:rsidRPr="001F049B" w:rsidRDefault="00DA36C9">
    <w:pPr>
      <w:pStyle w:val="Kopfzeile"/>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AFD" w:rsidRPr="001F049B" w:rsidRDefault="00306AFD">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36C9" w:rsidRDefault="00DA36C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3AEDB3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1A2F48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B30488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66442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3AE9E3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8B6F7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D3284B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234BC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E075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5847C8"/>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A44778"/>
    <w:multiLevelType w:val="multilevel"/>
    <w:tmpl w:val="5FAE1442"/>
    <w:lvl w:ilvl="0">
      <w:start w:val="1"/>
      <w:numFmt w:val="decimal"/>
      <w:pStyle w:val="berschrift1"/>
      <w:suff w:val="space"/>
      <w:lvlText w:val="%1."/>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suff w:val="space"/>
      <w:lvlText w:val="%1.%2"/>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suff w:val="space"/>
      <w:lvlText w:val="%1.%2.%3"/>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suff w:val="space"/>
      <w:lvlText w:val="%1.%2.%3.%4"/>
      <w:lvlJc w:val="left"/>
      <w:pPr>
        <w:ind w:left="0" w:firstLine="0"/>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0"/>
        <w:szCs w:val="20"/>
      </w:rPr>
    </w:lvl>
    <w:lvl w:ilvl="6">
      <w:start w:val="1"/>
      <w:numFmt w:val="decimal"/>
      <w:pStyle w:val="berschrift7"/>
      <w:suff w:val="space"/>
      <w:lvlText w:val="%1.%2.%3.%4.%5.%6.%7"/>
      <w:lvlJc w:val="left"/>
      <w:pPr>
        <w:ind w:left="0" w:firstLine="0"/>
      </w:pPr>
      <w:rPr>
        <w:rFonts w:hint="default"/>
        <w:b/>
        <w:i w:val="0"/>
        <w:sz w:val="20"/>
        <w:szCs w:val="20"/>
      </w:rPr>
    </w:lvl>
    <w:lvl w:ilvl="7">
      <w:start w:val="1"/>
      <w:numFmt w:val="decimal"/>
      <w:pStyle w:val="berschrift8"/>
      <w:suff w:val="space"/>
      <w:lvlText w:val="%1.%2.%3.%4.%5.%6.%7.%8"/>
      <w:lvlJc w:val="left"/>
      <w:pPr>
        <w:ind w:left="0" w:firstLine="0"/>
      </w:pPr>
      <w:rPr>
        <w:rFonts w:hint="default"/>
        <w:b/>
        <w:i w:val="0"/>
        <w:sz w:val="20"/>
        <w:szCs w:val="20"/>
      </w:rPr>
    </w:lvl>
    <w:lvl w:ilvl="8">
      <w:start w:val="1"/>
      <w:numFmt w:val="decimal"/>
      <w:pStyle w:val="berschrift9"/>
      <w:suff w:val="space"/>
      <w:lvlText w:val="%1.%2.%3.%4.%5.%6.%7.%8.%9"/>
      <w:lvlJc w:val="left"/>
      <w:pPr>
        <w:ind w:left="0" w:firstLine="0"/>
      </w:pPr>
      <w:rPr>
        <w:rFonts w:hint="default"/>
        <w:b/>
        <w:i w:val="0"/>
        <w:sz w:val="20"/>
        <w:szCs w:val="20"/>
      </w:rPr>
    </w:lvl>
  </w:abstractNum>
  <w:abstractNum w:abstractNumId="11" w15:restartNumberingAfterBreak="0">
    <w:nsid w:val="03482385"/>
    <w:multiLevelType w:val="hybridMultilevel"/>
    <w:tmpl w:val="D3004DE6"/>
    <w:name w:val="200707161401444232237722"/>
    <w:lvl w:ilvl="0" w:tplc="AB4020F0">
      <w:start w:val="1"/>
      <w:numFmt w:val="upperRoman"/>
      <w:lvlText w:val="%1."/>
      <w:lvlJc w:val="righ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F0A3714"/>
    <w:multiLevelType w:val="multilevel"/>
    <w:tmpl w:val="7A8A8300"/>
    <w:lvl w:ilvl="0">
      <w:start w:val="1"/>
      <w:numFmt w:val="decimal"/>
      <w:pStyle w:val="AuflistungmitNummernmitAbstand"/>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13" w15:restartNumberingAfterBreak="0">
    <w:nsid w:val="162A767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BF5480F"/>
    <w:multiLevelType w:val="multilevel"/>
    <w:tmpl w:val="859E789C"/>
    <w:lvl w:ilvl="0">
      <w:start w:val="1"/>
      <w:numFmt w:val="bullet"/>
      <w:lvlText w:val="•"/>
      <w:lvlJc w:val="left"/>
      <w:pPr>
        <w:ind w:left="445" w:hanging="360"/>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abstractNum w:abstractNumId="15" w15:restartNumberingAfterBreak="0">
    <w:nsid w:val="23344003"/>
    <w:multiLevelType w:val="multilevel"/>
    <w:tmpl w:val="FD3A66B2"/>
    <w:lvl w:ilvl="0">
      <w:start w:val="1"/>
      <w:numFmt w:val="lowerLetter"/>
      <w:pStyle w:val="AuflistungmitKleinbuchstaben"/>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lowerLetter"/>
      <w:lvlText w:val="%3)"/>
      <w:lvlJc w:val="left"/>
      <w:pPr>
        <w:ind w:left="852" w:hanging="284"/>
      </w:pPr>
      <w:rPr>
        <w:rFonts w:hint="default"/>
      </w:rPr>
    </w:lvl>
    <w:lvl w:ilvl="3">
      <w:start w:val="1"/>
      <w:numFmt w:val="lowerLetter"/>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Letter"/>
      <w:lvlText w:val="%6)"/>
      <w:lvlJc w:val="left"/>
      <w:pPr>
        <w:ind w:left="1701" w:hanging="281"/>
      </w:pPr>
      <w:rPr>
        <w:rFonts w:hint="default"/>
      </w:rPr>
    </w:lvl>
    <w:lvl w:ilvl="6">
      <w:start w:val="1"/>
      <w:numFmt w:val="lowerLetter"/>
      <w:lvlText w:val="%7)"/>
      <w:lvlJc w:val="left"/>
      <w:pPr>
        <w:ind w:left="1985" w:hanging="284"/>
      </w:pPr>
      <w:rPr>
        <w:rFonts w:hint="default"/>
      </w:rPr>
    </w:lvl>
    <w:lvl w:ilvl="7">
      <w:start w:val="1"/>
      <w:numFmt w:val="lowerLetter"/>
      <w:lvlText w:val="%8)"/>
      <w:lvlJc w:val="left"/>
      <w:pPr>
        <w:ind w:left="2268" w:hanging="283"/>
      </w:pPr>
      <w:rPr>
        <w:rFonts w:hint="default"/>
      </w:rPr>
    </w:lvl>
    <w:lvl w:ilvl="8">
      <w:start w:val="1"/>
      <w:numFmt w:val="lowerLetter"/>
      <w:lvlText w:val="%9)"/>
      <w:lvlJc w:val="left"/>
      <w:pPr>
        <w:ind w:left="2552" w:hanging="284"/>
      </w:pPr>
      <w:rPr>
        <w:rFonts w:hint="default"/>
      </w:rPr>
    </w:lvl>
  </w:abstractNum>
  <w:abstractNum w:abstractNumId="16" w15:restartNumberingAfterBreak="0">
    <w:nsid w:val="25D7700A"/>
    <w:multiLevelType w:val="multilevel"/>
    <w:tmpl w:val="E300FEBC"/>
    <w:lvl w:ilvl="0">
      <w:start w:val="1"/>
      <w:numFmt w:val="decimal"/>
      <w:pStyle w:val="AuflistungmitNummern"/>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17" w15:restartNumberingAfterBreak="0">
    <w:nsid w:val="2C8231CF"/>
    <w:multiLevelType w:val="multilevel"/>
    <w:tmpl w:val="3ABE09A6"/>
    <w:lvl w:ilvl="0">
      <w:start w:val="1"/>
      <w:numFmt w:val="bullet"/>
      <w:lvlText w:val="•"/>
      <w:lvlJc w:val="left"/>
      <w:pPr>
        <w:ind w:left="284" w:hanging="199"/>
      </w:pPr>
      <w:rPr>
        <w:rFonts w:ascii="Arial" w:hAnsi="Arial" w:hint="default"/>
      </w:rPr>
    </w:lvl>
    <w:lvl w:ilvl="1">
      <w:start w:val="1"/>
      <w:numFmt w:val="bullet"/>
      <w:lvlText w:val="•"/>
      <w:lvlJc w:val="left"/>
      <w:pPr>
        <w:ind w:left="568" w:hanging="199"/>
      </w:pPr>
      <w:rPr>
        <w:rFonts w:ascii="Arial" w:hAnsi="Arial" w:hint="default"/>
      </w:rPr>
    </w:lvl>
    <w:lvl w:ilvl="2">
      <w:start w:val="1"/>
      <w:numFmt w:val="bullet"/>
      <w:lvlText w:val="•"/>
      <w:lvlJc w:val="left"/>
      <w:pPr>
        <w:ind w:left="852" w:hanging="199"/>
      </w:pPr>
      <w:rPr>
        <w:rFonts w:ascii="Arial" w:hAnsi="Arial" w:hint="default"/>
      </w:rPr>
    </w:lvl>
    <w:lvl w:ilvl="3">
      <w:start w:val="1"/>
      <w:numFmt w:val="bullet"/>
      <w:lvlText w:val="•"/>
      <w:lvlJc w:val="left"/>
      <w:pPr>
        <w:ind w:left="1136" w:hanging="199"/>
      </w:pPr>
      <w:rPr>
        <w:rFonts w:ascii="Arial" w:hAnsi="Arial" w:hint="default"/>
      </w:rPr>
    </w:lvl>
    <w:lvl w:ilvl="4">
      <w:start w:val="1"/>
      <w:numFmt w:val="bullet"/>
      <w:lvlText w:val="•"/>
      <w:lvlJc w:val="left"/>
      <w:pPr>
        <w:ind w:left="1420" w:hanging="199"/>
      </w:pPr>
      <w:rPr>
        <w:rFonts w:ascii="Arial" w:hAnsi="Arial" w:hint="default"/>
      </w:rPr>
    </w:lvl>
    <w:lvl w:ilvl="5">
      <w:start w:val="1"/>
      <w:numFmt w:val="bullet"/>
      <w:lvlText w:val="•"/>
      <w:lvlJc w:val="left"/>
      <w:pPr>
        <w:ind w:left="1704" w:hanging="199"/>
      </w:pPr>
      <w:rPr>
        <w:rFonts w:ascii="Arial" w:hAnsi="Arial" w:hint="default"/>
      </w:rPr>
    </w:lvl>
    <w:lvl w:ilvl="6">
      <w:start w:val="1"/>
      <w:numFmt w:val="bullet"/>
      <w:lvlText w:val="•"/>
      <w:lvlJc w:val="left"/>
      <w:pPr>
        <w:ind w:left="1988" w:hanging="199"/>
      </w:pPr>
      <w:rPr>
        <w:rFonts w:ascii="Arial" w:hAnsi="Arial" w:hint="default"/>
      </w:rPr>
    </w:lvl>
    <w:lvl w:ilvl="7">
      <w:start w:val="1"/>
      <w:numFmt w:val="bullet"/>
      <w:lvlText w:val="•"/>
      <w:lvlJc w:val="left"/>
      <w:pPr>
        <w:ind w:left="2272" w:hanging="199"/>
      </w:pPr>
      <w:rPr>
        <w:rFonts w:ascii="Arial" w:hAnsi="Arial" w:hint="default"/>
      </w:rPr>
    </w:lvl>
    <w:lvl w:ilvl="8">
      <w:start w:val="1"/>
      <w:numFmt w:val="bullet"/>
      <w:lvlText w:val="•"/>
      <w:lvlJc w:val="left"/>
      <w:pPr>
        <w:ind w:left="2556" w:hanging="199"/>
      </w:pPr>
      <w:rPr>
        <w:rFonts w:ascii="Arial" w:hAnsi="Arial" w:hint="default"/>
      </w:rPr>
    </w:lvl>
  </w:abstractNum>
  <w:abstractNum w:abstractNumId="18" w15:restartNumberingAfterBreak="0">
    <w:nsid w:val="2FAC092B"/>
    <w:multiLevelType w:val="multilevel"/>
    <w:tmpl w:val="1BEA5DEC"/>
    <w:lvl w:ilvl="0">
      <w:start w:val="1"/>
      <w:numFmt w:val="upperRoman"/>
      <w:pStyle w:val="AuflistungmitrmischenNummern"/>
      <w:lvlText w:val="%1."/>
      <w:lvlJc w:val="left"/>
      <w:pPr>
        <w:ind w:left="425" w:hanging="425"/>
      </w:pPr>
      <w:rPr>
        <w:rFonts w:hint="default"/>
      </w:rPr>
    </w:lvl>
    <w:lvl w:ilvl="1">
      <w:start w:val="1"/>
      <w:numFmt w:val="upperRoman"/>
      <w:lvlText w:val="%2."/>
      <w:lvlJc w:val="left"/>
      <w:pPr>
        <w:ind w:left="850" w:hanging="425"/>
      </w:pPr>
      <w:rPr>
        <w:rFonts w:hint="default"/>
      </w:rPr>
    </w:lvl>
    <w:lvl w:ilvl="2">
      <w:start w:val="1"/>
      <w:numFmt w:val="upperRoman"/>
      <w:lvlText w:val="%3."/>
      <w:lvlJc w:val="left"/>
      <w:pPr>
        <w:ind w:left="1275" w:hanging="425"/>
      </w:pPr>
      <w:rPr>
        <w:rFonts w:hint="default"/>
      </w:rPr>
    </w:lvl>
    <w:lvl w:ilvl="3">
      <w:start w:val="1"/>
      <w:numFmt w:val="upperRoman"/>
      <w:lvlText w:val="%4."/>
      <w:lvlJc w:val="left"/>
      <w:pPr>
        <w:ind w:left="1700" w:hanging="425"/>
      </w:pPr>
      <w:rPr>
        <w:rFonts w:hint="default"/>
      </w:rPr>
    </w:lvl>
    <w:lvl w:ilvl="4">
      <w:start w:val="1"/>
      <w:numFmt w:val="upperRoman"/>
      <w:lvlText w:val="%5."/>
      <w:lvlJc w:val="left"/>
      <w:pPr>
        <w:ind w:left="2125" w:hanging="425"/>
      </w:pPr>
      <w:rPr>
        <w:rFonts w:hint="default"/>
      </w:rPr>
    </w:lvl>
    <w:lvl w:ilvl="5">
      <w:start w:val="1"/>
      <w:numFmt w:val="upperRoman"/>
      <w:lvlText w:val="%6."/>
      <w:lvlJc w:val="left"/>
      <w:pPr>
        <w:ind w:left="2550" w:hanging="425"/>
      </w:pPr>
      <w:rPr>
        <w:rFonts w:hint="default"/>
      </w:rPr>
    </w:lvl>
    <w:lvl w:ilvl="6">
      <w:start w:val="1"/>
      <w:numFmt w:val="upperRoman"/>
      <w:lvlText w:val="%7."/>
      <w:lvlJc w:val="left"/>
      <w:pPr>
        <w:ind w:left="2975" w:hanging="425"/>
      </w:pPr>
      <w:rPr>
        <w:rFonts w:hint="default"/>
      </w:rPr>
    </w:lvl>
    <w:lvl w:ilvl="7">
      <w:start w:val="1"/>
      <w:numFmt w:val="upperRoman"/>
      <w:lvlText w:val="%8."/>
      <w:lvlJc w:val="left"/>
      <w:pPr>
        <w:ind w:left="3400" w:hanging="425"/>
      </w:pPr>
      <w:rPr>
        <w:rFonts w:hint="default"/>
      </w:rPr>
    </w:lvl>
    <w:lvl w:ilvl="8">
      <w:start w:val="1"/>
      <w:numFmt w:val="upperRoman"/>
      <w:lvlText w:val="%9."/>
      <w:lvlJc w:val="left"/>
      <w:pPr>
        <w:ind w:left="3825" w:hanging="425"/>
      </w:pPr>
      <w:rPr>
        <w:rFonts w:hint="default"/>
      </w:rPr>
    </w:lvl>
  </w:abstractNum>
  <w:abstractNum w:abstractNumId="19" w15:restartNumberingAfterBreak="0">
    <w:nsid w:val="365D40E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6C603F3"/>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CDB6CD0"/>
    <w:multiLevelType w:val="multilevel"/>
    <w:tmpl w:val="C5CE0304"/>
    <w:lvl w:ilvl="0">
      <w:start w:val="1"/>
      <w:numFmt w:val="upperLetter"/>
      <w:pStyle w:val="AuflistungmitBuchstaben"/>
      <w:lvlText w:val="%1"/>
      <w:lvlJc w:val="left"/>
      <w:pPr>
        <w:tabs>
          <w:tab w:val="num" w:pos="284"/>
        </w:tabs>
        <w:ind w:left="284" w:hanging="284"/>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8"/>
        </w:tabs>
        <w:ind w:left="568" w:hanging="284"/>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852"/>
        </w:tabs>
        <w:ind w:left="852" w:hanging="284"/>
      </w:pPr>
      <w:rPr>
        <w:rFonts w:hint="default"/>
      </w:rPr>
    </w:lvl>
    <w:lvl w:ilvl="3">
      <w:start w:val="1"/>
      <w:numFmt w:val="upperLetter"/>
      <w:lvlText w:val="%4."/>
      <w:lvlJc w:val="left"/>
      <w:pPr>
        <w:tabs>
          <w:tab w:val="num" w:pos="1136"/>
        </w:tabs>
        <w:ind w:left="1136" w:hanging="284"/>
      </w:pPr>
      <w:rPr>
        <w:rFonts w:hint="default"/>
      </w:rPr>
    </w:lvl>
    <w:lvl w:ilvl="4">
      <w:start w:val="1"/>
      <w:numFmt w:val="upperLetter"/>
      <w:lvlText w:val="%5."/>
      <w:lvlJc w:val="left"/>
      <w:pPr>
        <w:tabs>
          <w:tab w:val="num" w:pos="1420"/>
        </w:tabs>
        <w:ind w:left="1420" w:hanging="284"/>
      </w:pPr>
      <w:rPr>
        <w:rFonts w:hint="default"/>
      </w:rPr>
    </w:lvl>
    <w:lvl w:ilvl="5">
      <w:start w:val="1"/>
      <w:numFmt w:val="upperLetter"/>
      <w:lvlText w:val="%6."/>
      <w:lvlJc w:val="left"/>
      <w:pPr>
        <w:tabs>
          <w:tab w:val="num" w:pos="1704"/>
        </w:tabs>
        <w:ind w:left="1704" w:hanging="284"/>
      </w:pPr>
      <w:rPr>
        <w:rFonts w:hint="default"/>
      </w:rPr>
    </w:lvl>
    <w:lvl w:ilvl="6">
      <w:start w:val="1"/>
      <w:numFmt w:val="upperLetter"/>
      <w:lvlText w:val="%7."/>
      <w:lvlJc w:val="left"/>
      <w:pPr>
        <w:tabs>
          <w:tab w:val="num" w:pos="1988"/>
        </w:tabs>
        <w:ind w:left="1988" w:hanging="284"/>
      </w:pPr>
      <w:rPr>
        <w:rFonts w:hint="default"/>
      </w:rPr>
    </w:lvl>
    <w:lvl w:ilvl="7">
      <w:start w:val="1"/>
      <w:numFmt w:val="upperLetter"/>
      <w:lvlText w:val="%8."/>
      <w:lvlJc w:val="left"/>
      <w:pPr>
        <w:tabs>
          <w:tab w:val="num" w:pos="2272"/>
        </w:tabs>
        <w:ind w:left="2272" w:hanging="284"/>
      </w:pPr>
      <w:rPr>
        <w:rFonts w:hint="default"/>
      </w:rPr>
    </w:lvl>
    <w:lvl w:ilvl="8">
      <w:start w:val="1"/>
      <w:numFmt w:val="upperLetter"/>
      <w:lvlText w:val="%9."/>
      <w:lvlJc w:val="left"/>
      <w:pPr>
        <w:tabs>
          <w:tab w:val="num" w:pos="2556"/>
        </w:tabs>
        <w:ind w:left="2556" w:hanging="284"/>
      </w:pPr>
      <w:rPr>
        <w:rFonts w:hint="default"/>
      </w:rPr>
    </w:lvl>
  </w:abstractNum>
  <w:abstractNum w:abstractNumId="22" w15:restartNumberingAfterBreak="0">
    <w:nsid w:val="4F677468"/>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6A0723D"/>
    <w:multiLevelType w:val="hybridMultilevel"/>
    <w:tmpl w:val="194611A0"/>
    <w:lvl w:ilvl="0" w:tplc="08070001">
      <w:start w:val="5"/>
      <w:numFmt w:val="bullet"/>
      <w:lvlText w:val=""/>
      <w:lvlJc w:val="left"/>
      <w:pPr>
        <w:ind w:left="720" w:hanging="360"/>
      </w:pPr>
      <w:rPr>
        <w:rFonts w:ascii="Symbol" w:eastAsia="Times New Roman" w:hAnsi="Symbol"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5BCE4007"/>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16663D3"/>
    <w:multiLevelType w:val="multilevel"/>
    <w:tmpl w:val="DAB298A0"/>
    <w:numStyleLink w:val="Formatvorlage1"/>
  </w:abstractNum>
  <w:abstractNum w:abstractNumId="26" w15:restartNumberingAfterBreak="0">
    <w:nsid w:val="66E11CDA"/>
    <w:multiLevelType w:val="multilevel"/>
    <w:tmpl w:val="D14853E4"/>
    <w:lvl w:ilvl="0">
      <w:start w:val="1"/>
      <w:numFmt w:val="bullet"/>
      <w:pStyle w:val="AuflistungHinweis"/>
      <w:lvlText w:val="►"/>
      <w:lvlJc w:val="left"/>
      <w:pPr>
        <w:ind w:left="284" w:hanging="284"/>
      </w:pPr>
      <w:rPr>
        <w:rFonts w:ascii="Arial" w:hAnsi="Arial" w:hint="default"/>
      </w:rPr>
    </w:lvl>
    <w:lvl w:ilvl="1">
      <w:start w:val="1"/>
      <w:numFmt w:val="bullet"/>
      <w:lvlText w:val="►"/>
      <w:lvlJc w:val="left"/>
      <w:pPr>
        <w:ind w:left="568" w:hanging="284"/>
      </w:pPr>
      <w:rPr>
        <w:rFonts w:ascii="Arial" w:hAnsi="Arial" w:hint="default"/>
      </w:rPr>
    </w:lvl>
    <w:lvl w:ilvl="2">
      <w:start w:val="1"/>
      <w:numFmt w:val="bullet"/>
      <w:lvlText w:val="►"/>
      <w:lvlJc w:val="left"/>
      <w:pPr>
        <w:ind w:left="852" w:hanging="284"/>
      </w:pPr>
      <w:rPr>
        <w:rFonts w:ascii="Arial" w:hAnsi="Arial" w:hint="default"/>
      </w:rPr>
    </w:lvl>
    <w:lvl w:ilvl="3">
      <w:start w:val="1"/>
      <w:numFmt w:val="bullet"/>
      <w:lvlText w:val="►"/>
      <w:lvlJc w:val="left"/>
      <w:pPr>
        <w:ind w:left="1136" w:hanging="284"/>
      </w:pPr>
      <w:rPr>
        <w:rFonts w:ascii="Arial" w:hAnsi="Arial" w:hint="default"/>
      </w:rPr>
    </w:lvl>
    <w:lvl w:ilvl="4">
      <w:start w:val="1"/>
      <w:numFmt w:val="bullet"/>
      <w:lvlText w:val="►"/>
      <w:lvlJc w:val="left"/>
      <w:pPr>
        <w:ind w:left="1420" w:hanging="284"/>
      </w:pPr>
      <w:rPr>
        <w:rFonts w:ascii="Arial" w:hAnsi="Arial" w:hint="default"/>
      </w:rPr>
    </w:lvl>
    <w:lvl w:ilvl="5">
      <w:start w:val="1"/>
      <w:numFmt w:val="bullet"/>
      <w:lvlText w:val="►"/>
      <w:lvlJc w:val="left"/>
      <w:pPr>
        <w:ind w:left="1701" w:hanging="281"/>
      </w:pPr>
      <w:rPr>
        <w:rFonts w:ascii="Arial" w:hAnsi="Arial" w:hint="default"/>
      </w:rPr>
    </w:lvl>
    <w:lvl w:ilvl="6">
      <w:start w:val="1"/>
      <w:numFmt w:val="bullet"/>
      <w:lvlText w:val="►"/>
      <w:lvlJc w:val="left"/>
      <w:pPr>
        <w:ind w:left="1985" w:hanging="284"/>
      </w:pPr>
      <w:rPr>
        <w:rFonts w:ascii="Arial" w:hAnsi="Arial" w:hint="default"/>
      </w:rPr>
    </w:lvl>
    <w:lvl w:ilvl="7">
      <w:start w:val="1"/>
      <w:numFmt w:val="bullet"/>
      <w:lvlText w:val="►"/>
      <w:lvlJc w:val="left"/>
      <w:pPr>
        <w:ind w:left="2268" w:hanging="283"/>
      </w:pPr>
      <w:rPr>
        <w:rFonts w:ascii="Arial" w:hAnsi="Arial" w:hint="default"/>
      </w:rPr>
    </w:lvl>
    <w:lvl w:ilvl="8">
      <w:start w:val="1"/>
      <w:numFmt w:val="bullet"/>
      <w:lvlText w:val="►"/>
      <w:lvlJc w:val="left"/>
      <w:pPr>
        <w:ind w:left="2552" w:hanging="284"/>
      </w:pPr>
      <w:rPr>
        <w:rFonts w:ascii="Arial" w:hAnsi="Arial" w:hint="default"/>
      </w:rPr>
    </w:lvl>
  </w:abstractNum>
  <w:abstractNum w:abstractNumId="27" w15:restartNumberingAfterBreak="0">
    <w:nsid w:val="68751FEC"/>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98C7743"/>
    <w:multiLevelType w:val="multilevel"/>
    <w:tmpl w:val="DAB298A0"/>
    <w:styleLink w:val="Formatvorlage1"/>
    <w:lvl w:ilvl="0">
      <w:start w:val="1"/>
      <w:numFmt w:val="decimal"/>
      <w:lvlText w:val="%1."/>
      <w:lvlJc w:val="left"/>
      <w:pPr>
        <w:tabs>
          <w:tab w:val="num" w:pos="284"/>
        </w:tabs>
        <w:ind w:left="284" w:hanging="284"/>
      </w:pPr>
      <w:rPr>
        <w:rFonts w:hint="default"/>
      </w:rPr>
    </w:lvl>
    <w:lvl w:ilvl="1">
      <w:start w:val="1"/>
      <w:numFmt w:val="decimal"/>
      <w:lvlText w:val="%2."/>
      <w:lvlJc w:val="left"/>
      <w:pPr>
        <w:tabs>
          <w:tab w:val="num" w:pos="568"/>
        </w:tabs>
        <w:ind w:left="568" w:hanging="284"/>
      </w:pPr>
      <w:rPr>
        <w:rFonts w:hint="default"/>
      </w:rPr>
    </w:lvl>
    <w:lvl w:ilvl="2">
      <w:start w:val="1"/>
      <w:numFmt w:val="decimal"/>
      <w:lvlText w:val="%3."/>
      <w:lvlJc w:val="left"/>
      <w:pPr>
        <w:tabs>
          <w:tab w:val="num" w:pos="852"/>
        </w:tabs>
        <w:ind w:left="852" w:hanging="284"/>
      </w:pPr>
      <w:rPr>
        <w:rFonts w:hint="default"/>
      </w:rPr>
    </w:lvl>
    <w:lvl w:ilvl="3">
      <w:start w:val="1"/>
      <w:numFmt w:val="decimal"/>
      <w:lvlText w:val="%4."/>
      <w:lvlJc w:val="left"/>
      <w:pPr>
        <w:tabs>
          <w:tab w:val="num" w:pos="1136"/>
        </w:tabs>
        <w:ind w:left="1136" w:hanging="284"/>
      </w:pPr>
      <w:rPr>
        <w:rFonts w:hint="default"/>
      </w:rPr>
    </w:lvl>
    <w:lvl w:ilvl="4">
      <w:start w:val="1"/>
      <w:numFmt w:val="decimal"/>
      <w:lvlText w:val="%5."/>
      <w:lvlJc w:val="left"/>
      <w:pPr>
        <w:tabs>
          <w:tab w:val="num" w:pos="1420"/>
        </w:tabs>
        <w:ind w:left="1420" w:hanging="284"/>
      </w:pPr>
      <w:rPr>
        <w:rFonts w:hint="default"/>
      </w:rPr>
    </w:lvl>
    <w:lvl w:ilvl="5">
      <w:start w:val="1"/>
      <w:numFmt w:val="decimal"/>
      <w:lvlText w:val="%6."/>
      <w:lvlJc w:val="left"/>
      <w:pPr>
        <w:tabs>
          <w:tab w:val="num" w:pos="1704"/>
        </w:tabs>
        <w:ind w:left="1704" w:hanging="284"/>
      </w:pPr>
      <w:rPr>
        <w:rFonts w:hint="default"/>
      </w:rPr>
    </w:lvl>
    <w:lvl w:ilvl="6">
      <w:start w:val="1"/>
      <w:numFmt w:val="decimal"/>
      <w:lvlText w:val="%7."/>
      <w:lvlJc w:val="left"/>
      <w:pPr>
        <w:tabs>
          <w:tab w:val="num" w:pos="1988"/>
        </w:tabs>
        <w:ind w:left="1988" w:hanging="284"/>
      </w:pPr>
      <w:rPr>
        <w:rFonts w:hint="default"/>
      </w:rPr>
    </w:lvl>
    <w:lvl w:ilvl="7">
      <w:start w:val="1"/>
      <w:numFmt w:val="decimal"/>
      <w:lvlText w:val="%8."/>
      <w:lvlJc w:val="left"/>
      <w:pPr>
        <w:tabs>
          <w:tab w:val="num" w:pos="2272"/>
        </w:tabs>
        <w:ind w:left="2272" w:hanging="284"/>
      </w:pPr>
      <w:rPr>
        <w:rFonts w:hint="default"/>
      </w:rPr>
    </w:lvl>
    <w:lvl w:ilvl="8">
      <w:start w:val="1"/>
      <w:numFmt w:val="decimal"/>
      <w:lvlText w:val="%9."/>
      <w:lvlJc w:val="left"/>
      <w:pPr>
        <w:tabs>
          <w:tab w:val="num" w:pos="2556"/>
        </w:tabs>
        <w:ind w:left="2556" w:hanging="284"/>
      </w:pPr>
      <w:rPr>
        <w:rFonts w:hint="default"/>
      </w:rPr>
    </w:lvl>
  </w:abstractNum>
  <w:abstractNum w:abstractNumId="29" w15:restartNumberingAfterBreak="0">
    <w:nsid w:val="6CE14EFA"/>
    <w:multiLevelType w:val="multilevel"/>
    <w:tmpl w:val="CC80008A"/>
    <w:lvl w:ilvl="0">
      <w:start w:val="1"/>
      <w:numFmt w:val="decimal"/>
      <w:suff w:val="space"/>
      <w:lvlText w:val="%1"/>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sz w:val="20"/>
      </w:rPr>
    </w:lvl>
    <w:lvl w:ilvl="6">
      <w:start w:val="1"/>
      <w:numFmt w:val="decimal"/>
      <w:suff w:val="space"/>
      <w:lvlText w:val="%1.%2.%3.%4.%5.%6.%7"/>
      <w:lvlJc w:val="left"/>
      <w:pPr>
        <w:ind w:left="0" w:firstLine="0"/>
      </w:pPr>
      <w:rPr>
        <w:rFonts w:ascii="Arial" w:hAnsi="Arial" w:hint="default"/>
        <w:b/>
        <w:i w:val="0"/>
        <w:sz w:val="20"/>
      </w:rPr>
    </w:lvl>
    <w:lvl w:ilvl="7">
      <w:start w:val="1"/>
      <w:numFmt w:val="decimal"/>
      <w:suff w:val="space"/>
      <w:lvlText w:val="%1.%2.%3.%4.%5.%6.%7.%8"/>
      <w:lvlJc w:val="left"/>
      <w:pPr>
        <w:ind w:left="0" w:firstLine="0"/>
      </w:pPr>
      <w:rPr>
        <w:rFonts w:ascii="Arial" w:hAnsi="Arial" w:hint="default"/>
        <w:b/>
        <w:i w:val="0"/>
        <w:sz w:val="20"/>
      </w:rPr>
    </w:lvl>
    <w:lvl w:ilvl="8">
      <w:start w:val="1"/>
      <w:numFmt w:val="decimal"/>
      <w:suff w:val="space"/>
      <w:lvlText w:val="%1.%2.%3.%4.%5.%6.%7.%8.%9"/>
      <w:lvlJc w:val="left"/>
      <w:pPr>
        <w:ind w:left="0" w:firstLine="0"/>
      </w:pPr>
      <w:rPr>
        <w:rFonts w:ascii="Arial" w:hAnsi="Arial" w:hint="default"/>
        <w:b/>
        <w:i w:val="0"/>
        <w:sz w:val="20"/>
      </w:rPr>
    </w:lvl>
  </w:abstractNum>
  <w:abstractNum w:abstractNumId="30" w15:restartNumberingAfterBreak="0">
    <w:nsid w:val="75A91E05"/>
    <w:multiLevelType w:val="hybridMultilevel"/>
    <w:tmpl w:val="BEC2A0E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1" w15:restartNumberingAfterBreak="0">
    <w:nsid w:val="79952C31"/>
    <w:multiLevelType w:val="multilevel"/>
    <w:tmpl w:val="3826664E"/>
    <w:lvl w:ilvl="0">
      <w:start w:val="1"/>
      <w:numFmt w:val="lowerLetter"/>
      <w:pStyle w:val="AuflistungmitKleinbuchstabenGesetze"/>
      <w:lvlText w:val="%1)"/>
      <w:lvlJc w:val="left"/>
      <w:pPr>
        <w:ind w:left="567" w:hanging="283"/>
      </w:pPr>
      <w:rPr>
        <w:rFonts w:hint="default"/>
      </w:rPr>
    </w:lvl>
    <w:lvl w:ilvl="1">
      <w:start w:val="1"/>
      <w:numFmt w:val="lowerLetter"/>
      <w:lvlText w:val="%2)"/>
      <w:lvlJc w:val="left"/>
      <w:pPr>
        <w:ind w:left="851" w:hanging="283"/>
      </w:pPr>
      <w:rPr>
        <w:rFonts w:hint="default"/>
      </w:rPr>
    </w:lvl>
    <w:lvl w:ilvl="2">
      <w:start w:val="1"/>
      <w:numFmt w:val="lowerLetter"/>
      <w:lvlText w:val="%3)"/>
      <w:lvlJc w:val="left"/>
      <w:pPr>
        <w:ind w:left="1135" w:hanging="283"/>
      </w:pPr>
      <w:rPr>
        <w:rFonts w:hint="default"/>
      </w:rPr>
    </w:lvl>
    <w:lvl w:ilvl="3">
      <w:start w:val="1"/>
      <w:numFmt w:val="lowerLetter"/>
      <w:lvlText w:val="%4)"/>
      <w:lvlJc w:val="left"/>
      <w:pPr>
        <w:ind w:left="1419" w:hanging="283"/>
      </w:pPr>
      <w:rPr>
        <w:rFonts w:hint="default"/>
      </w:rPr>
    </w:lvl>
    <w:lvl w:ilvl="4">
      <w:start w:val="1"/>
      <w:numFmt w:val="lowerLetter"/>
      <w:lvlText w:val="%5)"/>
      <w:lvlJc w:val="left"/>
      <w:pPr>
        <w:ind w:left="1703" w:hanging="283"/>
      </w:pPr>
      <w:rPr>
        <w:rFonts w:hint="default"/>
      </w:rPr>
    </w:lvl>
    <w:lvl w:ilvl="5">
      <w:start w:val="1"/>
      <w:numFmt w:val="lowerLetter"/>
      <w:lvlText w:val="%6)"/>
      <w:lvlJc w:val="left"/>
      <w:pPr>
        <w:ind w:left="1987" w:hanging="283"/>
      </w:pPr>
      <w:rPr>
        <w:rFonts w:hint="default"/>
      </w:rPr>
    </w:lvl>
    <w:lvl w:ilvl="6">
      <w:start w:val="1"/>
      <w:numFmt w:val="lowerLetter"/>
      <w:lvlText w:val="%7)"/>
      <w:lvlJc w:val="left"/>
      <w:pPr>
        <w:ind w:left="2271" w:hanging="283"/>
      </w:pPr>
      <w:rPr>
        <w:rFonts w:hint="default"/>
      </w:rPr>
    </w:lvl>
    <w:lvl w:ilvl="7">
      <w:start w:val="1"/>
      <w:numFmt w:val="lowerLetter"/>
      <w:lvlText w:val="%8)"/>
      <w:lvlJc w:val="left"/>
      <w:pPr>
        <w:ind w:left="2555" w:hanging="283"/>
      </w:pPr>
      <w:rPr>
        <w:rFonts w:hint="default"/>
      </w:rPr>
    </w:lvl>
    <w:lvl w:ilvl="8">
      <w:start w:val="1"/>
      <w:numFmt w:val="lowerLetter"/>
      <w:lvlText w:val="%9)"/>
      <w:lvlJc w:val="left"/>
      <w:pPr>
        <w:ind w:left="2839" w:hanging="283"/>
      </w:pPr>
      <w:rPr>
        <w:rFonts w:hint="default"/>
      </w:rPr>
    </w:lvl>
  </w:abstractNum>
  <w:abstractNum w:abstractNumId="32" w15:restartNumberingAfterBreak="0">
    <w:nsid w:val="7ADC1B1C"/>
    <w:multiLevelType w:val="multilevel"/>
    <w:tmpl w:val="41D87CB8"/>
    <w:lvl w:ilvl="0">
      <w:start w:val="1"/>
      <w:numFmt w:val="bullet"/>
      <w:pStyle w:val="AuflistungmitCheckboxen"/>
      <w:lvlText w:val="□"/>
      <w:lvlJc w:val="left"/>
      <w:pPr>
        <w:ind w:left="284" w:hanging="284"/>
      </w:pPr>
      <w:rPr>
        <w:rFonts w:ascii="Arial" w:hAnsi="Arial" w:hint="default"/>
        <w:sz w:val="22"/>
      </w:rPr>
    </w:lvl>
    <w:lvl w:ilvl="1">
      <w:start w:val="1"/>
      <w:numFmt w:val="bullet"/>
      <w:lvlText w:val="□"/>
      <w:lvlJc w:val="left"/>
      <w:pPr>
        <w:tabs>
          <w:tab w:val="num" w:pos="567"/>
        </w:tabs>
        <w:ind w:left="568" w:hanging="284"/>
      </w:pPr>
      <w:rPr>
        <w:rFonts w:ascii="Arial" w:hAnsi="Arial" w:hint="default"/>
      </w:rPr>
    </w:lvl>
    <w:lvl w:ilvl="2">
      <w:start w:val="1"/>
      <w:numFmt w:val="bullet"/>
      <w:lvlText w:val="□"/>
      <w:lvlJc w:val="left"/>
      <w:pPr>
        <w:tabs>
          <w:tab w:val="num" w:pos="851"/>
        </w:tabs>
        <w:ind w:left="852" w:hanging="284"/>
      </w:pPr>
      <w:rPr>
        <w:rFonts w:ascii="Arial" w:hAnsi="Arial" w:hint="default"/>
      </w:rPr>
    </w:lvl>
    <w:lvl w:ilvl="3">
      <w:start w:val="1"/>
      <w:numFmt w:val="bullet"/>
      <w:lvlText w:val="□"/>
      <w:lvlJc w:val="left"/>
      <w:pPr>
        <w:tabs>
          <w:tab w:val="num" w:pos="1134"/>
        </w:tabs>
        <w:ind w:left="1136" w:hanging="284"/>
      </w:pPr>
      <w:rPr>
        <w:rFonts w:ascii="Arial" w:hAnsi="Arial" w:hint="default"/>
      </w:rPr>
    </w:lvl>
    <w:lvl w:ilvl="4">
      <w:start w:val="1"/>
      <w:numFmt w:val="bullet"/>
      <w:lvlText w:val="□"/>
      <w:lvlJc w:val="left"/>
      <w:pPr>
        <w:tabs>
          <w:tab w:val="num" w:pos="1418"/>
        </w:tabs>
        <w:ind w:left="1420" w:hanging="284"/>
      </w:pPr>
      <w:rPr>
        <w:rFonts w:ascii="Arial" w:hAnsi="Arial" w:hint="default"/>
      </w:rPr>
    </w:lvl>
    <w:lvl w:ilvl="5">
      <w:start w:val="1"/>
      <w:numFmt w:val="bullet"/>
      <w:lvlText w:val="□"/>
      <w:lvlJc w:val="left"/>
      <w:pPr>
        <w:tabs>
          <w:tab w:val="num" w:pos="1701"/>
        </w:tabs>
        <w:ind w:left="1704" w:hanging="284"/>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abstractNum w:abstractNumId="33" w15:restartNumberingAfterBreak="0">
    <w:nsid w:val="7F326723"/>
    <w:multiLevelType w:val="multilevel"/>
    <w:tmpl w:val="EB5E0422"/>
    <w:lvl w:ilvl="0">
      <w:start w:val="1"/>
      <w:numFmt w:val="bullet"/>
      <w:pStyle w:val="AuflistungmitSymbolenmitAbstand"/>
      <w:lvlText w:val="•"/>
      <w:lvlJc w:val="left"/>
      <w:pPr>
        <w:ind w:left="284" w:hanging="199"/>
      </w:pPr>
      <w:rPr>
        <w:rFonts w:ascii="Arial" w:hAnsi="Arial" w:hint="default"/>
      </w:rPr>
    </w:lvl>
    <w:lvl w:ilvl="1">
      <w:start w:val="1"/>
      <w:numFmt w:val="bullet"/>
      <w:lvlRestart w:val="0"/>
      <w:lvlText w:val="•"/>
      <w:lvlJc w:val="left"/>
      <w:pPr>
        <w:ind w:left="568" w:hanging="199"/>
      </w:pPr>
      <w:rPr>
        <w:rFonts w:ascii="Arial" w:hAnsi="Arial" w:hint="default"/>
      </w:rPr>
    </w:lvl>
    <w:lvl w:ilvl="2">
      <w:start w:val="1"/>
      <w:numFmt w:val="bullet"/>
      <w:lvlRestart w:val="0"/>
      <w:lvlText w:val="•"/>
      <w:lvlJc w:val="left"/>
      <w:pPr>
        <w:ind w:left="852" w:hanging="199"/>
      </w:pPr>
      <w:rPr>
        <w:rFonts w:ascii="Arial" w:hAnsi="Arial" w:hint="default"/>
      </w:rPr>
    </w:lvl>
    <w:lvl w:ilvl="3">
      <w:start w:val="1"/>
      <w:numFmt w:val="bullet"/>
      <w:lvlRestart w:val="0"/>
      <w:lvlText w:val="•"/>
      <w:lvlJc w:val="left"/>
      <w:pPr>
        <w:ind w:left="1136" w:hanging="199"/>
      </w:pPr>
      <w:rPr>
        <w:rFonts w:ascii="Arial" w:hAnsi="Arial" w:hint="default"/>
      </w:rPr>
    </w:lvl>
    <w:lvl w:ilvl="4">
      <w:start w:val="1"/>
      <w:numFmt w:val="bullet"/>
      <w:lvlRestart w:val="0"/>
      <w:lvlText w:val="•"/>
      <w:lvlJc w:val="left"/>
      <w:pPr>
        <w:ind w:left="1420" w:hanging="199"/>
      </w:pPr>
      <w:rPr>
        <w:rFonts w:ascii="Arial" w:hAnsi="Arial" w:hint="default"/>
      </w:rPr>
    </w:lvl>
    <w:lvl w:ilvl="5">
      <w:start w:val="1"/>
      <w:numFmt w:val="bullet"/>
      <w:lvlText w:val="•"/>
      <w:lvlJc w:val="left"/>
      <w:pPr>
        <w:ind w:left="1704" w:hanging="199"/>
      </w:pPr>
      <w:rPr>
        <w:rFonts w:ascii="Arial" w:hAnsi="Arial" w:hint="default"/>
      </w:rPr>
    </w:lvl>
    <w:lvl w:ilvl="6">
      <w:start w:val="1"/>
      <w:numFmt w:val="bullet"/>
      <w:lvlText w:val="•"/>
      <w:lvlJc w:val="left"/>
      <w:pPr>
        <w:ind w:left="1988" w:hanging="199"/>
      </w:pPr>
      <w:rPr>
        <w:rFonts w:ascii="Arial" w:hAnsi="Arial" w:hint="default"/>
      </w:rPr>
    </w:lvl>
    <w:lvl w:ilvl="7">
      <w:start w:val="1"/>
      <w:numFmt w:val="bullet"/>
      <w:lvlText w:val="•"/>
      <w:lvlJc w:val="left"/>
      <w:pPr>
        <w:ind w:left="2272" w:hanging="199"/>
      </w:pPr>
      <w:rPr>
        <w:rFonts w:ascii="Arial" w:hAnsi="Arial" w:hint="default"/>
      </w:rPr>
    </w:lvl>
    <w:lvl w:ilvl="8">
      <w:start w:val="1"/>
      <w:numFmt w:val="bullet"/>
      <w:lvlText w:val="•"/>
      <w:lvlJc w:val="left"/>
      <w:pPr>
        <w:ind w:left="2556" w:hanging="199"/>
      </w:pPr>
      <w:rPr>
        <w:rFonts w:ascii="Arial" w:hAnsi="Aria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29"/>
  </w:num>
  <w:num w:numId="13">
    <w:abstractNumId w:val="16"/>
  </w:num>
  <w:num w:numId="14">
    <w:abstractNumId w:val="33"/>
  </w:num>
  <w:num w:numId="15">
    <w:abstractNumId w:val="32"/>
  </w:num>
  <w:num w:numId="16">
    <w:abstractNumId w:val="21"/>
  </w:num>
  <w:num w:numId="17">
    <w:abstractNumId w:val="27"/>
  </w:num>
  <w:num w:numId="18">
    <w:abstractNumId w:val="13"/>
  </w:num>
  <w:num w:numId="19">
    <w:abstractNumId w:val="24"/>
  </w:num>
  <w:num w:numId="20">
    <w:abstractNumId w:val="22"/>
  </w:num>
  <w:num w:numId="21">
    <w:abstractNumId w:val="19"/>
  </w:num>
  <w:num w:numId="22">
    <w:abstractNumId w:val="20"/>
  </w:num>
  <w:num w:numId="23">
    <w:abstractNumId w:val="17"/>
  </w:num>
  <w:num w:numId="24">
    <w:abstractNumId w:val="26"/>
  </w:num>
  <w:num w:numId="25">
    <w:abstractNumId w:val="11"/>
  </w:num>
  <w:num w:numId="26">
    <w:abstractNumId w:val="18"/>
  </w:num>
  <w:num w:numId="27">
    <w:abstractNumId w:val="30"/>
  </w:num>
  <w:num w:numId="28">
    <w:abstractNumId w:val="14"/>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17"/>
  </w:num>
  <w:num w:numId="32">
    <w:abstractNumId w:val="15"/>
  </w:num>
  <w:num w:numId="33">
    <w:abstractNumId w:val="31"/>
  </w:num>
  <w:num w:numId="34">
    <w:abstractNumId w:val="28"/>
  </w:num>
  <w:num w:numId="35">
    <w:abstractNumId w:val="25"/>
  </w:num>
  <w:num w:numId="36">
    <w:abstractNumId w:val="12"/>
  </w:num>
  <w:num w:numId="37">
    <w:abstractNumId w:val="33"/>
  </w:num>
  <w:num w:numId="38">
    <w:abstractNumId w:val="33"/>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4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851"/>
  <w:autoHyphenation/>
  <w:consecutiveHyphenLimit w:val="3"/>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kumentDatum" w:val="17. April 2019"/>
    <w:docVar w:name="DokumentDatum.dateValue" w:val="43572"/>
    <w:docVar w:name="OawAttachedTemplate" w:val="Bericht.owt"/>
    <w:docVar w:name="OawBuiltInDocProps" w:val="&lt;OawBuiltInDocProps&gt;&lt;default profileUID=&quot;0&quot;&gt;&lt;word&gt;&lt;keywords&gt;&lt;/keywords&gt;&lt;comments&gt;&lt;/comments&gt;&lt;hyperlinkBase&gt;&lt;/hyperlinkBase&gt;&lt;fileName&gt;&lt;/fileName&gt;&lt;category&gt;&lt;/category&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keywords&gt;&lt;/keywords&gt;&lt;comments&gt;&lt;/comments&gt;&lt;hyperlinkBase&gt;&lt;/hyperlinkBase&gt;&lt;fileName&gt;&lt;/fileName&gt;&lt;category&gt;&lt;/category&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default&gt;&lt;/OawBuiltInDocProps&gt;_x000d_"/>
    <w:docVar w:name="OawCreatedWithOfficeatworkVersion" w:val="4.9 R3 (4.9.1361)"/>
    <w:docVar w:name="OawCreatedWithProjectID" w:val="agch"/>
    <w:docVar w:name="OawCreatedWithProjectVersion" w:val="23-20171115"/>
    <w:docVar w:name="OawDate.Manual" w:val="&lt;document&gt;&lt;OawDateManual name=&quot;DokumentDatum&quot;&gt;&lt;profile type=&quot;default&quot; UID=&quot;&quot; sameAsDefault=&quot;0&quot;&gt;&lt;format UID=&quot;2012061514223193281934&quot; type=&quot;6&quot; defaultValue=&quot;%OawCreationDate%&quot; dateFormat=&quot;Date.Format.Long&quot;/&gt;&lt;/profile&gt;&lt;/OawDateManual&gt;&lt;/document&gt;"/>
    <w:docVar w:name="oawDefinitionTmpl" w:val="&lt;document&gt;&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Bookmark&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Bookmark name=&quot;Text&quot;&gt;&lt;profile type=&quot;default&quot; UID=&quot;&quot; sameAsDefault=&quot;0&quot;&gt;&lt;/profile&gt;&lt;/OawBookmark&gt;_x000d__x0009_&lt;OawDocProperty name=&quot;Contactperson.Name&quot;&gt;&lt;profile type=&quot;default&quot; UID=&quot;&quot; sameAsDefault=&quot;0&quot;&gt;&lt;documentProperty UID=&quot;2012060416083656157146&quot; dataSourceUID=&quot;prj.2003041709434161414032&quot;/&gt;&lt;type type=&quot;OawDatabase&quot;&gt;&lt;OawDatabase table=&quot;Data&quot; field=&quot;Name&quot;/&gt;&lt;/type&gt;&lt;/profile&gt;&lt;/OawDocProperty&gt;_x000d__x0009_&lt;OawDocProperty name=&quot;Doc.of&quot;&gt;&lt;profile type=&quot;default&quot; UID=&quot;&quot; sameAsDefault=&quot;0&quot;&gt;&lt;documentProperty UID=&quot;2003060614150123456789&quot; dataSourceUID=&quot;2003060614150123456789&quot;/&gt;&lt;type type=&quot;OawLanguage&quot;&gt;&lt;OawLanguage UID=&quot;Doc.of&quot;/&gt;&lt;/type&gt;&lt;/profile&gt;&lt;/OawDocProperty&gt;_x000d__x0009_&lt;OawDateManual name=&quot;DokumentDatum&quot;&gt;&lt;profile type=&quot;default&quot; UID=&quot;&quot; sameAsDefault=&quot;0&quot;&gt;&lt;format UID=&quot;2012061514223193281934&quot; type=&quot;6&quot; defaultValue=&quot;%OawCreationDate%&quot; dateFormat=&quot;Date.Format.Long&quot;/&gt;&lt;/profile&gt;&lt;/OawDateManual&gt;_x000d__x0009_&lt;OawDocProperty name=&quot;Doc.Draft&quot;&gt;&lt;profile type=&quot;default&quot; UID=&quot;&quot; sameAsDefault=&quot;0&quot;&gt;&lt;documentProperty UID=&quot;&quot; dataSourceUID=&quot;&quot;/&gt;&lt;type type=&quot;OawDatabase&quot;&gt;&lt;OawDatabase table=&quot;Data&quot; field=&quot;&quot;/&gt;&lt;/type&gt;&lt;/profile&gt;&lt;profile type=&quot;print&quot; UID=&quot;2012060416123038219890&quot; sameAsDefault=&quot;0&quot;&gt;&lt;documentProperty UID=&quot;2003060614150123456789&quot; dataSourceUID=&quot;2003060614150123456789&quot;/&gt;&lt;type type=&quot;OawLanguage&quot;&gt;&lt;OawLanguage UID=&quot;Doc.Draft&quot;/&gt;&lt;/type&gt;&lt;/profile&gt;&lt;profile type=&quot;print&quot; UID=&quot;2012060416125686737560&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06120514401556040061&quot; sameAsDefault=&quot;-1&quot;&gt;&lt;/profile&gt;&lt;/OawDocProperty&gt;_x000d__x0009_&lt;OawDocProperty name=&quot;Doc.OutputprofileTitleDistance&quot;&gt;&lt;profile type=&quot;default&quot; UID=&quot;&quot; sameAsDefault=&quot;0&quot;&gt;&lt;documentProperty UID=&quot;2003060614150123456789&quot; dataSourceUID=&quot;2003060614150123456789&quot;/&gt;&lt;type type=&quot;OawLanguage&quot;&gt;&lt;OawLanguage UID=&quot;Doc.OutputprofileTitleDistance&quot;/&gt;&lt;/type&gt;&lt;/profile&gt;&lt;/OawDocProperty&gt;_x000d__x0009_&lt;OawDocProperty name=&quot;Date.Format.Long&quot;&gt;&lt;profile type=&quot;default&quot; UID=&quot;&quot; sameAsDefault=&quot;0&quot;&gt;&lt;documentProperty UID=&quot;2003060614150123456789&quot; dataSourceUID=&quot;2003060614150123456789&quot;/&gt;&lt;type type=&quot;OawLanguage&quot;&gt;&lt;OawLanguage UID=&quot;Date.Format.Long&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Doc.Distribution&quot;&gt;&lt;profile type=&quot;default&quot; UID=&quot;&quot; sameAsDefault=&quot;0&quot;&gt;&lt;documentProperty UID=&quot;2003060614150123456789&quot; dataSourceUID=&quot;2003060614150123456789&quot;/&gt;&lt;type type=&quot;OawLanguage&quot;&gt;&lt;OawLanguage UID=&quot;Doc.Distribution&quot;/&gt;&lt;/type&gt;&lt;/profile&gt;&lt;/OawDocProperty&gt;_x000d__x0009_&lt;OawBookmark name=&quot;Distribution&quot;&gt;&lt;profile type=&quot;default&quot; UID=&quot;&quot; sameAsDefault=&quot;0&quot;&gt;&lt;documentProperty UID=&quot;2004112217333376588294&quot; dataSourceUID=&quot;prj.2004111209271974627605&quot;/&gt;&lt;type type=&quot;OawCustomFields&quot;&gt;&lt;OawCustomFields table=&quot;Data&quot; field=&quot;Distribution&quot;/&gt;&lt;/type&gt;&lt;/profile&gt;&lt;/OawBookmark&gt;_x000d__x0009_&lt;OawBookmark name=&quot;Recipient&quot;&gt;&lt;profile type=&quot;default&quot; UID=&quot;&quot; sameAsDefault=&quot;0&quot;&gt;&lt;/profile&gt;&lt;/OawBookmark&gt;_x000d__x0009_&lt;OawDocProperty name=&quot;CustomField.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DocProperty&gt;_x000d__x0009_&lt;OawBookmark name=&quot;InformationsfeldBriefkopf&quot;&gt;&lt;profile type=&quot;default&quot; UID=&quot;&quot; sameAsDefault=&quot;0&quot;&gt;&lt;/profile&gt;&lt;/OawBookmark&gt;_x000d__x0009_&lt;OawBookmark name=&quot;Subject&quot;&gt;&lt;profile type=&quot;default&quot; UID=&quot;&quot; sameAsDefault=&quot;0&quot;&gt;&lt;/profile&gt;&lt;/OawBookmark&gt;_x000d__x0009_&lt;OawBookmark name=&quot;Kontaktblock&quot;&gt;&lt;profile type=&quot;default&quot; UID=&quot;&quot; sameAsDefault=&quot;0&quot;&gt;&lt;/profile&gt;&lt;/OawBookmark&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DatumZusatz&quot;&gt;&lt;profile type=&quot;default&quot; UID=&quot;&quot; sameAsDefault=&quot;0&quot;&gt;&lt;/profile&gt;&lt;/OawBookmark&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_x0009_&lt;OawBookmark name=&quot;Attachement&quot;&gt;&lt;profile type=&quot;default&quot; UID=&quot;&quot; sameAsDefault=&quot;0&quot;&gt;&lt;/profile&gt;&lt;/OawBookmark&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DocProperty name=&quot;Signature1.Name&quot;&gt;&lt;profile type=&quot;default&quot; UID=&quot;&quot; sameAsDefault=&quot;0&quot;&gt;&lt;documentProperty UID=&quot;201206041609366783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12060416093667830578&quot; dataSourceUID=&quot;prj.2003041709434161414032&quot;/&gt;&lt;type type=&quot;OawDatabase&quot;&gt;&lt;OawDatabase table=&quot;Data&quot; field=&quot;Function&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Organisation.OrganisationLevel1&quot;&gt;&lt;profile type=&quot;default&quot; UID=&quot;&quot; sameAsDefault=&quot;0&quot;&gt;&lt;documentProperty UID=&quot;2012060416091233306102&quot; dataSourceUID=&quot;prj.2003050916522158373536&quot;/&gt;&lt;type type=&quot;OawDatabase&quot;&gt;&lt;OawDatabase table=&quot;Data&quot; field=&quot;OrganisationLevel1&quot;/&gt;&lt;/type&gt;&lt;/profile&gt;&lt;/OawDocProperty&gt;_x000d__x0009_&lt;OawDocProperty name=&quot;Organisation.OrganisationLevel2&quot;&gt;&lt;profile type=&quot;default&quot; UID=&quot;&quot; sameAsDefault=&quot;0&quot;&gt;&lt;documentProperty UID=&quot;2012060416091233306102&quot; dataSourceUID=&quot;prj.2003050916522158373536&quot;/&gt;&lt;type type=&quot;OawDatabase&quot;&gt;&lt;OawDatabase table=&quot;Data&quot; field=&quot;OrganisationLevel2&quot;/&gt;&lt;/type&gt;&lt;/profile&gt;&lt;/OawDocProperty&gt;_x000d__x0009_&lt;OawDocProperty name=&quot;Organisation.OrganisationLevel3&quot;&gt;&lt;profile type=&quot;default&quot; UID=&quot;&quot; sameAsDefault=&quot;0&quot;&gt;&lt;documentProperty UID=&quot;2012060416091233306102&quot; dataSourceUID=&quot;prj.2003050916522158373536&quot;/&gt;&lt;type type=&quot;OawDatabase&quot;&gt;&lt;OawDatabase table=&quot;Data&quot; field=&quot;OrganisationLevel3&quot;/&gt;&lt;/type&gt;&lt;/profile&gt;&lt;/OawDocProperty&gt;_x000d__x0009_&lt;OawDocProperty name=&quot;Doc.Report&quot;&gt;&lt;profile type=&quot;default&quot; UID=&quot;&quot; sameAsDefault=&quot;0&quot;&gt;&lt;documentProperty UID=&quot;2003060614150123456789&quot; dataSourceUID=&quot;2003060614150123456789&quot;/&gt;&lt;type type=&quot;OawLanguage&quot;&gt;&lt;OawLanguage UID=&quot;Doc.Report&quot;/&gt;&lt;/type&gt;&lt;/profile&gt;&lt;/OawDocProperty&gt;_x000d__x0009_&lt;OawDocProperty name=&quot;CustomField.Distribution&quot;&gt;&lt;profile type=&quot;default&quot; UID=&quot;&quot; sameAsDefault=&quot;0&quot;&gt;&lt;documentProperty UID=&quot;2004112217333376588294&quot; dataSourceUID=&quot;prj.2004111209271974627605&quot;/&gt;&lt;type type=&quot;OawCustomFields&quot;&gt;&lt;OawCustomFields table=&quot;Data&quot; field=&quot;Distribution&quot;/&gt;&lt;/type&gt;&lt;/profile&gt;&lt;/OawDocProperty&gt;_x000d__x0009_&lt;OawBookmark name=&quot;DocumentType&quot;&gt;&lt;profile type=&quot;default&quot; UID=&quot;&quot; sameAsDefault=&quot;0&quot;&gt;&lt;/profile&gt;&lt;/OawBookmark&gt;_x000d__x0009_&lt;OawDocProperty name=&quot;Contactperson.Title&quot;&gt;&lt;profile type=&quot;default&quot; UID=&quot;&quot; sameAsDefault=&quot;0&quot;&gt;&lt;documentProperty UID=&quot;2012060416083656157146&quot; dataSourceUID=&quot;prj.2003041709434161414032&quot;/&gt;&lt;type type=&quot;OawDatabase&quot;&gt;&lt;OawDatabase table=&quot;Data&quot; field=&quot;Title&quot;/&gt;&lt;/type&gt;&lt;/profile&gt;&lt;/OawDocProperty&gt;_x000d__x0009_&lt;OawDocProperty name=&quot;Contactperson.Function&quot;&gt;&lt;profile type=&quot;default&quot; UID=&quot;&quot; sameAsDefault=&quot;0&quot;&gt;&lt;documentProperty UID=&quot;2012060416083656157146&quot; dataSourceUID=&quot;prj.2003041709434161414032&quot;/&gt;&lt;type type=&quot;OawDatabase&quot;&gt;&lt;OawDatabase table=&quot;Data&quot; field=&quot;Function&quot;/&gt;&lt;/type&gt;&lt;/profile&gt;&lt;/OawDocProperty&gt;_x000d__x0009_&lt;OawBookmark name=&quot;DirectFooter&quot;&gt;&lt;profile type=&quot;default&quot; UID=&quot;&quot; sameAsDefault=&quot;0&quot;&gt;&lt;/profile&gt;&lt;/OawBookmark&gt;_x000d__x0009_&lt;OawDocProperty name=&quot;Doc.CopyTo&quot;&gt;&lt;profile type=&quot;default&quot; UID=&quot;&quot; sameAsDefault=&quot;0&quot;&gt;&lt;documentProperty UID=&quot;2003060614150123456789&quot; dataSourceUID=&quot;2003060614150123456789&quot;/&gt;&lt;type type=&quot;OawLanguage&quot;&gt;&lt;OawLanguage UID=&quot;Doc.CopyTo&quot;/&gt;&lt;/type&gt;&lt;/profile&gt;&lt;/OawDocProperty&gt;_x000d__x0009_&lt;OawDocProperty name=&quot;CustomField.Copy&quot;&gt;&lt;profile type=&quot;default&quot; UID=&quot;&quot; sameAsDefault=&quot;0&quot;&gt;&lt;documentProperty UID=&quot;2004112217333376588294&quot; dataSourceUID=&quot;prj.2004111209271974627605&quot;/&gt;&lt;type type=&quot;OawCustomFields&quot;&gt;&lt;OawCustomFields table=&quot;Data&quot; field=&quot;Copy&quot;/&gt;&lt;/type&gt;&lt;/profile&gt;&lt;/OawDocProperty&gt;_x000d__x0009_&lt;OawBookmark name=&quot;Copy&quot;&gt;&lt;profile type=&quot;default&quot; UID=&quot;&quot; sameAsDefault=&quot;0&quot;&gt;&lt;documentProperty UID=&quot;2004112217333376588294&quot; dataSourceUID=&quot;prj.2004111209271974627605&quot;/&gt;&lt;type type=&quot;OawCustomFields&quot;&gt;&lt;OawCustomFields table=&quot;Data&quot; field=&quot;Copy&quot;/&gt;&lt;/type&gt;&lt;/profile&gt;&lt;/OawBookmark&gt;_x000d__x0009_&lt;OawBookmark name=&quot;LogoZusatz&quot;&gt;&lt;profile type=&quot;default&quot; UID=&quot;&quot; sameAsDefault=&quot;0&quot;&gt;&lt;/profile&gt;&lt;/OawBookmark&gt;_x000d__x0009_&lt;OawDocProperty name=&quot;CustomField.Info&quot;&gt;&lt;profile type=&quot;default&quot; UID=&quot;&quot; sameAsDefault=&quot;0&quot;&gt;&lt;documentProperty UID=&quot;2004112217333376588294&quot; dataSourceUID=&quot;prj.2004111209271974627605&quot;/&gt;&lt;type type=&quot;OawCustomFields&quot;&gt;&lt;OawCustomFields table=&quot;Data&quot; field=&quot;Info&quot;/&gt;&lt;/type&gt;&lt;/profile&gt;&lt;/OawDocProperty&gt;_x000d__x0009_&lt;OawDocProperty name=&quot;Organisation2.OrganisationLevel1&quot;&gt;&lt;profile type=&quot;default&quot; UID=&quot;&quot; sameAsDefault=&quot;0&quot;&gt;&lt;documentProperty UID=&quot;2013021809120389038204&quot; dataSourceUID=&quot;prj.2003050916522158373536&quot;/&gt;&lt;type type=&quot;OawDatabase&quot;&gt;&lt;OawDatabase table=&quot;Data&quot; field=&quot;OrganisationLevel1&quot;/&gt;&lt;/type&gt;&lt;/profile&gt;&lt;/OawDocProperty&gt;_x000d__x0009_&lt;OawDocProperty name=&quot;Organisation2.OrganisationLevel2&quot;&gt;&lt;profile type=&quot;default&quot; UID=&quot;&quot; sameAsDefault=&quot;0&quot;&gt;&lt;documentProperty UID=&quot;2013021809120389038204&quot; dataSourceUID=&quot;prj.2003050916522158373536&quot;/&gt;&lt;type type=&quot;OawDatabase&quot;&gt;&lt;OawDatabase table=&quot;Data&quot; field=&quot;OrganisationLevel2&quot;/&gt;&lt;/type&gt;&lt;/profile&gt;&lt;/OawDocProperty&gt;_x000d__x0009_&lt;OawDocProperty name=&quot;Organisation2.OrganisationLevel3&quot;&gt;&lt;profile type=&quot;default&quot; UID=&quot;&quot; sameAsDefault=&quot;0&quot;&gt;&lt;documentProperty UID=&quot;2013021809120389038204&quot; dataSourceUID=&quot;prj.2003050916522158373536&quot;/&gt;&lt;type type=&quot;OawDatabase&quot;&gt;&lt;OawDatabase table=&quot;Data&quot; field=&quot;OrganisationLevel3&quot;/&gt;&lt;/type&gt;&lt;/profile&gt;&lt;/OawDocProperty&gt;_x000d_&lt;/document&gt;_x000d_"/>
    <w:docVar w:name="OawDistributionEnabled" w:val="&lt;Profiles&gt;&lt;Distribution type=&quot;2&quot; UID=&quot;2012060416123038219890&quot;/&gt;&lt;Distribution type=&quot;2&quot; UID=&quot;2012060416125686737560&quot;/&gt;&lt;Distribution type=&quot;1&quot; UID=&quot;2003010711200895123470110&quot;/&gt;&lt;Distribution type=&quot;1&quot; UID=&quot;2006120514175878093883&quot;/&gt;&lt;Distribution type=&quot;3&quot; UID=&quot;2004062216425255253277&quot;/&gt;&lt;Distribution type=&quot;3&quot; UID=&quot;2006120514401556040061&quot;/&gt;&lt;/Profiles&gt;_x000d_"/>
    <w:docVar w:name="OawDocProp.2003060614150123456789" w:val="&lt;source&gt;&lt;profile type=&quot;default&quot; UID=&quot;&quot; sameAsDefault=&quot;0&quot;&gt;&lt;SQL&gt;SELECT Value, UID FROM Data WHERE LCID = '%WhereLCID%';&lt;/SQL&gt;&lt;OawDocProperty name=&quot;Doc.Text&quot; field=&quot;Doc.Text&quot;/&gt;&lt;OawDocProperty name=&quot;Doc.of&quot; field=&quot;Doc.of&quot;/&gt;&lt;OawDocProperty name=&quot;Doc.OutputprofileTitleDistance&quot; field=&quot;Doc.OutputprofileTitleDistance&quot;/&gt;&lt;OawDocProperty name=&quot;Date.Format.Long&quot; field=&quot;Date.Format.Long&quot;/&gt;&lt;OawDocProperty name=&quot;Doc.Enclosures&quot; field=&quot;Doc.Enclosures&quot;/&gt;&lt;OawDocProperty name=&quot;Doc.Distribution&quot; field=&quot;Doc.Distribution&quot;/&gt;&lt;OawDocProperty name=&quot;Doc.Subject&quot; field=&quot;Doc.Subject&quot;/&gt;&lt;OawDocProperty name=&quot;Doc.Report&quot; field=&quot;Doc.Report&quot;/&gt;&lt;OawDocProperty name=&quot;Doc.CopyTo&quot; field=&quot;Doc.CopyTo&quot;/&gt;&lt;/profile&gt;&lt;profile type=&quot;print&quot; UID=&quot;2012060416123038219890&quot; sameAsDefault=&quot;0&quot;&gt;&lt;SQL&gt;SELECT Value, UID FROM Data WHERE LCID = '%WhereLCID%';&lt;/SQL&gt;&lt;OawDocProperty name=&quot;Doc.Draft&quot; field=&quot;Doc.Draft&quot;/&gt;&lt;/profile&gt;&lt;profile type=&quot;send&quot; UID=&quot;2003010711200895123470110&quot; sameAsDefault=&quot;0&quot;&gt;&lt;SQL&gt;SELECT Value, UID FROM Data WHERE LCID = '%WhereLCID%';&lt;/SQL&gt;&lt;OawDocProperty name=&quot;Doc.Draft&quot; field=&quot;Doc.Draft&quot;/&gt;&lt;/profile&gt;&lt;profile type=&quot;save&quot; UID=&quot;2004062216425255253277&quot; sameAsDefault=&quot;0&quot;&gt;&lt;SQL&gt;SELECT Value, UID FROM Data WHERE LCID = '%WhereLCID%';&lt;/SQL&gt;&lt;OawDocProperty name=&quot;Doc.Draft&quot; field=&quot;Doc.Draft&quot;/&gt;&lt;/profile&gt;&lt;/source&gt;"/>
    <w:docVar w:name="OawDocProp.2003061115381095709037" w:val="&lt;source&gt;&lt;Fields List=&quot;Name|Function&quot;/&gt;&lt;profile type=&quot;default&quot; UID=&quot;&quot; sameAsDefault=&quot;0&quot;&gt;&lt;OawDocProperty name=&quot;Signature2.Name&quot; field=&quot;Name&quot;/&gt;&lt;OawDocProperty name=&quot;Signature2.Function&quot; field=&quot;Function&quot;/&gt;&lt;/profile&gt;&lt;/source&gt;"/>
    <w:docVar w:name="OawDocProp.2004112217333376588294" w:val="&lt;source&gt;&lt;Fields List=&quot;Enclosures|Distribution|Footer|Copy|Info&quot;/&gt;&lt;profile type=&quot;default&quot; UID=&quot;&quot; sameAsDefault=&quot;0&quot;&gt;&lt;OawBookmark name=&quot;Enclosures&quot; field=&quot;Enclosures&quot;/&gt;&lt;OawBookmark name=&quot;Distribution&quot; field=&quot;Distribution&quot;/&gt;&lt;OawDocProperty name=&quot;CustomField.Enclosures&quot; field=&quot;Enclosures&quot;/&gt;&lt;OawDocProperty name=&quot;CustomField.Footer&quot; field=&quot;Footer&quot;/&gt;&lt;OawDocProperty name=&quot;CustomField.Distribution&quot; field=&quot;Distribution&quot;/&gt;&lt;OawDocProperty name=&quot;CustomField.Copy&quot; field=&quot;Copy&quot;/&gt;&lt;OawBookmark name=&quot;Copy&quot; field=&quot;Copy&quot;/&gt;&lt;OawDocProperty name=&quot;CustomField.Info&quot; field=&quot;Info&quot;/&gt;&lt;/profile&gt;&lt;/source&gt;"/>
    <w:docVar w:name="OawDocProp.2006040509495284662868" w:val="&lt;source&gt;&lt;Fields List=&quot;Name&quot;/&gt;&lt;profile type=&quot;default&quot; UID=&quot;&quot; sameAsDefault=&quot;0&quot;&gt;&lt;OawDocProperty name=&quot;Author.Name&quot; field=&quot;Name&quot;/&gt;&lt;/profile&gt;&lt;/source&gt;"/>
    <w:docVar w:name="OawDocProp.2012060416083656157146" w:val="&lt;source&gt;&lt;Fields List=&quot;Name|Title|Function&quot;/&gt;&lt;profile type=&quot;default&quot; UID=&quot;&quot; sameAsDefault=&quot;0&quot;&gt;&lt;OawDocProperty name=&quot;Contactperson.Name&quot; field=&quot;Name&quot;/&gt;&lt;OawDocProperty name=&quot;Contactperson.Title&quot; field=&quot;Title&quot;/&gt;&lt;OawDocProperty name=&quot;Contactperson.Function&quot; field=&quot;Function&quot;/&gt;&lt;/profile&gt;&lt;/source&gt;"/>
    <w:docVar w:name="OawDocProp.2012060416091233306102" w:val="&lt;source&gt;&lt;Fields List=&quot;OrganisationLevel1|OrganisationLevel2|OrganisationLevel3&quot;/&gt;&lt;profile type=&quot;default&quot; UID=&quot;&quot; sameAsDefault=&quot;0&quot;&gt;&lt;OawDocProperty name=&quot;Organisation.OrganisationLevel1&quot; field=&quot;OrganisationLevel1&quot;/&gt;&lt;OawDocProperty name=&quot;Organisation.OrganisationLevel2&quot; field=&quot;OrganisationLevel2&quot;/&gt;&lt;OawDocProperty name=&quot;Organisation.OrganisationLevel3&quot; field=&quot;OrganisationLevel3&quot;/&gt;&lt;/profile&gt;&lt;/source&gt;"/>
    <w:docVar w:name="OawDocProp.2012060416093667830578" w:val="&lt;source&gt;&lt;Fields List=&quot;Name|Function&quot;/&gt;&lt;profile type=&quot;default&quot; UID=&quot;&quot; sameAsDefault=&quot;0&quot;&gt;&lt;OawDocProperty name=&quot;Signature1.Name&quot; field=&quot;Name&quot;/&gt;&lt;OawDocProperty name=&quot;Signature1.Function&quot; field=&quot;Function&quot;/&gt;&lt;/profile&gt;&lt;/source&gt;"/>
    <w:docVar w:name="OawDocProp.2013021809120389038204" w:val="&lt;source&gt;&lt;Fields List=&quot;OrganisationLevel1|OrganisationLevel2|OrganisationLevel3&quot;/&gt;&lt;profile type=&quot;default&quot; UID=&quot;&quot; sameAsDefault=&quot;0&quot;&gt;&lt;OawDocProperty name=&quot;Organisation2.OrganisationLevel1&quot; field=&quot;OrganisationLevel1&quot;/&gt;&lt;OawDocProperty name=&quot;Organisation2.OrganisationLevel2&quot; field=&quot;OrganisationLevel2&quot;/&gt;&lt;OawDocProperty name=&quot;Organisation2.OrganisationLevel3&quot; field=&quot;OrganisationLevel3&quot;/&gt;&lt;/profile&gt;&lt;/source&gt;"/>
    <w:docVar w:name="OawDocPropSource" w:val="&lt;DocProps&gt;&lt;DocProp UID=&quot;2003080714212273705547&quot; EntryUID=&quot;2018082409485997332038&quot;&gt;&lt;Field Name=&quot;UID&quot; Value=&quot;2018082409485997332038&quot;/&gt;&lt;Field Name=&quot;IDName&quot; Value=&quot;Empfänger&quot;/&gt;&lt;Field Name=&quot;RecipientPlainUnchanged&quot; Value=&quot;-1&quot;/&gt;&lt;Field Name=&quot;RecipientActive&quot; Value=&quot;-1&quot;/&gt;&lt;Field Name=&quot;RecipientIcon&quot; Value=&quot;Contact&quot;/&gt;&lt;Field Name=&quot;MappingTableLabel&quot; Value=&quot;&quot;/&gt;&lt;Field Name=&quot;MappingTableActive&quot; Value=&quot;&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quot;/&gt;&lt;Field Name=&quot;Closing&quot; Value=&quot;&quot;/&gt;&lt;Field Name=&quot;FormattedFullAddress&quot; Value=&quot;&quot;/&gt;&lt;Field Name=&quot;CompleteAddressImported&quot; Value=&quot;&quot;/&gt;&lt;/DocProp&gt;&lt;DocProp UID=&quot;2012060416091233306102&quot; EntryUID=&quot;2004123010144120300001&quot;&gt;&lt;Field Name=&quot;UID&quot; Value=&quot;2004123010144120300001&quot;/&gt;&lt;Field Name=&quot;IDName&quot; Value=&quot;Departement Bildung, Kultur und Sport, Abteilung Sonderschulung, Heime und Werkstätten&quot;/&gt;&lt;Field Name=&quot;OrganisationLevel1&quot; Value=&quot;Departement &amp;#xA;Bildung, Kultur und Sport&quot;/&gt;&lt;Field Name=&quot;OrganisationLevel2&quot; Value=&quot;Abteilung Sonderschulung, Heime und Werkstätten&quot;/&gt;&lt;Field Name=&quot;OrganisationLevel3&quot; Value=&quot;&quot;/&gt;&lt;Field Name=&quot;Project&quot; Value=&quot;&quot;/&gt;&lt;Field Name=&quot;OrganisationPowerPoint&quot; Value=&quot;DEPARTEMENT BILDUNG, KULTUR UND SPORT&quot;/&gt;&lt;Field Name=&quot;ExcelOrganisationLevel1&quot; Value=&quot;DEPARTEMENT BILDUNG, KULTUR UND SPORT&quot;/&gt;&lt;Field Name=&quot;ExcelOrganisationLevel2&quot; Value=&quot;Abteilung Sonderschulung, Heime und Werkstätten&quot;/&gt;&lt;Field Name=&quot;Address1&quot; Value=&quot;Bahnhofstrasse 29, 5001 Aarau&quot;/&gt;&lt;Field Name=&quot;Address2&quot; Value=&quot;&quot;/&gt;&lt;Field Name=&quot;Address3&quot; Value=&quot;&quot;/&gt;&lt;Field Name=&quot;Address4&quot; Value=&quot;&quot;/&gt;&lt;Field Name=&quot;Address5&quot; Value=&quot;&quot;/&gt;&lt;Field Name=&quot;Address6&quot; Value=&quot;&quot;/&gt;&lt;Field Name=&quot;City&quot; Value=&quot;Aarau&quot;/&gt;&lt;Field Name=&quot;Telefon&quot; Value=&quot;&quot;/&gt;&lt;Field Name=&quot;Fax&quot; Value=&quot;&quot;/&gt;&lt;Field Name=&quot;Email&quot; Value=&quot;shw@ag.ch&quot;/&gt;&lt;Field Name=&quot;Internet&quot; Value=&quot;www.ag.ch/shw&quot;/&gt;&lt;Field Name=&quot;WdA4LogoColorPortrait&quot; Value=&quot;%Logos%\KantonsWappen_A4portrait_color.2100.300.wmf&quot;/&gt;&lt;Field Name=&quot;WdA4LogoBlackWhitePortrait&quot; Value=&quot;%Logos%\KantonsWappen_A4portrait_bw.2100.300.wmf&quot;/&gt;&lt;Field Name=&quot;WdA4LogoColorQuer&quot; Value=&quot;%Logos%\KantonsWappen_A4landscape_color.2970.400.wmf&quot;/&gt;&lt;Field Name=&quot;WdA4LogoBlackWhiteQuer&quot; Value=&quot;%Logos%\KantonsWappen_A4landscape_bw.2970.400.wmf&quot;/&gt;&lt;Field Name=&quot;WdA5LogoColorQuer&quot; Value=&quot;%Logos%\KantonsWappen_A5landscape_color.2100.400.wmf&quot;/&gt;&lt;Field Name=&quot;WdA5LogoBlackWhiteQuer&quot; Value=&quot;%Logos%\KantonsWappen_A5landscape_bw.2100.400.wmf&quot;/&gt;&lt;Field Name=&quot;OlLogoSignature&quot; Value=&quot;&quot;/&gt;&lt;Field Name=&quot;PpThemesDefault&quot; Value=&quot;%Themes%\aargau.thmx&quot;/&gt;&lt;Field Name=&quot;PpThemesPresentation&quot; Value=&quot;%Themes%\aargau.thmx&quot;/&gt;&lt;Field Name=&quot;PpThemesSlide&quot; Value=&quot;%Themes%\aargau.thmx&quot;/&gt;&lt;Field Name=&quot;PpThemesObject&quot; Value=&quot;%Themes%\aargau.thmx&quot;/&gt;&lt;/DocProp&gt;&lt;DocProp UID=&quot;2013021809120389038204&quot; EntryUID=&quot;2003121817293296325874&quot;&gt;&lt;Field Name=&quot;UID&quot; Value=&quot;2003121817293296325874&quot;/&gt;&lt;Field Name=&quot;IDName&quot; Value=&quot;(Leer)&quot;/&gt;&lt;Field Name=&quot;OrganisationLevel1&quot; Value=&quot;&quot;/&gt;&lt;Field Name=&quot;OrganisationLevel2&quot; Value=&quot;&quot;/&gt;&lt;Field Name=&quot;OrganisationLevel3&quot; Value=&quot;&quot;/&gt;&lt;Field Name=&quot;Project&quot; Value=&quot;&quot;/&gt;&lt;Field Name=&quot;OrganisationPowerPoint&quot; Value=&quot;&quot;/&gt;&lt;Field Name=&quot;ExcelOrganisationLevel1&quot; Value=&quot;&quot;/&gt;&lt;Field Name=&quot;ExcelOrganisationLevel2&quot; Value=&quot;&quot;/&gt;&lt;Field Name=&quot;Address1&quot; Value=&quot;&quot;/&gt;&lt;Field Name=&quot;Address2&quot; Value=&quot;&quot;/&gt;&lt;Field Name=&quot;Address3&quot; Value=&quot;&quot;/&gt;&lt;Field Name=&quot;Address4&quot; Value=&quot;&quot;/&gt;&lt;Field Name=&quot;Address5&quot; Value=&quot;&quot;/&gt;&lt;Field Name=&quot;Address6&quot; Value=&quot;&quot;/&gt;&lt;Field Name=&quot;City&quot; Value=&quot;&quot;/&gt;&lt;Field Name=&quot;Telefon&quot; Value=&quot;&quot;/&gt;&lt;Field Name=&quot;Fax&quot; Value=&quot;&quot;/&gt;&lt;Field Name=&quot;Email&quot; Value=&quot;&quot;/&gt;&lt;Field Name=&quot;Internet&quot; Value=&quot;&quot;/&gt;&lt;Field Name=&quot;WdA4LogoColorPortrait&quot; Value=&quot;&quot;/&gt;&lt;Field Name=&quot;WdA4LogoBlackWhitePortrait&quot; Value=&quot;&quot;/&gt;&lt;Field Name=&quot;WdA4LogoColorQuer&quot; Value=&quot;&quot;/&gt;&lt;Field Name=&quot;WdA4LogoBlackWhiteQuer&quot; Value=&quot;&quot;/&gt;&lt;Field Name=&quot;WdA5LogoColorQuer&quot; Value=&quot;&quot;/&gt;&lt;Field Name=&quot;WdA5LogoBlackWhiteQuer&quot; Value=&quot;&quot;/&gt;&lt;Field Name=&quot;OlLogoSignature&quot; Value=&quot;&quot;/&gt;&lt;Field Name=&quot;PpThemesDefault&quot; Value=&quot;&quot;/&gt;&lt;Field Name=&quot;PpThemesPresentation&quot; Value=&quot;&quot;/&gt;&lt;Field Name=&quot;PpThemesSlide&quot; Value=&quot;&quot;/&gt;&lt;Field Name=&quot;PpThemesObject&quot; Value=&quot;&quot;/&gt;&lt;/DocProp&gt;&lt;DocProp UID=&quot;2006040509495284662868&quot; EntryUID=&quot;2003121817293296325874&quot;&gt;&lt;Field Name=&quot;UID&quot; Value=&quot;2003121817293296325874&quot;/&gt;&lt;Field Name=&quot;IDName&quot; Value=&quot;(Leer)&quot;/&gt;&lt;Field Name=&quot;Name&quot; Value=&quot;&quot;/&gt;&lt;Field Name=&quot;Title&quot; Value=&quot;&quot;/&gt;&lt;Field Name=&quot;Function&quot; Value=&quot;&quot;/&gt;&lt;Field Name=&quot;Initials&quot; Value=&quot;&quot;/&gt;&lt;Field Name=&quot;DirectPhone&quot; Value=&quot;&quot;/&gt;&lt;Field Name=&quot;DirectFax&quot; Value=&quot;&quot;/&gt;&lt;Field Name=&quot;Mobile&quot; Value=&quot;&quot;/&gt;&lt;Field Name=&quot;EMail&quot; Value=&quot;&quot;/&gt;&lt;Field Name=&quot;Signature&quot; Value=&quot;&quot;/&gt;&lt;/DocProp&gt;&lt;DocProp UID=&quot;2012060416083656157146&quot; EntryUID=&quot;2003121817293296325874&quot;&gt;&lt;Field Name=&quot;UID&quot; Value=&quot;2003121817293296325874&quot;/&gt;&lt;Field Name=&quot;IDName&quot; Value=&quot;(Leer)&quot;/&gt;&lt;Field Name=&quot;Name&quot; Value=&quot;&quot;/&gt;&lt;Field Name=&quot;Title&quot; Value=&quot;&quot;/&gt;&lt;Field Name=&quot;Function&quot; Value=&quot;&quot;/&gt;&lt;Field Name=&quot;Initials&quot; Value=&quot;&quot;/&gt;&lt;Field Name=&quot;DirectPhone&quot; Value=&quot;&quot;/&gt;&lt;Field Name=&quot;DirectFax&quot; Value=&quot;&quot;/&gt;&lt;Field Name=&quot;Mobile&quot; Value=&quot;&quot;/&gt;&lt;Field Name=&quot;EMail&quot; Value=&quot;&quot;/&gt;&lt;Field Name=&quot;Signature&quot; Value=&quot;&quot;/&gt;&lt;/DocProp&gt;&lt;DocProp UID=&quot;2013021809133888573589&quot; EntryUID=&quot;2003121817293296325874&quot;&gt;&lt;Field Name=&quot;UID&quot; Value=&quot;2003121817293296325874&quot;/&gt;&lt;Field Name=&quot;IDName&quot; Value=&quot;(Leer)&quot;/&gt;&lt;Field Name=&quot;Name&quot; Value=&quot;&quot;/&gt;&lt;Field Name=&quot;Title&quot; Value=&quot;&quot;/&gt;&lt;Field Name=&quot;Function&quot; Value=&quot;&quot;/&gt;&lt;Field Name=&quot;Initials&quot; Value=&quot;&quot;/&gt;&lt;Field Name=&quot;DirectPhone&quot; Value=&quot;&quot;/&gt;&lt;Field Name=&quot;DirectFax&quot; Value=&quot;&quot;/&gt;&lt;Field Name=&quot;Mobile&quot; Value=&quot;&quot;/&gt;&lt;Field Name=&quot;EMail&quot; Value=&quot;&quot;/&gt;&lt;Field Name=&quot;Signature&quot; Value=&quot;&quot;/&gt;&lt;/DocProp&gt;&lt;DocProp UID=&quot;2012060416093667830578&quot; EntryUID=&quot;2003121817293296325874&quot;&gt;&lt;Field Name=&quot;UID&quot; Value=&quot;2003121817293296325874&quot;/&gt;&lt;Field Name=&quot;IDName&quot; Value=&quot;(Leer)&quot;/&gt;&lt;Field Name=&quot;Name&quot; Value=&quot;&quot;/&gt;&lt;Field Name=&quot;Title&quot; Value=&quot;&quot;/&gt;&lt;Field Name=&quot;Function&quot; Value=&quot;&quot;/&gt;&lt;Field Name=&quot;Initials&quot; Value=&quot;&quot;/&gt;&lt;Field Name=&quot;DirectPhone&quot; Value=&quot;&quot;/&gt;&lt;Field Name=&quot;DirectFax&quot; Value=&quot;&quot;/&gt;&lt;Field Name=&quot;Mobile&quot; Value=&quot;&quot;/&gt;&lt;Field Name=&quot;EMail&quot; Value=&quot;&quot;/&gt;&lt;Field Name=&quot;Signature&quot; Value=&quot;&quot;/&gt;&lt;/DocProp&gt;&lt;DocProp UID=&quot;2003061115381095709037&quot; EntryUID=&quot;2003121817293296325874&quot;&gt;&lt;Field Name=&quot;UID&quot; Value=&quot;2003121817293296325874&quot;/&gt;&lt;Field Name=&quot;IDName&quot; Value=&quot;(Leer)&quot;/&gt;&lt;Field Name=&quot;Name&quot; Value=&quot;&quot;/&gt;&lt;Field Name=&quot;Title&quot; Value=&quot;&quot;/&gt;&lt;Field Name=&quot;Function&quot; Value=&quot;&quot;/&gt;&lt;Field Name=&quot;Initials&quot; Value=&quot;&quot;/&gt;&lt;Field Name=&quot;DirectPhone&quot; Value=&quot;&quot;/&gt;&lt;Field Name=&quot;DirectFax&quot; Value=&quot;&quot;/&gt;&lt;Field Name=&quot;Mobile&quot; Value=&quot;&quot;/&gt;&lt;Field Name=&quot;EMail&quot; Value=&quot;&quot;/&gt;&lt;Field Name=&quot;Signature&quot; Value=&quot;&quot;/&gt;&lt;/DocProp&gt;&lt;DocProp UID=&quot;2004112217290390304928&quot; EntryUID=&quot;2003121817293296325874&quot;&gt;&lt;Field Name=&quot;UID&quot; Value=&quot;2003121817293296325874&quot;/&gt;&lt;/DocProp&gt;&lt;DocProp UID=&quot;2009082513331568340343&quot; EntryUID=&quot;2003121817293296325874&quot;&gt;&lt;Field Name=&quot;UID&quot; Value=&quot;2003121817293296325874&quot;/&gt;&lt;/DocProp&gt;&lt;DocProp UID=&quot;2004112217333376588294&quot; EntryUID=&quot;2004123010144120300001&quot;&gt;&lt;Field Name=&quot;UID&quot; Value=&quot;2004123010144120300001&quot;/&gt;&lt;Field Name=&quot;Enclosures&quot; Value=&quot;Die erforderlichen Beilagen sind der Checkliste &amp;quot;einzureichende Unterlagen bei Infrastrukturvorhaben&amp;quot; zu entnehmen.&quot;/&gt;&lt;Field Name=&quot;Distribution&quot; Value=&quot;&quot;/&gt;&lt;Field Name=&quot;Copy&quot; Value=&quot;&quot;/&gt;&lt;Field Name=&quot;Info&quot; Value=&quot;&quot;/&gt;&lt;Field Name=&quot;Footer&quot; Value=&quot;&quot;/&gt;&lt;/DocProp&gt;&lt;/DocProps&gt;_x000d_"/>
    <w:docVar w:name="OawDocumentLanguageID" w:val="2055"/>
    <w:docVar w:name="OawDocumentStatus" w:val="default"/>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TextStyles&quot;&gt;_x000d_&lt;Item Type=&quot;Button&quot; IDName=&quot;Normal&quot; Icon=&quot;3546&quot; Label=&quot;&amp;lt;translate&amp;gt;Style.Normal&amp;lt;/translate&amp;gt;&quot; Command=&quot;StyleApply&quot; Parameter=&quot;-85&quot;/&gt;_x000d_&lt;Item Type=&quot;Button&quot; IDName=&quot;NormalKeepTogether&quot; Icon=&quot;3546&quot; Label=&quot;&amp;lt;translate&amp;gt;Style.NormalKeepTogether&amp;lt;/translate&amp;gt;&quot; Command=&quot;StyleApply&quot; Parameter=&quot;Text zusammengehalten&quot;/&gt;_x000d_&lt;Item Type=&quot;Separator&quot;/&gt;_x000d_&lt;Item Type=&quot;Button&quot; IDName=&quot;Gesetzestexte&quot; Icon=&quot;3546&quot; Label=&quot;&amp;lt;translate&amp;gt;Style.Gesetzestexte&amp;lt;/translate&amp;gt;&quot; Command=&quot;StyleApply&quot; Parameter=&quot;Gesetzestexte&quot;/&gt;_x000d_&lt;Item Type=&quot;Separator&quot;/&gt;_x000d_&lt;Item Type=&quot;Button&quot; IDName=&quot;PositionWithValue&quot; Icon=&quot;3546&quot; Label=&quot;&amp;lt;translate&amp;gt;Style.PositionWithValue&amp;lt;/translate&amp;gt;&quot; Command=&quot;StyleApply&quot; Parameter=&quot;Position mit Betrag&quot;/&gt;_x000d_&lt;Item Type=&quot;Separator&quot;/&gt;_x000d_&lt;Item Type=&quot;Button&quot; IDName=&quot;Fazit&quot; Icon=&quot;3546&quot; Label=&quot;&amp;lt;translate&amp;gt;Style.Fazit&amp;lt;/translate&amp;gt;&quot; Command=&quot;StyleApply&quot; Parameter=&quot;Fazit&quot;/&gt;_x000d_&lt;Item Type=&quot;Button&quot; IDName=&quot;LinieOben&quot; Icon=&quot;3546&quot; Label=&quot;&amp;lt;translate&amp;gt;Style.LinieOben&amp;lt;/translate&amp;gt;&quot; Command=&quot;StyleApply&quot; Parameter=&quot;Linie oben&quot;/&gt;_x000d_&lt;Item Type=&quot;Button&quot; IDName=&quot;LinieUnten&quot; Icon=&quot;3546&quot; Label=&quot;&amp;lt;translate&amp;gt;Style.LinieUnten&amp;lt;/translate&amp;gt;&quot; Command=&quot;StyleApply&quot; Parameter=&quot;Linie unten&quot;/&gt;_x000d_&lt;Item Type=&quot;Separator&quot;/&gt;_x000d_&lt;Item Type=&quot;Button&quot; IDName=&quot;SignatureLines&quot; Icon=&quot;3546&quot; Label=&quot;&amp;lt;translate&amp;gt;Style.SignatureLines&amp;lt;/translate&amp;gt;&quot; Command=&quot;StyleApply&quot; Parameter=&quot;Unterschrift Linien&quot;/&gt;_x000d_&lt;Item Type=&quot;Button&quot; IDName=&quot;SignatureText&quot; Icon=&quot;3546&quot; Label=&quot;&amp;lt;translate&amp;gt;Style.SignatureText&amp;lt;/translate&amp;gt;&quot; Command=&quot;StyleApply&quot; Parameter=&quot;Unterschrift Text&quot;/&gt;_x000d_&lt;/Item&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Strong&quot;  Icon=&quot;3114&quot; Label=&quot;&amp;lt;translate&amp;gt;Style.Strong&amp;lt;/translate&amp;gt;&quot; Command=&quot;StyleApply&quot; Parameter=&quot;-88&quot;/&gt;_x000d_&lt;Item Type=&quot;Button&quot; IDName=&quot;Zitat&quot;  Icon=&quot;3114&quot; Label=&quot;&amp;lt;translate&amp;gt;Style.Zitat&amp;lt;/translate&amp;gt;&quot; Command=&quot;StyleApply&quot; Parameter=&quot;Italic&quot;/&gt;_x000d_&lt;Item Type=&quot;Button&quot; IDName=&quot;Description&quot;  Icon=&quot;3114&quot; Label=&quot;&amp;lt;translate&amp;gt;Style.Description&amp;lt;/translate&amp;gt;&quot; Command=&quot;StyleApply&quot; Parameter=&quot;Beschreibung&quot;/&gt;_x000d_&lt;/Item&gt;_x000d_&lt;Item Type=&quot;SubMenu&quot; IDName=&quot;StructureStyles&quot;&gt;_x000d_&lt;Item Type=&quot;Button&quot; IDName=&quot;Subject&quot; Icon=&quot;3546&quot; Label=&quot;&amp;lt;translate&amp;gt;Style.Subject&amp;lt;/translate&amp;gt;&quot; Command=&quot;StyleApply&quot; Parameter=&quot;Betreff&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075&quot; Icon=&quot;3546&quot; Label=&quot;&amp;lt;translate&amp;gt;Style.Topic075&amp;lt;/translate&amp;gt;&quot; Command=&quot;StyleApply&quot; Parameter=&quot;Themenblock 0.75&quot;/&gt;_x000d_&lt;Item Type=&quot;Button&quot; IDName=&quot;Topic300&quot; Icon=&quot;3546&quot; Label=&quot;&amp;lt;translate&amp;gt;Style.Topic300&amp;lt;/translate&amp;gt;&quot; Command=&quot;StyleApply&quot; Parameter=&quot;Themenblock 3.0&quot;/&gt;_x000d_&lt;Item Type=&quot;Button&quot; IDName=&quot;Topic600&quot; Icon=&quot;3546&quot; Label=&quot;&amp;lt;translate&amp;gt;Style.Topic600&amp;lt;/translate&amp;gt;&quot; Command=&quot;StyleApply&quot; Parameter=&quot;Themenblock 6.0&quot;/&gt;_x000d_&lt;Item Type=&quot;Button&quot; IDName=&quot;Topic900&quot; Icon=&quot;3546&quot; Label=&quot;&amp;lt;translate&amp;gt;Style.Topic900&amp;lt;/translate&amp;gt;&quot; Command=&quot;StyleApply&quot; Parameter=&quot;Themenblock 9.0&quot;/&gt;_x000d_&lt;/Item&gt;_x000d_&lt;Item Type=&quot;SubMenu&quot; IDName=&quot;ListStyles&quot;&gt;_x000d_&lt;Item Type=&quot;Button&quot; IDName=&quot;ListWithSymbols&quot; Icon=&quot;3546&quot; Label=&quot;&amp;lt;translate&amp;gt;Style.ListWithSymbols&amp;lt;/translate&amp;gt;&quot; Command=&quot;StyleApply&quot; Parameter=&quot;Auflistung mit Symbolen&quot;/&gt;_x000d_&lt;Item Type=&quot;Button&quot; IDName=&quot;ListWithSymbolsWithDistance&quot; Icon=&quot;3546&quot; Label=&quot;&amp;lt;translate&amp;gt;Style.ListWithSymbolsWithDistance&amp;lt;/translate&amp;gt;&quot; Command=&quot;StyleApply&quot; Parameter=&quot;Auflistung mit Symbolen mit Abstand&quot;/&gt;_x000d_&lt;Item Type=&quot;Button&quot; IDName=&quot;ListWithLetters&quot; Icon=&quot;3546&quot; Label=&quot;&amp;lt;translate&amp;gt;Style.ListWithLetters&amp;lt;/translate&amp;gt;&quot; Command=&quot;StyleApply&quot; Parameter=&quot;Auflistung mit Buchstaben&quot;/&gt;_x000d_&lt;Item Type=&quot;Button&quot; IDName=&quot;ListWithSmallLetters&quot; Icon=&quot;3546&quot; Label=&quot;&amp;lt;translate&amp;gt;Style.ListWithSmallLetters&amp;lt;/translate&amp;gt;&quot; Command=&quot;StyleApply&quot; Parameter=&quot;Auflistung mit Kleinbuchstaben&quot;/&gt;_x000d_&lt;Item Type=&quot;Button&quot; IDName=&quot;ListWithSmallLettersLaw&quot; Icon=&quot;3546&quot; Label=&quot;&amp;lt;translate&amp;gt;Style.ListWithSmallLettersLaw&amp;lt;/translate&amp;gt;&quot; Command=&quot;StyleApply&quot; Parameter=&quot;Auflistung mit Kleinbuchstaben Gesetze&quot;/&gt;_x000d_&lt;Item Type=&quot;Button&quot; IDName=&quot;ListWithNumbers&quot; Icon=&quot;3546&quot; Label=&quot;&amp;lt;translate&amp;gt;Style.ListWithNumbers&amp;lt;/translate&amp;gt;&quot; Command=&quot;StyleApply&quot; Parameter=&quot;Auflistung mit Nummern&quot;/&gt;_x000d_&lt;Item Type=&quot;Button&quot; IDName=&quot;ListWithNumbersWithDistance&quot; Icon=&quot;3546&quot; Label=&quot;&amp;lt;translate&amp;gt;Style.ListWithNumbersWithDistance&amp;lt;/translate&amp;gt;&quot; Command=&quot;StyleApply&quot; Parameter=&quot;Auflistung mit Nummern mit Abstand&quot;/&gt;_x000d_&lt;Item Type=&quot;Button&quot; IDName=&quot;ListWithRomanNumbers&quot; Icon=&quot;3546&quot; Label=&quot;&amp;lt;translate&amp;gt;Style.ListWithRomanNumbers&amp;lt;/translate&amp;gt;&quot; Command=&quot;StyleApply&quot; Parameter=&quot;Auflistung mit römischen Nummern&quot;/&gt;_x000d_&lt;Item Type=&quot;Button&quot; IDName=&quot;ListNotice&quot; Icon=&quot;3546&quot; Label=&quot;&amp;lt;translate&amp;gt;Style.ListNotice&amp;lt;/translate&amp;gt;&quot; Command=&quot;StyleApply&quot; Parameter=&quot;Auflistung Hinweis&quot;/&gt;_x000d_&lt;Item Type=&quot;Button&quot; IDName=&quot;ListWithCheckBoxes&quot; Icon=&quot;3546&quot; Label=&quot;&amp;lt;translate&amp;gt;Style.ListWithCheckBoxes&amp;lt;/translate&amp;gt;&quot; Command=&quot;StyleApply&quot; Parameter=&quot;Auflistung mit Checkboxen&quot;/&gt;_x000d_&lt;/Item&gt;_x000d_&lt;Item Type=&quot;SubMenu&quot; IDName=&quot;Tables&quot;&gt;_x000d_&lt;Item Type=&quot;Button&quot; IDName=&quot;TableNormal&quot; Icon=&quot;3546&quot; Label=&quot;&amp;lt;translate&amp;gt;Style.TableNormal&amp;lt;/translate&amp;gt;&quot; Command=&quot;StyleApply&quot; Parameter=&quot;Tabellenraster&quot;/&gt;_x000d_&lt;Item Type=&quot;Button&quot; IDName=&quot;TableHeader&quot; Icon=&quot;3546&quot; Label=&quot;&amp;lt;translate&amp;gt;Style.TableHeader&amp;lt;/translate&amp;gt;&quot; Command=&quot;StyleApply&quot; Parameter=&quot;Tabelle Kopfzeile&quot;/&gt;_x000d_&lt;Item Type=&quot;Button&quot; IDName=&quot;TableGrayStriped&quot; Icon=&quot;3546&quot; Label=&quot;&amp;lt;translate&amp;gt;Style.TableGrayStriped&amp;lt;/translate&amp;gt;&quot; Command=&quot;StyleApply&quot; Parameter=&quot;Tabelle grau liniert&quot;/&gt;_x000d_&lt;Item Type=&quot;Button&quot; IDName=&quot;TableStructure&quot; Icon=&quot;3546&quot; Label=&quot;&amp;lt;translate&amp;gt;Style.TableStructure&amp;lt;/translate&amp;gt;&quot; Command=&quot;StyleApply&quot; Parameter=&quot;Tabelle Struktur&quot;/&gt;_x000d_&lt;/Item&gt;_x000d_&lt;/MenusDef&gt;"/>
    <w:docVar w:name="OawNumPages" w:val="3"/>
    <w:docVar w:name="OawOMS" w:val="&lt;OawOMS&gt;&lt;send profileUID=&quot;2003010711200895123470110&quot;&gt;&lt;mail&gt;&lt;cc&gt;&lt;/cc&gt;&lt;bcc&gt;&lt;/bcc&gt;&lt;body&gt;&lt;/body&gt;&lt;subject&gt;&lt;value type=&quot;OawDocProperty&quot; name=&quot;BM_Subject&quot;&gt;&lt;separator text=&quot;&quot;&gt;&lt;/separator&gt;&lt;format text=&quot;&quot;&gt;&lt;/format&gt;&lt;/value&gt;&lt;/subject&gt;&lt;to&gt;&lt;value type=&quot;OawDocProperty&quot; name=&quot;Recipient.EMail&quot;&gt;&lt;separator text=&quot;&quot;&gt;&lt;/separator&gt;&lt;format text=&quot;&quot;&gt;&lt;/format&gt;&lt;/value&gt;&lt;/to&gt;&lt;/mail&gt;&lt;word&gt;&lt;category&gt;&lt;/category&gt;&lt;keywords&gt;&lt;/keywords&gt;&lt;comments&gt;&lt;/comments&gt;&lt;hyperlinkBase&gt;&lt;/hyperlinkBas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category&gt;&lt;/category&gt;&lt;keywords&gt;&lt;/keywords&gt;&lt;comments&gt;&lt;/comments&gt;&lt;hyperlinkBase&gt;&lt;/hyperlinkBas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body&gt;&lt;/body&gt;&lt;subject&gt;&lt;value type=&quot;OawDocProperty&quot; name=&quot;BM_Subject&quot;&gt;&lt;separator text=&quot;&quot;&gt;&lt;/separator&gt;&lt;format text=&quot;&quot;&gt;&lt;/format&gt;&lt;/value&gt;&lt;/subject&gt;&lt;to&gt;&lt;value type=&quot;OawDocProperty&quot; name=&quot;Recipient.EMail&quot;&gt;&lt;separator text=&quot;&quot;&gt;&lt;/separator&gt;&lt;format text=&quot;&quot;&gt;&lt;/format&gt;&lt;/value&gt;&lt;/to&gt;&lt;/mail&gt;&lt;word&gt;&lt;category&gt;&lt;/category&gt;&lt;keywords&gt;&lt;/keywords&gt;&lt;comments&gt;&lt;/comments&gt;&lt;hyperlinkBase&gt;&lt;/hyperlinkBase&gt;&lt;fileName&gt;&lt;/fileNam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category&gt;&lt;/category&gt;&lt;keywords&gt;&lt;/keywords&gt;&lt;comments&gt;&lt;/comments&gt;&lt;hyperlinkBase&gt;&lt;/hyperlinkBase&gt;&lt;fileName&gt;&lt;/fileName&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ave profileUID=&quot;2006121210441235887611&quot;&gt;&lt;word&gt;&lt;title&gt;&lt;value type=&quot;OawLanguage&quot; name=&quot;Template.Letter&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word&gt;&lt;PDF&gt;&lt;title&gt;&lt;value type=&quot;OawLanguage&quot; name=&quot;Template.Letter&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PDF&gt;&lt;/save&gt;&lt;save profileUID=&quot;2006120514401556040061&quot;&gt;&lt;word&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ave&gt;&lt;save profileUID=&quot;2004062216425255253277&quot;&gt;&lt;word&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word&gt;&lt;PDF&gt;&lt;title&gt;&lt;value type=&quot;OawBookmark&quot; name=&quot;CustomFieldDocumentType&quot;&gt;&lt;separator text=&quot;&quot;&gt;&lt;/separator&gt;&lt;format text=&quot;&quot;&gt;&lt;/format&gt;&lt;/value&gt;&lt;/title&gt;&lt;subject&gt;&lt;value type=&quot;OawDocProperty&quot; name=&quot;BM_Subject&quot;&gt;&lt;separator text=&quot;&quot;&gt;&lt;/separator&gt;&lt;format text=&quot;&quot;&gt;&lt;/format&gt;&lt;/value&gt;&lt;/subject&gt;&lt;author&gt;&lt;value type=&quot;OawDocProperty&quot; name=&quot;Author.Name&quot;&gt;&lt;separator text=&quot;&quot;&gt;&lt;/separator&gt;&lt;format text=&quot;&quot;&gt;&lt;/format&gt;&lt;/value&gt;&lt;/author&gt;&lt;manager&gt;&lt;value type=&quot;OawDocProperty&quot; name=&quot;Contactperson.Name&quot;&gt;&lt;separator text=&quot;&quot;&gt;&lt;/separator&gt;&lt;format text=&quot;&quot;&gt;&lt;/format&gt;&lt;/value&gt;&lt;/manager&gt;&lt;company&gt;&lt;value type=&quot;OawDocProperty&quot; name=&quot;Organisation.OrganisationLevel1&quot;&gt;&lt;separator text=&quot;%space%&quot;&gt;&lt;/separator&gt;&lt;format text=&quot;&quot;&gt;&lt;/format&gt;&lt;/value&gt;&lt;value type=&quot;OawDocProperty&quot; name=&quot;Organisation.OrganisationLevel2&quot;&gt;&lt;separator text=&quot;%space%&quot;&gt;&lt;/separator&gt;&lt;format text=&quot;&quot;&gt;&lt;/format&gt;&lt;/value&gt;&lt;value type=&quot;OawDocProperty&quot; name=&quot;Organisation.OrganisationLevel3&quot;&gt;&lt;separator text=&quot;%space%&quot;&gt;&lt;/separator&gt;&lt;format text=&quot;&quot;&gt;&lt;/format&gt;&lt;/value&gt;&lt;/company&gt;&lt;/PDF&gt;&lt;/save&gt;&lt;/OawOMS&gt;_x000d_"/>
    <w:docVar w:name="oawPaperSize" w:val="7"/>
    <w:docVar w:name="OawPrint.2012060416123038219890" w:val="&lt;source&gt;&lt;documentProperty UID=&quot;2003060614150123456789&quot;&gt;&lt;SQL&gt;SELECT Value, UID FROM Data WHERE LCID = '%WhereLCID%';&lt;/SQL&gt;&lt;OawDocProperty name=&quot;Doc.Draft&quot; field=&quot;Doc.Draft&quot;/&gt;&lt;/documentProperty&gt;&lt;documentProperty UID=&quot;2003070216009988776655&quot;&gt;&lt;OawDocProperty name=&quot;BM_Subject&quot; field=&quot;Subject&quot;/&gt;&lt;/documentProperty&gt;&lt;/source&gt;"/>
    <w:docVar w:name="OawPrinterTray.2012060416123038219890" w:val="document.firstpage:=2003061718080779000241;document.otherpages:=2003061718080779000241;"/>
    <w:docVar w:name="OawPrinterTray.2012060416125686737560" w:val="document.firstpage:=2003061718080779000241;document.otherpages:=2003061718080779000241;"/>
    <w:docVar w:name="OawPrinterTray.2012113014171263133266" w:val="document.firstpage:=2012113014154048661266;document.otherpages:=2012113014154048661266;"/>
    <w:docVar w:name="OawPrintRestore.2012060416123038219890" w:val="&lt;source&gt;&lt;documentProperty UID=&quot;&quot;&gt;&lt;Fields List=&quot;&quot;/&gt;&lt;OawDocProperty name=&quot;Doc.Draft&quot; field=&quot;&quot;/&gt;&lt;/documentProperty&gt;&lt;documentProperty UID=&quot;2003070216009988776655&quot;&gt;&lt;OawDocProperty name=&quot;BM_Subject&quot; field=&quot;Subject&quot;/&gt;&lt;/documentProperty&gt;&lt;/source&gt;"/>
    <w:docVar w:name="OawProjectID" w:val="agch"/>
    <w:docVar w:name="OawRecipients" w:val="&lt;Recipients&gt;&lt;Recipient&gt;&lt;UID&gt;2018082409485997332038&lt;/UID&gt;&lt;IDName&gt;Empfänger&lt;/IDName&gt;&lt;RecipientPlainUnchanged&gt;-1&lt;/RecipientPlainUnchanged&gt;&lt;RecipientActive&gt;-1&lt;/RecipientActive&gt;&lt;RecipientIcon&gt;Contact&lt;/RecipientIcon&gt;&lt;MappingTableLabel&gt;&lt;/MappingTableLabel&gt;&lt;MappingTableActive&gt;&lt;/MappingTableActive&gt;&lt;DeliveryOption&gt;&lt;/DeliveryOption&gt;&lt;DeliveryOption2&gt;&lt;/DeliveryOption2&gt;&lt;Company&gt;&lt;/Company&gt;&lt;Department&gt;&lt;/Department&gt;&lt;Title&gt;&lt;/Title&gt;&lt;FirstName&gt;&lt;/FirstName&gt;&lt;MiddleName&gt;&lt;/MiddleName&gt;&lt;LastName&gt;&lt;/LastName&gt;&lt;Suffix&gt;&lt;/Suffix&gt;&lt;FullName&gt;&lt;/FullName&gt;&lt;JobTitle&gt;&lt;/JobTitle&gt;&lt;AddressStreet&gt;&lt;/AddressStreet&gt;&lt;AddressZIP&gt;&lt;/AddressZIP&gt;&lt;AddressCity&gt;&lt;/AddressCity&gt;&lt;Address&gt;&lt;/Address&gt;&lt;CompleteAddress&gt;&lt;/CompleteAddress&gt;&lt;AddressSingleLine&gt;&lt;/AddressSingleLine&gt;&lt;Telephone&gt;&lt;/Telephone&gt;&lt;Fax&gt;&lt;/Fax&gt;&lt;EMail&gt;&lt;/EMail&gt;&lt;CopyTo&gt;&lt;/CopyTo&gt;&lt;Introduction&gt;&lt;/Introduction&gt;&lt;Closing&gt;&lt;/Closing&gt;&lt;FormattedFullAddress&gt;&lt;/FormattedFullAddress&gt;&lt;CompleteAddressImported&gt;&lt;/CompleteAddressImported&gt;&lt;/Recipient&gt;&lt;/Recipients&gt;_x000d_"/>
    <w:docVar w:name="OawSave.2004062216425255253277" w:val="&lt;source&gt;&lt;documentProperty UID=&quot;2003060614150123456789&quot;&gt;&lt;SQL&gt;SELECT Value, UID FROM Data WHERE LCID = '%WhereLCID%';&lt;/SQL&gt;&lt;OawDocProperty name=&quot;Doc.Draft&quot; field=&quot;Doc.Draft&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Doc.Draft&quot; field=&quot;&quot;/&gt;&lt;/documentProperty&gt;&lt;documentProperty UID=&quot;2003070216009988776655&quot;&gt;&lt;OawDocProperty name=&quot;BM_Subject&quot; field=&quot;Subject&quot;/&gt;&lt;/documentProperty&gt;&lt;/source&gt;"/>
    <w:docVar w:name="OawSelectedSource.2003061115381095709037" w:val="&lt;empty/&gt;"/>
    <w:docVar w:name="OawSelectedSource.2003080714212273705547" w:val="0"/>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2060416083656157146" w:val="&lt;empty/&gt;"/>
    <w:docVar w:name="OawSelectedSource.2012060416091233306102" w:val="&lt;empty/&gt;"/>
    <w:docVar w:name="OawSelectedSource.2012060416093667830578" w:val="&lt;empty/&gt;"/>
    <w:docVar w:name="OawSelectedSource.2013021809120389038204" w:val="&lt;empty/&gt;"/>
    <w:docVar w:name="OawSelectedSource.2013021809133888573589" w:val="&lt;empty/&gt;"/>
    <w:docVar w:name="OawSend.2003010711200895123470110" w:val="&lt;source&gt;&lt;documentProperty UID=&quot;2003060614150123456789&quot;&gt;&lt;SQL&gt;SELECT Value, UID FROM Data WHERE LCID = '%WhereLCID%';&lt;/SQL&gt;&lt;OawDocProperty name=&quot;Doc.Draft&quot; field=&quot;Doc.Draft&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Doc.Draft&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4;DocumentTitle:=;DisplayName:=&lt;translate&gt;Template.Report&lt;/translate&gt;;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514034574120309&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InformationsfeldBriefkopf&quot; Label=&quot;&amp;lt;translate&amp;gt;SmartContent.InformationsfeldBriefkopf&amp;lt;/translate&amp;gt;&quot;/&gt;_x000d_&lt;Bookmark Name=&quot;DatumZusatz&quot; Label=&quot;&amp;lt;translate&amp;gt;SmartContent.DatumZusatz&amp;lt;/translate&amp;gt;&quot; Style=&quot;Datum&quot;/&gt;_x000d_&lt;Bookmark Name=&quot;DocumentType&quot; Label=&quot;&amp;lt;translate&amp;gt;SmartContent.DocumentType&amp;lt;/translate&amp;gt;&quot; Style=&quot;Dokument Typ&quot;/&gt;_x000d_&lt;Bookmark Name=&quot;Subject&quot; Label=&quot;&amp;lt;translate&amp;gt;SmartContent.Subject&amp;lt;/translate&amp;gt;&quot; Style=&quot;Betreff&quot;/&gt;_x000d_&lt;Bookmark Name=&quot;Text&quot; Label=&quot;&amp;lt;translate&amp;gt;SmartContent.Text&amp;lt;/translate&amp;gt;&quot; Style=&quot;-2&quot;/&gt;_x000d_&lt;Bookmark Name=&quot;Enclosures&quot; Label=&quot;&amp;lt;translate&amp;gt;SmartContent.Enclosures&amp;lt;/translate&amp;gt;&quot; Style=&quot;Beilagen&quot;/&gt;_x000d_&lt;Bookmark Name=&quot;Distribution&quot; Label=&quot;&amp;lt;translate&amp;gt;SmartContent.Distribution&amp;lt;/translate&amp;gt;&quot; Style=&quot;Verteiler&quot;/&gt;_x000d_&lt;Bookmark Name=&quot;Copy&quot; Label=&quot;&amp;lt;translate&amp;gt;SmartTemplate.Copy&amp;lt;/translate&amp;gt;&quot; Style=&quot;KopieAn&quot;/&gt;_x000d_&lt;Bookmark Name=&quot;DirectFooter&quot; Label=&quot;&amp;lt;translate&amp;gt;SmartContent.DirectFooter&amp;lt;/translate&amp;gt;&quot; Style=&quot;-33&quot;/&gt;_x000d_&lt;Bookmark Name=&quot;LogoZusatz&quot; Label=&quot;&amp;lt;translate&amp;gt;SmartTemplate.LogoZusatz&amp;lt;/translate&amp;gt;&quot; Style=&quot;-33&quot;/&gt;_x000d_&lt;Bookmark Name=&quot;Attachement&quot; Label=&quot;&amp;lt;translate&amp;gt;SmartConent.Attachement&amp;lt;/translate&amp;gt;&quot; Style=&quot;-85&quot;/&gt;_x000d_&lt;/TemplPropsCm&gt;"/>
    <w:docVar w:name="OawTemplPropsStm" w:val="&lt;TemplPropsStm xmlns:xsi=&quot;http://www.w3.org/2001/XMLSchema-instance&quot; xsi:noNamespaceSchemaLocation=&quot;TemplPropsStm_1.xsd&quot; SchemaVersion=&quot;1&quot; TemplateID=&quot;&quot; TemplateVersion=&quot;&quot;&gt;_x000d_&lt;Bookmark Name=&quot;InformationsfeldBriefkopf&quot; Label=&quot;&amp;lt;translate&amp;gt;SmartTemplate.InformationsfeldBriefkopf&amp;lt;/translate&amp;gt;&quot;/&gt;_x000d_&lt;Bookmark Name=&quot;DatumZusatz&quot; Label=&quot;&amp;lt;translate&amp;gt;SmartTemplate.DatumZusatz&amp;lt;/translate&amp;gt;&quot; Style=&quot;Datum&quot;/&gt;_x000d_&lt;Bookmark Name=&quot;DocumentType&quot; Label=&quot;&amp;lt;translate&amp;gt;SmartTemplate.DocumentType&amp;lt;/translate&amp;gt;&quot; Style=&quot;Dokument Typ&quot;/&gt;_x000d_&lt;Bookmark Name=&quot;Subject&quot; Label=&quot;&amp;lt;translate&amp;gt;SmartTemplate.Subject&amp;lt;/translate&amp;gt;&quot; Style=&quot;Betreff&quot;/&gt;_x000d_&lt;Bookmark Name=&quot;Text&quot; Label=&quot;&amp;lt;translate&amp;gt;SmartTemplate.Text&amp;lt;/translate&amp;gt;&quot; Style=&quot;-2&quot;/&gt;_x000d_&lt;Bookmark Name=&quot;Enclosures&quot; Label=&quot;&amp;lt;translate&amp;gt;SmartTemplate.Enclosures&amp;lt;/translate&amp;gt;&quot; Style=&quot;Beilagen&quot;/&gt;_x000d_&lt;Bookmark Name=&quot;Distribution&quot; Label=&quot;&amp;lt;translate&amp;gt;SmartTemplate.Distribution&amp;lt;/translate&amp;gt;&quot; Style=&quot;Verteiler&quot;/&gt;_x000d_&lt;Bookmark Name=&quot;Copy&quot; Label=&quot;&amp;lt;translate&amp;gt;SmartTemplate.Copy&amp;lt;/translate&amp;gt;&quot; Style=&quot;KopieAn&quot;/&gt;_x000d_&lt;Bookmark Name=&quot;DirectFooter&quot; Label=&quot;&amp;lt;translate&amp;gt;SmartTemplate.DirectFooter&amp;lt;/translate&amp;gt;&quot; Style=&quot;-33&quot;/&gt;_x000d_&lt;Bookmark Name=&quot;LogoZusatz&quot; Label=&quot;&amp;lt;translate&amp;gt;SmartTemplate.LogoZusatz&amp;lt;/translate&amp;gt;&quot; Style=&quot;-33&quot;/&gt;_x000d_&lt;Bookmark Name=&quot;Attachement&quot; Label=&quot;&amp;lt;translate&amp;gt;SmartTemplate.Attachement&amp;lt;/translate&amp;gt;&quot; Style=&quot;-85&quot;/&gt;_x000d_&lt;/TemplPropsStm&gt;"/>
    <w:docVar w:name="officeatworkWordMasterTemplateConfiguration" w:val="&lt;!--Created with officeatwork--&gt;_x000d__x000a_&lt;WordMasterTemplateConfiguration&gt;_x000d__x000a_  &lt;LayoutSets /&gt;_x000d__x000a_  &lt;Pictures&gt;_x000d__x000a_    &lt;Picture Id=&quot;bab8a75a-fd98-43de-aec5-f566&quot; IdName=&quot;Logo&quot; IsSelected=&quot;False&quot; IsExpanded=&quot;True&quot;&gt;_x000d__x000a_      &lt;PageSetupSpecifics&gt;_x000d__x000a_        &lt;PageSetupSpecific IdName=&quot;A4Portrait&quot; PaperSize=&quot;A4&quot; Orientation=&quot;Portrait&quot; IsSelected=&quot;false&quot;&gt;_x000d__x000a_          &lt;Source Value=&quot;[[GetMasterPropertyValue(&amp;quot;Organisation&amp;quot;, &amp;quot;WdA4LogoColor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12060416123038219890&quot;&gt;_x000d__x000a_              &lt;Source Value=&quot;[[GetMasterPropertyValue(&amp;quot;Organisation&amp;quot;, &amp;quot;WdA4LogoBlackWhitePortrait&amp;quot;)]]&quot; /&gt;_x000d__x000a_            &lt;/OutputProfileSpecific&gt;_x000d__x000a_            &lt;OutputProfileSpecific Type=&quot;Print&quot; Id=&quot;2012060416125686737560&quot; /&gt;_x000d__x000a_            &lt;OutputProfileSpecific Type=&quot;Print&quot; Id=&quot;2012113014171263133266&quot; /&gt;_x000d__x000a_            &lt;OutputProfileSpecific Type=&quot;Print&quot; Id=&quot;2012060416130736684826&quot; /&gt;_x000d__x000a_            &lt;OutputProfileSpecific Type=&quot;Save&quot; Id=&quot;2004062216425255253277&quot;&gt;_x000d__x000a_              &lt;Source Value=&quot;[[GetMasterPropertyValue(&amp;quot;Organisation&amp;quot;, &amp;quot;WdA4LogoBlackWhitePortrait&amp;quot;)]]&quot; /&gt;_x000d__x000a_            &lt;/OutputProfileSpecific&gt;_x000d__x000a_            &lt;OutputProfileSpecific Type=&quot;Save&quot; Id=&quot;2006120514401556040061&quot; /&gt;_x000d__x000a_            &lt;OutputProfileSpecific Type=&quot;Save&quot; Id=&quot;2006121210441235887611&quot; /&gt;_x000d__x000a_            &lt;OutputProfileSpecific Type=&quot;Send&quot; Id=&quot;2003010711200895123470110&quot;&gt;_x000d__x000a_              &lt;Source Value=&quot;[[GetMasterPropertyValue(&amp;quot;Organisation&amp;quot;, &amp;quot;WdA4LogoBlackWhitePortrait&amp;quot;)]]&quot; /&gt;_x000d__x000a_            &lt;/OutputProfileSpecific&gt;_x000d__x000a_            &lt;OutputProfileSpecific Type=&quot;Send&quot; Id=&quot;2006120514175878093883&quot; /&gt;_x000d__x000a_            &lt;OutputProfileSpecific Type=&quot;Send&quot; Id=&quot;2006121210395821292110&quot; /&gt;_x000d__x000a_          &lt;/OutputProfileSpecifics&gt;_x000d__x000a_        &lt;/PageSetupSpecific&gt;_x000d__x000a_      &lt;/PageSetupSpecifics&gt;_x000d__x000a_    &lt;/Picture&gt;_x000d__x000a_    &lt;Picture Id=&quot;b4716e6d-7c69-4f42-a84e-c101&quot; IdName=&quot;Signature1&quot; IsSelected=&quot;False&quot; IsExpanded=&quot;True&quot;&gt;_x000d__x000a_      &lt;PageSetupSpecifics&gt;_x000d__x000a_        &lt;PageSetupSpecific IdName=&quot;A4Portrait&quot; PaperSize=&quot;A4&quot; Orientation=&quot;Portrait&quot; IsSelected=&quot;false&quot;&gt;_x000d__x000a_          &lt;Source Value=&quot;[[GetMasterPropertyValue(&amp;quot;Signature1&amp;quot;, &amp;quot;Leer&amp;quot;)]]&quot; /&gt;_x000d__x000a_          &lt;HorizontalPosition Relative=&quot;Character&quot; Alignment=&quot;Left&quot; Unit=&quot;cm&quot;&gt;-1&lt;/HorizontalPosition&gt;_x000d__x000a_          &lt;VerticalPosition Relative=&quot;Line&quot; Alignment=&quot;Top&quot; Unit=&quot;cm&quot;&gt;-1.3&lt;/VerticalPosition&gt;_x000d__x000a_          &lt;OutputProfileSpecifics&gt;_x000d__x000a_            &lt;OutputProfileSpecific Type=&quot;Print&quot; Id=&quot;2012060416123038219890&quot; /&gt;_x000d__x000a_            &lt;OutputProfileSpecific Type=&quot;Print&quot; Id=&quot;2012060416125686737560&quot; /&gt;_x000d__x000a_            &lt;OutputProfileSpecific Type=&quot;Print&quot; Id=&quot;2012113014171263133266&quot; /&gt;_x000d__x000a_            &lt;OutputProfileSpecific Type=&quot;Print&quot; Id=&quot;2012060416130736684826&quot;&gt;_x000d__x000a_              &lt;Source Value=&quot;[[GetMasterPropertyValue(&amp;quot;Signature1&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1&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1&amp;quot;, &amp;quot;Signature&amp;quot;)]]&quot; /&gt;_x000d__x000a_            &lt;/OutputProfileSpecific&gt;_x000d__x000a_          &lt;/OutputProfileSpecifics&gt;_x000d__x000a_        &lt;/PageSetupSpecific&gt;_x000d__x000a_      &lt;/PageSetupSpecifics&gt;_x000d__x000a_    &lt;/Picture&gt;_x000d__x000a_    &lt;Picture Id=&quot;5734517d-0962-4c86-92fe-d68c&quot; IdName=&quot;Signature2&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Signature2&amp;quot;, &amp;quot;Leer&amp;quot;)]]&quot; /&gt;_x000d__x000a_          &lt;HorizontalPosition Relative=&quot;Character&quot; Alignment=&quot;Left&quot; Unit=&quot;cm&quot;&gt;7&lt;/HorizontalPosition&gt;_x000d__x000a_          &lt;VerticalPosition Relative=&quot;Line&quot; Alignment=&quot;Top&quot; Unit=&quot;cm&quot;&gt;-1.3&lt;/VerticalPosition&gt;_x000d__x000a_          &lt;OutputProfileSpecifics&gt;_x000d__x000a_            &lt;OutputProfileSpecific Type=&quot;Print&quot; Id=&quot;2012060416123038219890&quot; /&gt;_x000d__x000a_            &lt;OutputProfileSpecific Type=&quot;Print&quot; Id=&quot;2012060416125686737560&quot; /&gt;_x000d__x000a_            &lt;OutputProfileSpecific Type=&quot;Print&quot; Id=&quot;2012113014171263133266&quot; /&gt;_x000d__x000a_            &lt;OutputProfileSpecific Type=&quot;Print&quot; Id=&quot;2012060416130736684826&quot;&gt;_x000d__x000a_              &lt;Source Value=&quot;[[GetMasterPropertyValue(&amp;quot;Signature2&amp;quot;, &amp;quot;Signature&amp;quot;)]]&quot; /&gt;_x000d__x000a_            &lt;/OutputProfileSpecific&gt;_x000d__x000a_            &lt;OutputProfileSpecific Type=&quot;Save&quot; Id=&quot;2004062216425255253277&quot; /&gt;_x000d__x000a_            &lt;OutputProfileSpecific Type=&quot;Save&quot; Id=&quot;2006120514401556040061&quot; /&gt;_x000d__x000a_            &lt;OutputProfileSpecific Type=&quot;Save&quot; Id=&quot;2006121210441235887611&quot;&gt;_x000d__x000a_              &lt;Source Value=&quot;[[GetMasterPropertyValue(&amp;quot;Signature2&amp;quot;, &amp;quot;Signature&amp;quot;)]]&quot; /&gt;_x000d__x000a_            &lt;/OutputProfileSpecific&gt;_x000d__x000a_            &lt;OutputProfileSpecific Type=&quot;Send&quot; Id=&quot;2003010711200895123470110&quot; /&gt;_x000d__x000a_            &lt;OutputProfileSpecific Type=&quot;Send&quot; Id=&quot;2006120514175878093883&quot; /&gt;_x000d__x000a_            &lt;OutputProfileSpecific Type=&quot;Send&quot; Id=&quot;2006121210395821292110&quot;&gt;_x000d__x000a_              &lt;Source Value=&quot;[[GetMasterPropertyValue(&amp;quot;Signature2&amp;quot;, &amp;quot;Signature&amp;quot;)]]&quot; /&gt;_x000d__x000a_            &lt;/OutputProfileSpecific&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373342"/>
    <w:rsid w:val="00001428"/>
    <w:rsid w:val="0000145D"/>
    <w:rsid w:val="00006FF1"/>
    <w:rsid w:val="0001052F"/>
    <w:rsid w:val="000106F7"/>
    <w:rsid w:val="0001646D"/>
    <w:rsid w:val="00024412"/>
    <w:rsid w:val="000260A8"/>
    <w:rsid w:val="000270FB"/>
    <w:rsid w:val="00032FFA"/>
    <w:rsid w:val="00036C0F"/>
    <w:rsid w:val="00036C69"/>
    <w:rsid w:val="000373D6"/>
    <w:rsid w:val="00040C7D"/>
    <w:rsid w:val="00040FD6"/>
    <w:rsid w:val="000412BC"/>
    <w:rsid w:val="00041FC3"/>
    <w:rsid w:val="00045ED0"/>
    <w:rsid w:val="00045F25"/>
    <w:rsid w:val="0005055C"/>
    <w:rsid w:val="00051798"/>
    <w:rsid w:val="000528AB"/>
    <w:rsid w:val="00055F92"/>
    <w:rsid w:val="00055FA5"/>
    <w:rsid w:val="00060233"/>
    <w:rsid w:val="000604AE"/>
    <w:rsid w:val="00062C3F"/>
    <w:rsid w:val="0006359E"/>
    <w:rsid w:val="0006570C"/>
    <w:rsid w:val="00066025"/>
    <w:rsid w:val="00067FFA"/>
    <w:rsid w:val="00073655"/>
    <w:rsid w:val="00077872"/>
    <w:rsid w:val="000778C4"/>
    <w:rsid w:val="00077992"/>
    <w:rsid w:val="00081D38"/>
    <w:rsid w:val="00084307"/>
    <w:rsid w:val="000849D5"/>
    <w:rsid w:val="0008516A"/>
    <w:rsid w:val="00085D5A"/>
    <w:rsid w:val="00092D96"/>
    <w:rsid w:val="00093145"/>
    <w:rsid w:val="000962A6"/>
    <w:rsid w:val="000964AB"/>
    <w:rsid w:val="000965AE"/>
    <w:rsid w:val="000A1BDC"/>
    <w:rsid w:val="000A576D"/>
    <w:rsid w:val="000A67FE"/>
    <w:rsid w:val="000A78CB"/>
    <w:rsid w:val="000A7A32"/>
    <w:rsid w:val="000A7BE1"/>
    <w:rsid w:val="000A7F34"/>
    <w:rsid w:val="000B249F"/>
    <w:rsid w:val="000B3B9B"/>
    <w:rsid w:val="000B6495"/>
    <w:rsid w:val="000B6D30"/>
    <w:rsid w:val="000B744D"/>
    <w:rsid w:val="000C125E"/>
    <w:rsid w:val="000C1B4B"/>
    <w:rsid w:val="000C4186"/>
    <w:rsid w:val="000C4AD4"/>
    <w:rsid w:val="000D1591"/>
    <w:rsid w:val="000D25DF"/>
    <w:rsid w:val="000D3D89"/>
    <w:rsid w:val="000D4B48"/>
    <w:rsid w:val="000E109D"/>
    <w:rsid w:val="000E1491"/>
    <w:rsid w:val="000E3474"/>
    <w:rsid w:val="000E4314"/>
    <w:rsid w:val="000E4DF7"/>
    <w:rsid w:val="000E50D7"/>
    <w:rsid w:val="000E590A"/>
    <w:rsid w:val="000E6C03"/>
    <w:rsid w:val="000E7E28"/>
    <w:rsid w:val="000F23DA"/>
    <w:rsid w:val="000F4431"/>
    <w:rsid w:val="000F544B"/>
    <w:rsid w:val="000F5FAC"/>
    <w:rsid w:val="000F680C"/>
    <w:rsid w:val="000F79CA"/>
    <w:rsid w:val="000F7DFD"/>
    <w:rsid w:val="000F7EFC"/>
    <w:rsid w:val="00100419"/>
    <w:rsid w:val="0010130A"/>
    <w:rsid w:val="0010203D"/>
    <w:rsid w:val="00105406"/>
    <w:rsid w:val="001070F9"/>
    <w:rsid w:val="00110019"/>
    <w:rsid w:val="0011117B"/>
    <w:rsid w:val="0011312B"/>
    <w:rsid w:val="00116F35"/>
    <w:rsid w:val="00117972"/>
    <w:rsid w:val="001208D6"/>
    <w:rsid w:val="00120A37"/>
    <w:rsid w:val="0012431A"/>
    <w:rsid w:val="00126C94"/>
    <w:rsid w:val="00127944"/>
    <w:rsid w:val="001330C1"/>
    <w:rsid w:val="0013351C"/>
    <w:rsid w:val="001349C9"/>
    <w:rsid w:val="00136B6F"/>
    <w:rsid w:val="00137978"/>
    <w:rsid w:val="001379E8"/>
    <w:rsid w:val="00141644"/>
    <w:rsid w:val="001425CD"/>
    <w:rsid w:val="00144328"/>
    <w:rsid w:val="00150882"/>
    <w:rsid w:val="001509AA"/>
    <w:rsid w:val="00151368"/>
    <w:rsid w:val="001543B5"/>
    <w:rsid w:val="00155CAF"/>
    <w:rsid w:val="00156E15"/>
    <w:rsid w:val="00157D62"/>
    <w:rsid w:val="00161B5E"/>
    <w:rsid w:val="00161EDD"/>
    <w:rsid w:val="00166622"/>
    <w:rsid w:val="00171A38"/>
    <w:rsid w:val="00173F4C"/>
    <w:rsid w:val="001769A8"/>
    <w:rsid w:val="00177951"/>
    <w:rsid w:val="00177DD0"/>
    <w:rsid w:val="00180114"/>
    <w:rsid w:val="0018168A"/>
    <w:rsid w:val="0018196A"/>
    <w:rsid w:val="001839D1"/>
    <w:rsid w:val="00183CF9"/>
    <w:rsid w:val="00183E66"/>
    <w:rsid w:val="00185DE3"/>
    <w:rsid w:val="00186D97"/>
    <w:rsid w:val="001872C8"/>
    <w:rsid w:val="00187F04"/>
    <w:rsid w:val="00191431"/>
    <w:rsid w:val="00193F5F"/>
    <w:rsid w:val="001A0D83"/>
    <w:rsid w:val="001A57E6"/>
    <w:rsid w:val="001B07F5"/>
    <w:rsid w:val="001B082B"/>
    <w:rsid w:val="001B0910"/>
    <w:rsid w:val="001B189F"/>
    <w:rsid w:val="001C0C5A"/>
    <w:rsid w:val="001C35E8"/>
    <w:rsid w:val="001C3A43"/>
    <w:rsid w:val="001C3B15"/>
    <w:rsid w:val="001C5263"/>
    <w:rsid w:val="001C6A37"/>
    <w:rsid w:val="001C6FD0"/>
    <w:rsid w:val="001C7F9A"/>
    <w:rsid w:val="001D0F3D"/>
    <w:rsid w:val="001D16BF"/>
    <w:rsid w:val="001D1BA7"/>
    <w:rsid w:val="001D2026"/>
    <w:rsid w:val="001D2BBA"/>
    <w:rsid w:val="001D3643"/>
    <w:rsid w:val="001D6D0F"/>
    <w:rsid w:val="001E011F"/>
    <w:rsid w:val="001E09B7"/>
    <w:rsid w:val="001E141D"/>
    <w:rsid w:val="001E2A70"/>
    <w:rsid w:val="001F049B"/>
    <w:rsid w:val="001F1F98"/>
    <w:rsid w:val="001F28A1"/>
    <w:rsid w:val="001F5040"/>
    <w:rsid w:val="001F6035"/>
    <w:rsid w:val="001F6578"/>
    <w:rsid w:val="00200EB4"/>
    <w:rsid w:val="00205478"/>
    <w:rsid w:val="0020577C"/>
    <w:rsid w:val="00205A23"/>
    <w:rsid w:val="00205B5F"/>
    <w:rsid w:val="00206983"/>
    <w:rsid w:val="0021062D"/>
    <w:rsid w:val="0021117A"/>
    <w:rsid w:val="0021180F"/>
    <w:rsid w:val="00211CE4"/>
    <w:rsid w:val="0021299F"/>
    <w:rsid w:val="00213A4B"/>
    <w:rsid w:val="0022237F"/>
    <w:rsid w:val="0022436B"/>
    <w:rsid w:val="002262B1"/>
    <w:rsid w:val="002269BD"/>
    <w:rsid w:val="002275F4"/>
    <w:rsid w:val="002278BA"/>
    <w:rsid w:val="00227A2D"/>
    <w:rsid w:val="002315B5"/>
    <w:rsid w:val="0023797D"/>
    <w:rsid w:val="00237BFF"/>
    <w:rsid w:val="0024017B"/>
    <w:rsid w:val="00240B6B"/>
    <w:rsid w:val="00242871"/>
    <w:rsid w:val="00243FAF"/>
    <w:rsid w:val="00244575"/>
    <w:rsid w:val="00244A10"/>
    <w:rsid w:val="0024562C"/>
    <w:rsid w:val="00246754"/>
    <w:rsid w:val="00247706"/>
    <w:rsid w:val="00247DB9"/>
    <w:rsid w:val="00247EF0"/>
    <w:rsid w:val="00250A03"/>
    <w:rsid w:val="00252D06"/>
    <w:rsid w:val="00253748"/>
    <w:rsid w:val="00254822"/>
    <w:rsid w:val="0025580E"/>
    <w:rsid w:val="0025606C"/>
    <w:rsid w:val="0025670D"/>
    <w:rsid w:val="00256B78"/>
    <w:rsid w:val="002571B1"/>
    <w:rsid w:val="00260118"/>
    <w:rsid w:val="0026022D"/>
    <w:rsid w:val="00262507"/>
    <w:rsid w:val="0026322D"/>
    <w:rsid w:val="00263E67"/>
    <w:rsid w:val="002645DC"/>
    <w:rsid w:val="00270712"/>
    <w:rsid w:val="00270B4C"/>
    <w:rsid w:val="00271915"/>
    <w:rsid w:val="00272CE6"/>
    <w:rsid w:val="00275414"/>
    <w:rsid w:val="00276705"/>
    <w:rsid w:val="002768D8"/>
    <w:rsid w:val="0027759A"/>
    <w:rsid w:val="00281EA9"/>
    <w:rsid w:val="00282B32"/>
    <w:rsid w:val="00282BBE"/>
    <w:rsid w:val="002833F9"/>
    <w:rsid w:val="00285CDC"/>
    <w:rsid w:val="00285D3C"/>
    <w:rsid w:val="002914D8"/>
    <w:rsid w:val="002942D3"/>
    <w:rsid w:val="00295893"/>
    <w:rsid w:val="00296CD3"/>
    <w:rsid w:val="00297CDB"/>
    <w:rsid w:val="002A0EBA"/>
    <w:rsid w:val="002A2452"/>
    <w:rsid w:val="002A53C0"/>
    <w:rsid w:val="002A5CD8"/>
    <w:rsid w:val="002A688E"/>
    <w:rsid w:val="002B0238"/>
    <w:rsid w:val="002B1531"/>
    <w:rsid w:val="002B18F1"/>
    <w:rsid w:val="002B249E"/>
    <w:rsid w:val="002B3964"/>
    <w:rsid w:val="002B67E5"/>
    <w:rsid w:val="002C0234"/>
    <w:rsid w:val="002C3730"/>
    <w:rsid w:val="002C6357"/>
    <w:rsid w:val="002D0D15"/>
    <w:rsid w:val="002D1CCD"/>
    <w:rsid w:val="002D2929"/>
    <w:rsid w:val="002D711E"/>
    <w:rsid w:val="002D72BD"/>
    <w:rsid w:val="002D749A"/>
    <w:rsid w:val="002E020C"/>
    <w:rsid w:val="002E0B33"/>
    <w:rsid w:val="002E1DC6"/>
    <w:rsid w:val="002E2117"/>
    <w:rsid w:val="002E31A8"/>
    <w:rsid w:val="002E7EF9"/>
    <w:rsid w:val="002F5DEF"/>
    <w:rsid w:val="002F5F0D"/>
    <w:rsid w:val="00300215"/>
    <w:rsid w:val="00301558"/>
    <w:rsid w:val="003044C8"/>
    <w:rsid w:val="003060EE"/>
    <w:rsid w:val="003066CB"/>
    <w:rsid w:val="0030683F"/>
    <w:rsid w:val="00306AFD"/>
    <w:rsid w:val="00310AA9"/>
    <w:rsid w:val="003116DC"/>
    <w:rsid w:val="00311B16"/>
    <w:rsid w:val="00314AF7"/>
    <w:rsid w:val="00315936"/>
    <w:rsid w:val="0031753A"/>
    <w:rsid w:val="0032055F"/>
    <w:rsid w:val="003221F9"/>
    <w:rsid w:val="00322D36"/>
    <w:rsid w:val="00325F9A"/>
    <w:rsid w:val="0032637F"/>
    <w:rsid w:val="00326987"/>
    <w:rsid w:val="0033001F"/>
    <w:rsid w:val="00330921"/>
    <w:rsid w:val="00330F63"/>
    <w:rsid w:val="0033121A"/>
    <w:rsid w:val="00331BF1"/>
    <w:rsid w:val="00335B07"/>
    <w:rsid w:val="00336B49"/>
    <w:rsid w:val="00337298"/>
    <w:rsid w:val="00342700"/>
    <w:rsid w:val="00342F8D"/>
    <w:rsid w:val="00345C9B"/>
    <w:rsid w:val="00345EF6"/>
    <w:rsid w:val="00346740"/>
    <w:rsid w:val="00346832"/>
    <w:rsid w:val="00346AC7"/>
    <w:rsid w:val="00347CD3"/>
    <w:rsid w:val="00351579"/>
    <w:rsid w:val="00352E7C"/>
    <w:rsid w:val="0035424A"/>
    <w:rsid w:val="00355022"/>
    <w:rsid w:val="00355E25"/>
    <w:rsid w:val="00357336"/>
    <w:rsid w:val="00357B7E"/>
    <w:rsid w:val="0036033C"/>
    <w:rsid w:val="0036103B"/>
    <w:rsid w:val="003622A8"/>
    <w:rsid w:val="003623F2"/>
    <w:rsid w:val="00364FC5"/>
    <w:rsid w:val="0036610A"/>
    <w:rsid w:val="003667CB"/>
    <w:rsid w:val="003709F4"/>
    <w:rsid w:val="00372C0B"/>
    <w:rsid w:val="00373342"/>
    <w:rsid w:val="003754D6"/>
    <w:rsid w:val="003812A3"/>
    <w:rsid w:val="0038210B"/>
    <w:rsid w:val="00382DB3"/>
    <w:rsid w:val="0038399A"/>
    <w:rsid w:val="00383DBB"/>
    <w:rsid w:val="00383E80"/>
    <w:rsid w:val="003844C4"/>
    <w:rsid w:val="003852AD"/>
    <w:rsid w:val="003855DC"/>
    <w:rsid w:val="0038597E"/>
    <w:rsid w:val="00385DDE"/>
    <w:rsid w:val="00386B94"/>
    <w:rsid w:val="00386E6C"/>
    <w:rsid w:val="00387C44"/>
    <w:rsid w:val="0039068B"/>
    <w:rsid w:val="003911B1"/>
    <w:rsid w:val="0039376B"/>
    <w:rsid w:val="003941AF"/>
    <w:rsid w:val="00394249"/>
    <w:rsid w:val="00394333"/>
    <w:rsid w:val="00394E42"/>
    <w:rsid w:val="003952FE"/>
    <w:rsid w:val="00396159"/>
    <w:rsid w:val="0039746B"/>
    <w:rsid w:val="003A293A"/>
    <w:rsid w:val="003A4EFB"/>
    <w:rsid w:val="003A578A"/>
    <w:rsid w:val="003A5C7A"/>
    <w:rsid w:val="003B403F"/>
    <w:rsid w:val="003B6744"/>
    <w:rsid w:val="003B6B62"/>
    <w:rsid w:val="003B6E5D"/>
    <w:rsid w:val="003B79F5"/>
    <w:rsid w:val="003C095D"/>
    <w:rsid w:val="003C7578"/>
    <w:rsid w:val="003D4ACC"/>
    <w:rsid w:val="003D5BE1"/>
    <w:rsid w:val="003E4185"/>
    <w:rsid w:val="003E46AD"/>
    <w:rsid w:val="003E4804"/>
    <w:rsid w:val="003E5CD1"/>
    <w:rsid w:val="003F2301"/>
    <w:rsid w:val="003F26E8"/>
    <w:rsid w:val="003F73DC"/>
    <w:rsid w:val="003F7735"/>
    <w:rsid w:val="0040061F"/>
    <w:rsid w:val="00403120"/>
    <w:rsid w:val="004035D0"/>
    <w:rsid w:val="00403908"/>
    <w:rsid w:val="00404651"/>
    <w:rsid w:val="00406587"/>
    <w:rsid w:val="004076D9"/>
    <w:rsid w:val="00412B7F"/>
    <w:rsid w:val="004136CA"/>
    <w:rsid w:val="00413EAE"/>
    <w:rsid w:val="004140F0"/>
    <w:rsid w:val="00415B7B"/>
    <w:rsid w:val="004173AA"/>
    <w:rsid w:val="00422101"/>
    <w:rsid w:val="00422862"/>
    <w:rsid w:val="0042388A"/>
    <w:rsid w:val="00425877"/>
    <w:rsid w:val="00425DFC"/>
    <w:rsid w:val="00426FB3"/>
    <w:rsid w:val="00427870"/>
    <w:rsid w:val="00427B34"/>
    <w:rsid w:val="004314B0"/>
    <w:rsid w:val="00433F9C"/>
    <w:rsid w:val="00434187"/>
    <w:rsid w:val="004358FF"/>
    <w:rsid w:val="00435AA0"/>
    <w:rsid w:val="0043661F"/>
    <w:rsid w:val="004370E3"/>
    <w:rsid w:val="00437748"/>
    <w:rsid w:val="00437AD9"/>
    <w:rsid w:val="004443B1"/>
    <w:rsid w:val="00446E68"/>
    <w:rsid w:val="004472F7"/>
    <w:rsid w:val="00453DC9"/>
    <w:rsid w:val="00456008"/>
    <w:rsid w:val="004561D7"/>
    <w:rsid w:val="0046142F"/>
    <w:rsid w:val="004614C9"/>
    <w:rsid w:val="00462496"/>
    <w:rsid w:val="00462DD5"/>
    <w:rsid w:val="00463B0E"/>
    <w:rsid w:val="00467057"/>
    <w:rsid w:val="00470469"/>
    <w:rsid w:val="00473F97"/>
    <w:rsid w:val="004740BE"/>
    <w:rsid w:val="004743A7"/>
    <w:rsid w:val="00480936"/>
    <w:rsid w:val="00485BEE"/>
    <w:rsid w:val="00486D68"/>
    <w:rsid w:val="004913B4"/>
    <w:rsid w:val="0049198B"/>
    <w:rsid w:val="00493944"/>
    <w:rsid w:val="00494860"/>
    <w:rsid w:val="00494AD2"/>
    <w:rsid w:val="00496494"/>
    <w:rsid w:val="004974C5"/>
    <w:rsid w:val="00497839"/>
    <w:rsid w:val="004A01E5"/>
    <w:rsid w:val="004A067F"/>
    <w:rsid w:val="004A62B5"/>
    <w:rsid w:val="004A686B"/>
    <w:rsid w:val="004A6F67"/>
    <w:rsid w:val="004A72A8"/>
    <w:rsid w:val="004A7FB4"/>
    <w:rsid w:val="004B1840"/>
    <w:rsid w:val="004B1A1E"/>
    <w:rsid w:val="004B2FD0"/>
    <w:rsid w:val="004B3D58"/>
    <w:rsid w:val="004B4042"/>
    <w:rsid w:val="004B4184"/>
    <w:rsid w:val="004B4D76"/>
    <w:rsid w:val="004B57F8"/>
    <w:rsid w:val="004B5CC1"/>
    <w:rsid w:val="004B65B4"/>
    <w:rsid w:val="004B6A9D"/>
    <w:rsid w:val="004C3892"/>
    <w:rsid w:val="004C3EB9"/>
    <w:rsid w:val="004C467E"/>
    <w:rsid w:val="004C47DD"/>
    <w:rsid w:val="004C5EA6"/>
    <w:rsid w:val="004C652C"/>
    <w:rsid w:val="004D17E8"/>
    <w:rsid w:val="004D1B45"/>
    <w:rsid w:val="004D2BEA"/>
    <w:rsid w:val="004D3214"/>
    <w:rsid w:val="004D3D12"/>
    <w:rsid w:val="004D4DFF"/>
    <w:rsid w:val="004E1981"/>
    <w:rsid w:val="004E4177"/>
    <w:rsid w:val="004E59E8"/>
    <w:rsid w:val="004E6802"/>
    <w:rsid w:val="004E6A32"/>
    <w:rsid w:val="004F05C6"/>
    <w:rsid w:val="004F2D9C"/>
    <w:rsid w:val="004F4C96"/>
    <w:rsid w:val="004F4D89"/>
    <w:rsid w:val="004F549C"/>
    <w:rsid w:val="004F5D5F"/>
    <w:rsid w:val="004F6BFA"/>
    <w:rsid w:val="004F7FBD"/>
    <w:rsid w:val="00502DD2"/>
    <w:rsid w:val="0050514F"/>
    <w:rsid w:val="00505FFB"/>
    <w:rsid w:val="00510420"/>
    <w:rsid w:val="00516C6F"/>
    <w:rsid w:val="005207D9"/>
    <w:rsid w:val="00523FBD"/>
    <w:rsid w:val="00524861"/>
    <w:rsid w:val="0052516E"/>
    <w:rsid w:val="00525ED0"/>
    <w:rsid w:val="005266F4"/>
    <w:rsid w:val="00526B54"/>
    <w:rsid w:val="00530885"/>
    <w:rsid w:val="00532B06"/>
    <w:rsid w:val="00532F0E"/>
    <w:rsid w:val="005341E4"/>
    <w:rsid w:val="00534CD8"/>
    <w:rsid w:val="00537C02"/>
    <w:rsid w:val="00544220"/>
    <w:rsid w:val="00544D55"/>
    <w:rsid w:val="0055005A"/>
    <w:rsid w:val="00550F8A"/>
    <w:rsid w:val="00551723"/>
    <w:rsid w:val="005527D6"/>
    <w:rsid w:val="005539B3"/>
    <w:rsid w:val="00553F31"/>
    <w:rsid w:val="00554B99"/>
    <w:rsid w:val="005558B0"/>
    <w:rsid w:val="00557113"/>
    <w:rsid w:val="0056192B"/>
    <w:rsid w:val="0056454D"/>
    <w:rsid w:val="005666C6"/>
    <w:rsid w:val="0056673C"/>
    <w:rsid w:val="0057510C"/>
    <w:rsid w:val="0057671F"/>
    <w:rsid w:val="00580640"/>
    <w:rsid w:val="00580BD4"/>
    <w:rsid w:val="005819C8"/>
    <w:rsid w:val="0058649C"/>
    <w:rsid w:val="00590446"/>
    <w:rsid w:val="00591485"/>
    <w:rsid w:val="00591DD4"/>
    <w:rsid w:val="005958AA"/>
    <w:rsid w:val="005A351D"/>
    <w:rsid w:val="005A3EC0"/>
    <w:rsid w:val="005A43D2"/>
    <w:rsid w:val="005A6D99"/>
    <w:rsid w:val="005A735D"/>
    <w:rsid w:val="005A7A8D"/>
    <w:rsid w:val="005B0ADF"/>
    <w:rsid w:val="005B1BCB"/>
    <w:rsid w:val="005B36C3"/>
    <w:rsid w:val="005B4B98"/>
    <w:rsid w:val="005B51F2"/>
    <w:rsid w:val="005C1B96"/>
    <w:rsid w:val="005C2FE6"/>
    <w:rsid w:val="005C3400"/>
    <w:rsid w:val="005C340F"/>
    <w:rsid w:val="005C5C4B"/>
    <w:rsid w:val="005C79D2"/>
    <w:rsid w:val="005D0731"/>
    <w:rsid w:val="005D0A00"/>
    <w:rsid w:val="005D0B51"/>
    <w:rsid w:val="005D0C89"/>
    <w:rsid w:val="005D0D9D"/>
    <w:rsid w:val="005D194A"/>
    <w:rsid w:val="005D21A9"/>
    <w:rsid w:val="005D3007"/>
    <w:rsid w:val="005D71F0"/>
    <w:rsid w:val="005D744E"/>
    <w:rsid w:val="005D7568"/>
    <w:rsid w:val="005E110D"/>
    <w:rsid w:val="005E296C"/>
    <w:rsid w:val="005E7427"/>
    <w:rsid w:val="005E7E3B"/>
    <w:rsid w:val="005F2645"/>
    <w:rsid w:val="005F2B9A"/>
    <w:rsid w:val="005F43FA"/>
    <w:rsid w:val="005F5AB8"/>
    <w:rsid w:val="005F68BB"/>
    <w:rsid w:val="005F70D3"/>
    <w:rsid w:val="005F79F2"/>
    <w:rsid w:val="006004D3"/>
    <w:rsid w:val="00600766"/>
    <w:rsid w:val="006020A4"/>
    <w:rsid w:val="006028C9"/>
    <w:rsid w:val="0060557F"/>
    <w:rsid w:val="00606BAE"/>
    <w:rsid w:val="00607715"/>
    <w:rsid w:val="0061015F"/>
    <w:rsid w:val="006101DA"/>
    <w:rsid w:val="00611654"/>
    <w:rsid w:val="00611E05"/>
    <w:rsid w:val="00612863"/>
    <w:rsid w:val="00615B09"/>
    <w:rsid w:val="0061622E"/>
    <w:rsid w:val="006172B1"/>
    <w:rsid w:val="006172FE"/>
    <w:rsid w:val="0062010D"/>
    <w:rsid w:val="0062330D"/>
    <w:rsid w:val="00625E6F"/>
    <w:rsid w:val="00625FE8"/>
    <w:rsid w:val="00630BA9"/>
    <w:rsid w:val="00630CD1"/>
    <w:rsid w:val="0063352C"/>
    <w:rsid w:val="00634C2C"/>
    <w:rsid w:val="006408B5"/>
    <w:rsid w:val="00642FAD"/>
    <w:rsid w:val="00643B0B"/>
    <w:rsid w:val="006443AF"/>
    <w:rsid w:val="00644A6B"/>
    <w:rsid w:val="00646FB3"/>
    <w:rsid w:val="00647407"/>
    <w:rsid w:val="00650226"/>
    <w:rsid w:val="00652348"/>
    <w:rsid w:val="00657F75"/>
    <w:rsid w:val="00663ADD"/>
    <w:rsid w:val="00665FFA"/>
    <w:rsid w:val="00667F01"/>
    <w:rsid w:val="006702C5"/>
    <w:rsid w:val="00671BB9"/>
    <w:rsid w:val="0067667F"/>
    <w:rsid w:val="00676DBF"/>
    <w:rsid w:val="006778FD"/>
    <w:rsid w:val="0068006B"/>
    <w:rsid w:val="006808C3"/>
    <w:rsid w:val="00681597"/>
    <w:rsid w:val="00681715"/>
    <w:rsid w:val="00682335"/>
    <w:rsid w:val="00683100"/>
    <w:rsid w:val="00685473"/>
    <w:rsid w:val="00685521"/>
    <w:rsid w:val="006860F1"/>
    <w:rsid w:val="006871F2"/>
    <w:rsid w:val="006879D0"/>
    <w:rsid w:val="00687A79"/>
    <w:rsid w:val="006905D7"/>
    <w:rsid w:val="00690D1E"/>
    <w:rsid w:val="00695E8A"/>
    <w:rsid w:val="006961F3"/>
    <w:rsid w:val="006977C9"/>
    <w:rsid w:val="00697E83"/>
    <w:rsid w:val="006A23F5"/>
    <w:rsid w:val="006A272A"/>
    <w:rsid w:val="006A27FE"/>
    <w:rsid w:val="006A2E63"/>
    <w:rsid w:val="006A2EC5"/>
    <w:rsid w:val="006A3A64"/>
    <w:rsid w:val="006A54BD"/>
    <w:rsid w:val="006B131C"/>
    <w:rsid w:val="006B1740"/>
    <w:rsid w:val="006B1D89"/>
    <w:rsid w:val="006B2882"/>
    <w:rsid w:val="006B2F42"/>
    <w:rsid w:val="006B3F47"/>
    <w:rsid w:val="006B4F76"/>
    <w:rsid w:val="006B5B6B"/>
    <w:rsid w:val="006B6E12"/>
    <w:rsid w:val="006B7C1B"/>
    <w:rsid w:val="006C1A99"/>
    <w:rsid w:val="006C1B47"/>
    <w:rsid w:val="006C2585"/>
    <w:rsid w:val="006C5274"/>
    <w:rsid w:val="006C7944"/>
    <w:rsid w:val="006D05A3"/>
    <w:rsid w:val="006D2348"/>
    <w:rsid w:val="006D3A6D"/>
    <w:rsid w:val="006D4684"/>
    <w:rsid w:val="006D4F9A"/>
    <w:rsid w:val="006D5997"/>
    <w:rsid w:val="006D606E"/>
    <w:rsid w:val="006D6955"/>
    <w:rsid w:val="006D6F18"/>
    <w:rsid w:val="006D7127"/>
    <w:rsid w:val="006D74F9"/>
    <w:rsid w:val="006D7649"/>
    <w:rsid w:val="006D7F7C"/>
    <w:rsid w:val="006E0380"/>
    <w:rsid w:val="006E2414"/>
    <w:rsid w:val="006E2AE9"/>
    <w:rsid w:val="006E330E"/>
    <w:rsid w:val="006E3FF0"/>
    <w:rsid w:val="006E741C"/>
    <w:rsid w:val="006F0B8A"/>
    <w:rsid w:val="006F1EA9"/>
    <w:rsid w:val="006F675D"/>
    <w:rsid w:val="006F67A5"/>
    <w:rsid w:val="006F7683"/>
    <w:rsid w:val="00701CE4"/>
    <w:rsid w:val="00704806"/>
    <w:rsid w:val="007069DB"/>
    <w:rsid w:val="00706FA1"/>
    <w:rsid w:val="00707F5C"/>
    <w:rsid w:val="00711079"/>
    <w:rsid w:val="0071111E"/>
    <w:rsid w:val="00712F47"/>
    <w:rsid w:val="007135F0"/>
    <w:rsid w:val="00713BD8"/>
    <w:rsid w:val="00713F5D"/>
    <w:rsid w:val="00715C4A"/>
    <w:rsid w:val="00716A08"/>
    <w:rsid w:val="007178D1"/>
    <w:rsid w:val="00720463"/>
    <w:rsid w:val="00720708"/>
    <w:rsid w:val="00720E68"/>
    <w:rsid w:val="00722E15"/>
    <w:rsid w:val="00723667"/>
    <w:rsid w:val="00730750"/>
    <w:rsid w:val="00730E11"/>
    <w:rsid w:val="00730FCB"/>
    <w:rsid w:val="007350FA"/>
    <w:rsid w:val="007352C9"/>
    <w:rsid w:val="00735964"/>
    <w:rsid w:val="00736DDB"/>
    <w:rsid w:val="007406AD"/>
    <w:rsid w:val="007425DE"/>
    <w:rsid w:val="00742A8C"/>
    <w:rsid w:val="007469AB"/>
    <w:rsid w:val="00747C6D"/>
    <w:rsid w:val="00747D8C"/>
    <w:rsid w:val="00750F06"/>
    <w:rsid w:val="0075361F"/>
    <w:rsid w:val="00756225"/>
    <w:rsid w:val="00756C76"/>
    <w:rsid w:val="00757C86"/>
    <w:rsid w:val="0076002A"/>
    <w:rsid w:val="007603CD"/>
    <w:rsid w:val="007615FB"/>
    <w:rsid w:val="00761E60"/>
    <w:rsid w:val="00762CFA"/>
    <w:rsid w:val="00763516"/>
    <w:rsid w:val="007654C1"/>
    <w:rsid w:val="00765C8D"/>
    <w:rsid w:val="00772C29"/>
    <w:rsid w:val="007740C9"/>
    <w:rsid w:val="00774A5D"/>
    <w:rsid w:val="00776C5A"/>
    <w:rsid w:val="0078046F"/>
    <w:rsid w:val="0078148B"/>
    <w:rsid w:val="00783600"/>
    <w:rsid w:val="0078446B"/>
    <w:rsid w:val="0078685F"/>
    <w:rsid w:val="00786BDD"/>
    <w:rsid w:val="0078730A"/>
    <w:rsid w:val="00792E08"/>
    <w:rsid w:val="00795924"/>
    <w:rsid w:val="00796C98"/>
    <w:rsid w:val="00796CD5"/>
    <w:rsid w:val="00797103"/>
    <w:rsid w:val="00797B2E"/>
    <w:rsid w:val="007A1AD6"/>
    <w:rsid w:val="007A2AC3"/>
    <w:rsid w:val="007A3EF4"/>
    <w:rsid w:val="007A45EE"/>
    <w:rsid w:val="007A52FA"/>
    <w:rsid w:val="007A6D5C"/>
    <w:rsid w:val="007A7CAE"/>
    <w:rsid w:val="007B019C"/>
    <w:rsid w:val="007B08D3"/>
    <w:rsid w:val="007B7375"/>
    <w:rsid w:val="007C0237"/>
    <w:rsid w:val="007C09DE"/>
    <w:rsid w:val="007C2F33"/>
    <w:rsid w:val="007C3823"/>
    <w:rsid w:val="007C4472"/>
    <w:rsid w:val="007C453C"/>
    <w:rsid w:val="007C4E65"/>
    <w:rsid w:val="007D2A92"/>
    <w:rsid w:val="007D3BF5"/>
    <w:rsid w:val="007D46FD"/>
    <w:rsid w:val="007D72E1"/>
    <w:rsid w:val="007D73E4"/>
    <w:rsid w:val="007D7B17"/>
    <w:rsid w:val="007E0390"/>
    <w:rsid w:val="007E0458"/>
    <w:rsid w:val="007E0599"/>
    <w:rsid w:val="007E181B"/>
    <w:rsid w:val="007E3106"/>
    <w:rsid w:val="007E530C"/>
    <w:rsid w:val="007E6160"/>
    <w:rsid w:val="007E6F1D"/>
    <w:rsid w:val="007F1443"/>
    <w:rsid w:val="007F1D0A"/>
    <w:rsid w:val="007F4174"/>
    <w:rsid w:val="007F4981"/>
    <w:rsid w:val="007F577F"/>
    <w:rsid w:val="008019E8"/>
    <w:rsid w:val="00802E63"/>
    <w:rsid w:val="00803E07"/>
    <w:rsid w:val="00804D10"/>
    <w:rsid w:val="00805409"/>
    <w:rsid w:val="00805B11"/>
    <w:rsid w:val="00810F5C"/>
    <w:rsid w:val="00812060"/>
    <w:rsid w:val="00812C4C"/>
    <w:rsid w:val="00813135"/>
    <w:rsid w:val="00816588"/>
    <w:rsid w:val="008206C1"/>
    <w:rsid w:val="00820928"/>
    <w:rsid w:val="00821BCC"/>
    <w:rsid w:val="0082260D"/>
    <w:rsid w:val="00830A5F"/>
    <w:rsid w:val="00842D90"/>
    <w:rsid w:val="00844A55"/>
    <w:rsid w:val="00845944"/>
    <w:rsid w:val="00846501"/>
    <w:rsid w:val="00847BDD"/>
    <w:rsid w:val="00850E79"/>
    <w:rsid w:val="0085142C"/>
    <w:rsid w:val="00852494"/>
    <w:rsid w:val="008527CC"/>
    <w:rsid w:val="00852F66"/>
    <w:rsid w:val="0085465D"/>
    <w:rsid w:val="00854837"/>
    <w:rsid w:val="00854B0E"/>
    <w:rsid w:val="00856848"/>
    <w:rsid w:val="00857C95"/>
    <w:rsid w:val="00861449"/>
    <w:rsid w:val="0086262C"/>
    <w:rsid w:val="0086334B"/>
    <w:rsid w:val="00863725"/>
    <w:rsid w:val="008648C0"/>
    <w:rsid w:val="00864B1B"/>
    <w:rsid w:val="00864B52"/>
    <w:rsid w:val="00864CEF"/>
    <w:rsid w:val="008661FF"/>
    <w:rsid w:val="00871271"/>
    <w:rsid w:val="00872CF9"/>
    <w:rsid w:val="00873CE8"/>
    <w:rsid w:val="00875D7C"/>
    <w:rsid w:val="00876216"/>
    <w:rsid w:val="0088395D"/>
    <w:rsid w:val="00884703"/>
    <w:rsid w:val="00884C27"/>
    <w:rsid w:val="00884CAE"/>
    <w:rsid w:val="00890553"/>
    <w:rsid w:val="00892E1E"/>
    <w:rsid w:val="00895CD0"/>
    <w:rsid w:val="008963C4"/>
    <w:rsid w:val="008A056C"/>
    <w:rsid w:val="008A306A"/>
    <w:rsid w:val="008A4D18"/>
    <w:rsid w:val="008A7124"/>
    <w:rsid w:val="008A7275"/>
    <w:rsid w:val="008A76E4"/>
    <w:rsid w:val="008B0C14"/>
    <w:rsid w:val="008B1C83"/>
    <w:rsid w:val="008B1DB3"/>
    <w:rsid w:val="008B2409"/>
    <w:rsid w:val="008B29F6"/>
    <w:rsid w:val="008B56D4"/>
    <w:rsid w:val="008B6054"/>
    <w:rsid w:val="008C09D1"/>
    <w:rsid w:val="008C1852"/>
    <w:rsid w:val="008C4A3F"/>
    <w:rsid w:val="008D0610"/>
    <w:rsid w:val="008D602A"/>
    <w:rsid w:val="008E06FF"/>
    <w:rsid w:val="008E5D63"/>
    <w:rsid w:val="008E74BC"/>
    <w:rsid w:val="00901CF0"/>
    <w:rsid w:val="0090280D"/>
    <w:rsid w:val="00902962"/>
    <w:rsid w:val="00904D12"/>
    <w:rsid w:val="00905189"/>
    <w:rsid w:val="00905640"/>
    <w:rsid w:val="00905AB6"/>
    <w:rsid w:val="0090627B"/>
    <w:rsid w:val="00906C57"/>
    <w:rsid w:val="00906D0E"/>
    <w:rsid w:val="00907BB7"/>
    <w:rsid w:val="00910778"/>
    <w:rsid w:val="0091094C"/>
    <w:rsid w:val="0091172D"/>
    <w:rsid w:val="00914520"/>
    <w:rsid w:val="009161A5"/>
    <w:rsid w:val="00916F8D"/>
    <w:rsid w:val="00926B84"/>
    <w:rsid w:val="0093236E"/>
    <w:rsid w:val="00932D22"/>
    <w:rsid w:val="00933ECE"/>
    <w:rsid w:val="00934368"/>
    <w:rsid w:val="00941AC8"/>
    <w:rsid w:val="009421BE"/>
    <w:rsid w:val="009449BA"/>
    <w:rsid w:val="0095003A"/>
    <w:rsid w:val="009500A3"/>
    <w:rsid w:val="00951DB4"/>
    <w:rsid w:val="00953416"/>
    <w:rsid w:val="00953519"/>
    <w:rsid w:val="00953997"/>
    <w:rsid w:val="00954E0A"/>
    <w:rsid w:val="00955258"/>
    <w:rsid w:val="00955542"/>
    <w:rsid w:val="009579B6"/>
    <w:rsid w:val="0096059F"/>
    <w:rsid w:val="00961DAF"/>
    <w:rsid w:val="00962F3B"/>
    <w:rsid w:val="00965327"/>
    <w:rsid w:val="009659D6"/>
    <w:rsid w:val="0096676C"/>
    <w:rsid w:val="009668A5"/>
    <w:rsid w:val="0096756F"/>
    <w:rsid w:val="009677A4"/>
    <w:rsid w:val="009724A1"/>
    <w:rsid w:val="009729BB"/>
    <w:rsid w:val="00975CB0"/>
    <w:rsid w:val="00976C63"/>
    <w:rsid w:val="009803F6"/>
    <w:rsid w:val="00981796"/>
    <w:rsid w:val="00981935"/>
    <w:rsid w:val="0098234C"/>
    <w:rsid w:val="009841B4"/>
    <w:rsid w:val="0098608F"/>
    <w:rsid w:val="0098634D"/>
    <w:rsid w:val="0098686F"/>
    <w:rsid w:val="00987500"/>
    <w:rsid w:val="0099006D"/>
    <w:rsid w:val="009908CA"/>
    <w:rsid w:val="0099181E"/>
    <w:rsid w:val="00991914"/>
    <w:rsid w:val="00992854"/>
    <w:rsid w:val="00992EE6"/>
    <w:rsid w:val="0099324E"/>
    <w:rsid w:val="00993D40"/>
    <w:rsid w:val="009940D8"/>
    <w:rsid w:val="009948D0"/>
    <w:rsid w:val="00994E66"/>
    <w:rsid w:val="00995E20"/>
    <w:rsid w:val="0099776A"/>
    <w:rsid w:val="009A1C51"/>
    <w:rsid w:val="009A4A14"/>
    <w:rsid w:val="009A6716"/>
    <w:rsid w:val="009B4107"/>
    <w:rsid w:val="009B5869"/>
    <w:rsid w:val="009B6C24"/>
    <w:rsid w:val="009C011D"/>
    <w:rsid w:val="009C16E4"/>
    <w:rsid w:val="009C3680"/>
    <w:rsid w:val="009C3FBC"/>
    <w:rsid w:val="009C5142"/>
    <w:rsid w:val="009C6909"/>
    <w:rsid w:val="009D03C6"/>
    <w:rsid w:val="009D48A4"/>
    <w:rsid w:val="009D4F5D"/>
    <w:rsid w:val="009D5E19"/>
    <w:rsid w:val="009D694C"/>
    <w:rsid w:val="009D7B3D"/>
    <w:rsid w:val="009D7FBD"/>
    <w:rsid w:val="009E0E4C"/>
    <w:rsid w:val="009E1B47"/>
    <w:rsid w:val="009E28C0"/>
    <w:rsid w:val="009E2D68"/>
    <w:rsid w:val="009E2F7B"/>
    <w:rsid w:val="009E311E"/>
    <w:rsid w:val="009E39DD"/>
    <w:rsid w:val="009E44BF"/>
    <w:rsid w:val="009E507A"/>
    <w:rsid w:val="009F3345"/>
    <w:rsid w:val="009F3D44"/>
    <w:rsid w:val="009F5D59"/>
    <w:rsid w:val="009F5FD7"/>
    <w:rsid w:val="009F7334"/>
    <w:rsid w:val="009F73FD"/>
    <w:rsid w:val="009F7877"/>
    <w:rsid w:val="00A012D7"/>
    <w:rsid w:val="00A02515"/>
    <w:rsid w:val="00A03988"/>
    <w:rsid w:val="00A039BA"/>
    <w:rsid w:val="00A03B0D"/>
    <w:rsid w:val="00A03DED"/>
    <w:rsid w:val="00A05116"/>
    <w:rsid w:val="00A05EA4"/>
    <w:rsid w:val="00A0699F"/>
    <w:rsid w:val="00A06AB0"/>
    <w:rsid w:val="00A1331A"/>
    <w:rsid w:val="00A14CA4"/>
    <w:rsid w:val="00A20202"/>
    <w:rsid w:val="00A216F8"/>
    <w:rsid w:val="00A21F1B"/>
    <w:rsid w:val="00A236B1"/>
    <w:rsid w:val="00A236E4"/>
    <w:rsid w:val="00A2392D"/>
    <w:rsid w:val="00A24783"/>
    <w:rsid w:val="00A26346"/>
    <w:rsid w:val="00A26BD1"/>
    <w:rsid w:val="00A27C3A"/>
    <w:rsid w:val="00A34471"/>
    <w:rsid w:val="00A35591"/>
    <w:rsid w:val="00A37852"/>
    <w:rsid w:val="00A4011B"/>
    <w:rsid w:val="00A419C6"/>
    <w:rsid w:val="00A46B5C"/>
    <w:rsid w:val="00A50F01"/>
    <w:rsid w:val="00A52276"/>
    <w:rsid w:val="00A53987"/>
    <w:rsid w:val="00A5452D"/>
    <w:rsid w:val="00A55F4A"/>
    <w:rsid w:val="00A605EC"/>
    <w:rsid w:val="00A60745"/>
    <w:rsid w:val="00A62028"/>
    <w:rsid w:val="00A65075"/>
    <w:rsid w:val="00A6507D"/>
    <w:rsid w:val="00A710DC"/>
    <w:rsid w:val="00A7316C"/>
    <w:rsid w:val="00A73EAE"/>
    <w:rsid w:val="00A7587A"/>
    <w:rsid w:val="00A75C3B"/>
    <w:rsid w:val="00A75C91"/>
    <w:rsid w:val="00A7637E"/>
    <w:rsid w:val="00A7651B"/>
    <w:rsid w:val="00A77174"/>
    <w:rsid w:val="00A802F1"/>
    <w:rsid w:val="00A806E4"/>
    <w:rsid w:val="00A82C7F"/>
    <w:rsid w:val="00A848DE"/>
    <w:rsid w:val="00A87FC7"/>
    <w:rsid w:val="00A90E53"/>
    <w:rsid w:val="00A935B2"/>
    <w:rsid w:val="00A959A8"/>
    <w:rsid w:val="00AA033E"/>
    <w:rsid w:val="00AA1A62"/>
    <w:rsid w:val="00AA39B0"/>
    <w:rsid w:val="00AB287B"/>
    <w:rsid w:val="00AB3CD5"/>
    <w:rsid w:val="00AB6EF0"/>
    <w:rsid w:val="00AB7491"/>
    <w:rsid w:val="00AC0E0A"/>
    <w:rsid w:val="00AC238D"/>
    <w:rsid w:val="00AC3D14"/>
    <w:rsid w:val="00AC3DE4"/>
    <w:rsid w:val="00AC4AEC"/>
    <w:rsid w:val="00AC5CB3"/>
    <w:rsid w:val="00AC5FFA"/>
    <w:rsid w:val="00AD3B4B"/>
    <w:rsid w:val="00AD4693"/>
    <w:rsid w:val="00AD4749"/>
    <w:rsid w:val="00AD602C"/>
    <w:rsid w:val="00AE17F7"/>
    <w:rsid w:val="00AE1B37"/>
    <w:rsid w:val="00AE1F95"/>
    <w:rsid w:val="00AE243B"/>
    <w:rsid w:val="00AE2821"/>
    <w:rsid w:val="00AE3120"/>
    <w:rsid w:val="00AE6C6B"/>
    <w:rsid w:val="00AE7354"/>
    <w:rsid w:val="00AE7FFD"/>
    <w:rsid w:val="00AF00A7"/>
    <w:rsid w:val="00AF0559"/>
    <w:rsid w:val="00AF0DB1"/>
    <w:rsid w:val="00AF117C"/>
    <w:rsid w:val="00AF1A60"/>
    <w:rsid w:val="00AF33F3"/>
    <w:rsid w:val="00AF358D"/>
    <w:rsid w:val="00AF486A"/>
    <w:rsid w:val="00AF55C4"/>
    <w:rsid w:val="00AF64C5"/>
    <w:rsid w:val="00AF75CA"/>
    <w:rsid w:val="00B0161E"/>
    <w:rsid w:val="00B03FB2"/>
    <w:rsid w:val="00B0709A"/>
    <w:rsid w:val="00B07733"/>
    <w:rsid w:val="00B106A0"/>
    <w:rsid w:val="00B106E5"/>
    <w:rsid w:val="00B10B37"/>
    <w:rsid w:val="00B11B61"/>
    <w:rsid w:val="00B120F9"/>
    <w:rsid w:val="00B12382"/>
    <w:rsid w:val="00B12DC1"/>
    <w:rsid w:val="00B14C4F"/>
    <w:rsid w:val="00B1684A"/>
    <w:rsid w:val="00B168F4"/>
    <w:rsid w:val="00B16D51"/>
    <w:rsid w:val="00B2274C"/>
    <w:rsid w:val="00B22B69"/>
    <w:rsid w:val="00B25068"/>
    <w:rsid w:val="00B26C90"/>
    <w:rsid w:val="00B30D3E"/>
    <w:rsid w:val="00B31B9B"/>
    <w:rsid w:val="00B31CB1"/>
    <w:rsid w:val="00B31FD5"/>
    <w:rsid w:val="00B33918"/>
    <w:rsid w:val="00B34A4F"/>
    <w:rsid w:val="00B35366"/>
    <w:rsid w:val="00B35CFD"/>
    <w:rsid w:val="00B37F8E"/>
    <w:rsid w:val="00B4049A"/>
    <w:rsid w:val="00B40F06"/>
    <w:rsid w:val="00B41FED"/>
    <w:rsid w:val="00B457B7"/>
    <w:rsid w:val="00B45B5D"/>
    <w:rsid w:val="00B45EFA"/>
    <w:rsid w:val="00B46B55"/>
    <w:rsid w:val="00B46F40"/>
    <w:rsid w:val="00B47A74"/>
    <w:rsid w:val="00B51756"/>
    <w:rsid w:val="00B5196C"/>
    <w:rsid w:val="00B51C17"/>
    <w:rsid w:val="00B528AB"/>
    <w:rsid w:val="00B52C58"/>
    <w:rsid w:val="00B53E77"/>
    <w:rsid w:val="00B5459E"/>
    <w:rsid w:val="00B547CA"/>
    <w:rsid w:val="00B55EAC"/>
    <w:rsid w:val="00B5702B"/>
    <w:rsid w:val="00B60826"/>
    <w:rsid w:val="00B61C29"/>
    <w:rsid w:val="00B6293B"/>
    <w:rsid w:val="00B70602"/>
    <w:rsid w:val="00B724A5"/>
    <w:rsid w:val="00B759AF"/>
    <w:rsid w:val="00B76313"/>
    <w:rsid w:val="00B771AD"/>
    <w:rsid w:val="00B7756E"/>
    <w:rsid w:val="00B81374"/>
    <w:rsid w:val="00B82639"/>
    <w:rsid w:val="00B82901"/>
    <w:rsid w:val="00B82B44"/>
    <w:rsid w:val="00B83F5C"/>
    <w:rsid w:val="00B852E7"/>
    <w:rsid w:val="00B85E91"/>
    <w:rsid w:val="00B91EB5"/>
    <w:rsid w:val="00B93415"/>
    <w:rsid w:val="00B9555E"/>
    <w:rsid w:val="00B95D15"/>
    <w:rsid w:val="00B9603F"/>
    <w:rsid w:val="00B969F8"/>
    <w:rsid w:val="00B97644"/>
    <w:rsid w:val="00B97AA4"/>
    <w:rsid w:val="00BA3080"/>
    <w:rsid w:val="00BA3D80"/>
    <w:rsid w:val="00BA5292"/>
    <w:rsid w:val="00BA7D0F"/>
    <w:rsid w:val="00BB40C9"/>
    <w:rsid w:val="00BB4A70"/>
    <w:rsid w:val="00BB50FB"/>
    <w:rsid w:val="00BB5358"/>
    <w:rsid w:val="00BB5DAC"/>
    <w:rsid w:val="00BB6989"/>
    <w:rsid w:val="00BB6EAA"/>
    <w:rsid w:val="00BB7101"/>
    <w:rsid w:val="00BB751B"/>
    <w:rsid w:val="00BC2574"/>
    <w:rsid w:val="00BC2925"/>
    <w:rsid w:val="00BC5089"/>
    <w:rsid w:val="00BD15AF"/>
    <w:rsid w:val="00BD1ADD"/>
    <w:rsid w:val="00BD25C8"/>
    <w:rsid w:val="00BD2C91"/>
    <w:rsid w:val="00BD3162"/>
    <w:rsid w:val="00BD4406"/>
    <w:rsid w:val="00BD459A"/>
    <w:rsid w:val="00BD4A1D"/>
    <w:rsid w:val="00BD5131"/>
    <w:rsid w:val="00BD608F"/>
    <w:rsid w:val="00BD7467"/>
    <w:rsid w:val="00BD7B7D"/>
    <w:rsid w:val="00BE0B3C"/>
    <w:rsid w:val="00BE2AA3"/>
    <w:rsid w:val="00BE63D4"/>
    <w:rsid w:val="00BE6C47"/>
    <w:rsid w:val="00BF16E2"/>
    <w:rsid w:val="00BF22B3"/>
    <w:rsid w:val="00BF50A0"/>
    <w:rsid w:val="00C00E8E"/>
    <w:rsid w:val="00C01447"/>
    <w:rsid w:val="00C01F24"/>
    <w:rsid w:val="00C03163"/>
    <w:rsid w:val="00C058BF"/>
    <w:rsid w:val="00C07398"/>
    <w:rsid w:val="00C07427"/>
    <w:rsid w:val="00C11069"/>
    <w:rsid w:val="00C1235B"/>
    <w:rsid w:val="00C24851"/>
    <w:rsid w:val="00C25147"/>
    <w:rsid w:val="00C25B15"/>
    <w:rsid w:val="00C30CCA"/>
    <w:rsid w:val="00C33C17"/>
    <w:rsid w:val="00C35AF9"/>
    <w:rsid w:val="00C37221"/>
    <w:rsid w:val="00C372D8"/>
    <w:rsid w:val="00C4205F"/>
    <w:rsid w:val="00C44062"/>
    <w:rsid w:val="00C452AF"/>
    <w:rsid w:val="00C465E1"/>
    <w:rsid w:val="00C4786C"/>
    <w:rsid w:val="00C5009F"/>
    <w:rsid w:val="00C50502"/>
    <w:rsid w:val="00C5168D"/>
    <w:rsid w:val="00C5286B"/>
    <w:rsid w:val="00C54325"/>
    <w:rsid w:val="00C574DD"/>
    <w:rsid w:val="00C601C8"/>
    <w:rsid w:val="00C604FF"/>
    <w:rsid w:val="00C6167F"/>
    <w:rsid w:val="00C6181B"/>
    <w:rsid w:val="00C649C4"/>
    <w:rsid w:val="00C70241"/>
    <w:rsid w:val="00C70DF3"/>
    <w:rsid w:val="00C71F6D"/>
    <w:rsid w:val="00C74731"/>
    <w:rsid w:val="00C74AC4"/>
    <w:rsid w:val="00C776FB"/>
    <w:rsid w:val="00C83A96"/>
    <w:rsid w:val="00C84316"/>
    <w:rsid w:val="00C84A9B"/>
    <w:rsid w:val="00C85429"/>
    <w:rsid w:val="00C86183"/>
    <w:rsid w:val="00C86C9B"/>
    <w:rsid w:val="00C8773A"/>
    <w:rsid w:val="00C90841"/>
    <w:rsid w:val="00C92DAE"/>
    <w:rsid w:val="00C93487"/>
    <w:rsid w:val="00C95F8B"/>
    <w:rsid w:val="00C967A4"/>
    <w:rsid w:val="00C96C5B"/>
    <w:rsid w:val="00CA17CA"/>
    <w:rsid w:val="00CA1A95"/>
    <w:rsid w:val="00CA3695"/>
    <w:rsid w:val="00CA46C7"/>
    <w:rsid w:val="00CA4A89"/>
    <w:rsid w:val="00CA5FC1"/>
    <w:rsid w:val="00CA60B9"/>
    <w:rsid w:val="00CB03E2"/>
    <w:rsid w:val="00CB11B1"/>
    <w:rsid w:val="00CB2071"/>
    <w:rsid w:val="00CB2205"/>
    <w:rsid w:val="00CB2390"/>
    <w:rsid w:val="00CB2C60"/>
    <w:rsid w:val="00CB2D64"/>
    <w:rsid w:val="00CB30D5"/>
    <w:rsid w:val="00CB46F7"/>
    <w:rsid w:val="00CB490D"/>
    <w:rsid w:val="00CB5FD4"/>
    <w:rsid w:val="00CB76A3"/>
    <w:rsid w:val="00CB7974"/>
    <w:rsid w:val="00CC0D99"/>
    <w:rsid w:val="00CC10A5"/>
    <w:rsid w:val="00CC26C3"/>
    <w:rsid w:val="00CC3EC3"/>
    <w:rsid w:val="00CC4784"/>
    <w:rsid w:val="00CC6072"/>
    <w:rsid w:val="00CC62F3"/>
    <w:rsid w:val="00CC6368"/>
    <w:rsid w:val="00CC6F7D"/>
    <w:rsid w:val="00CC7C74"/>
    <w:rsid w:val="00CC7CA7"/>
    <w:rsid w:val="00CC7D38"/>
    <w:rsid w:val="00CD1259"/>
    <w:rsid w:val="00CD375C"/>
    <w:rsid w:val="00CD579E"/>
    <w:rsid w:val="00CD5CA0"/>
    <w:rsid w:val="00CD7AB5"/>
    <w:rsid w:val="00CE0546"/>
    <w:rsid w:val="00CE11A6"/>
    <w:rsid w:val="00CE448C"/>
    <w:rsid w:val="00CE48C4"/>
    <w:rsid w:val="00CE4EAE"/>
    <w:rsid w:val="00CE71A8"/>
    <w:rsid w:val="00CF14BE"/>
    <w:rsid w:val="00CF2218"/>
    <w:rsid w:val="00CF6089"/>
    <w:rsid w:val="00CF750B"/>
    <w:rsid w:val="00CF7FEF"/>
    <w:rsid w:val="00D01B33"/>
    <w:rsid w:val="00D058B9"/>
    <w:rsid w:val="00D0655B"/>
    <w:rsid w:val="00D073C0"/>
    <w:rsid w:val="00D0760C"/>
    <w:rsid w:val="00D07F9F"/>
    <w:rsid w:val="00D11BDA"/>
    <w:rsid w:val="00D13958"/>
    <w:rsid w:val="00D13EA0"/>
    <w:rsid w:val="00D16CDF"/>
    <w:rsid w:val="00D1727D"/>
    <w:rsid w:val="00D20331"/>
    <w:rsid w:val="00D205C5"/>
    <w:rsid w:val="00D20BF3"/>
    <w:rsid w:val="00D230AC"/>
    <w:rsid w:val="00D23527"/>
    <w:rsid w:val="00D25C02"/>
    <w:rsid w:val="00D3043F"/>
    <w:rsid w:val="00D30E35"/>
    <w:rsid w:val="00D31DAF"/>
    <w:rsid w:val="00D37FD0"/>
    <w:rsid w:val="00D42017"/>
    <w:rsid w:val="00D4294B"/>
    <w:rsid w:val="00D440C7"/>
    <w:rsid w:val="00D4679F"/>
    <w:rsid w:val="00D51C05"/>
    <w:rsid w:val="00D551BC"/>
    <w:rsid w:val="00D55D19"/>
    <w:rsid w:val="00D56EAB"/>
    <w:rsid w:val="00D60821"/>
    <w:rsid w:val="00D61570"/>
    <w:rsid w:val="00D63697"/>
    <w:rsid w:val="00D65282"/>
    <w:rsid w:val="00D65D54"/>
    <w:rsid w:val="00D67DB3"/>
    <w:rsid w:val="00D67EA3"/>
    <w:rsid w:val="00D7160D"/>
    <w:rsid w:val="00D76F9F"/>
    <w:rsid w:val="00D820DB"/>
    <w:rsid w:val="00D82377"/>
    <w:rsid w:val="00D83B20"/>
    <w:rsid w:val="00D86CDE"/>
    <w:rsid w:val="00D87794"/>
    <w:rsid w:val="00D87B77"/>
    <w:rsid w:val="00D9388C"/>
    <w:rsid w:val="00DA15EA"/>
    <w:rsid w:val="00DA236A"/>
    <w:rsid w:val="00DA2AC6"/>
    <w:rsid w:val="00DA327B"/>
    <w:rsid w:val="00DA36C9"/>
    <w:rsid w:val="00DA4901"/>
    <w:rsid w:val="00DA544A"/>
    <w:rsid w:val="00DA5569"/>
    <w:rsid w:val="00DA5E23"/>
    <w:rsid w:val="00DA60EA"/>
    <w:rsid w:val="00DA710E"/>
    <w:rsid w:val="00DA74DE"/>
    <w:rsid w:val="00DB055C"/>
    <w:rsid w:val="00DB11F9"/>
    <w:rsid w:val="00DB2822"/>
    <w:rsid w:val="00DB49BC"/>
    <w:rsid w:val="00DC0969"/>
    <w:rsid w:val="00DC29C6"/>
    <w:rsid w:val="00DC56D9"/>
    <w:rsid w:val="00DC6100"/>
    <w:rsid w:val="00DC6186"/>
    <w:rsid w:val="00DD335E"/>
    <w:rsid w:val="00DD4CB0"/>
    <w:rsid w:val="00DD51A6"/>
    <w:rsid w:val="00DD6782"/>
    <w:rsid w:val="00DD6BAF"/>
    <w:rsid w:val="00DD7269"/>
    <w:rsid w:val="00DE0730"/>
    <w:rsid w:val="00DE2E48"/>
    <w:rsid w:val="00DE3ED2"/>
    <w:rsid w:val="00DE409C"/>
    <w:rsid w:val="00DE61E4"/>
    <w:rsid w:val="00DE7767"/>
    <w:rsid w:val="00DF0E2F"/>
    <w:rsid w:val="00DF2215"/>
    <w:rsid w:val="00DF5C4F"/>
    <w:rsid w:val="00DF7379"/>
    <w:rsid w:val="00E0021F"/>
    <w:rsid w:val="00E00927"/>
    <w:rsid w:val="00E00A1D"/>
    <w:rsid w:val="00E01C38"/>
    <w:rsid w:val="00E030EC"/>
    <w:rsid w:val="00E032A8"/>
    <w:rsid w:val="00E0491F"/>
    <w:rsid w:val="00E04DBF"/>
    <w:rsid w:val="00E057D8"/>
    <w:rsid w:val="00E05CDE"/>
    <w:rsid w:val="00E0739F"/>
    <w:rsid w:val="00E10457"/>
    <w:rsid w:val="00E10F04"/>
    <w:rsid w:val="00E206D2"/>
    <w:rsid w:val="00E238E5"/>
    <w:rsid w:val="00E311BA"/>
    <w:rsid w:val="00E3139E"/>
    <w:rsid w:val="00E33170"/>
    <w:rsid w:val="00E3780B"/>
    <w:rsid w:val="00E40A5C"/>
    <w:rsid w:val="00E4309D"/>
    <w:rsid w:val="00E5237C"/>
    <w:rsid w:val="00E53FC9"/>
    <w:rsid w:val="00E548ED"/>
    <w:rsid w:val="00E55705"/>
    <w:rsid w:val="00E566F5"/>
    <w:rsid w:val="00E56898"/>
    <w:rsid w:val="00E57C9A"/>
    <w:rsid w:val="00E61744"/>
    <w:rsid w:val="00E626DA"/>
    <w:rsid w:val="00E63E20"/>
    <w:rsid w:val="00E64270"/>
    <w:rsid w:val="00E66AF3"/>
    <w:rsid w:val="00E672E5"/>
    <w:rsid w:val="00E677B1"/>
    <w:rsid w:val="00E709FD"/>
    <w:rsid w:val="00E71099"/>
    <w:rsid w:val="00E72184"/>
    <w:rsid w:val="00E72216"/>
    <w:rsid w:val="00E72FBC"/>
    <w:rsid w:val="00E77669"/>
    <w:rsid w:val="00E80496"/>
    <w:rsid w:val="00E80FB6"/>
    <w:rsid w:val="00E8139D"/>
    <w:rsid w:val="00E82DAA"/>
    <w:rsid w:val="00E839E0"/>
    <w:rsid w:val="00E85145"/>
    <w:rsid w:val="00E86D89"/>
    <w:rsid w:val="00E8708B"/>
    <w:rsid w:val="00E91758"/>
    <w:rsid w:val="00E919DF"/>
    <w:rsid w:val="00E94FAC"/>
    <w:rsid w:val="00E95614"/>
    <w:rsid w:val="00E966FA"/>
    <w:rsid w:val="00E974B6"/>
    <w:rsid w:val="00E97FE3"/>
    <w:rsid w:val="00EA070A"/>
    <w:rsid w:val="00EA08A2"/>
    <w:rsid w:val="00EA24CC"/>
    <w:rsid w:val="00EA2A4B"/>
    <w:rsid w:val="00EA31CA"/>
    <w:rsid w:val="00EA3546"/>
    <w:rsid w:val="00EA4F96"/>
    <w:rsid w:val="00EA5BE6"/>
    <w:rsid w:val="00EA628E"/>
    <w:rsid w:val="00EA62EF"/>
    <w:rsid w:val="00EB13C4"/>
    <w:rsid w:val="00EB14E5"/>
    <w:rsid w:val="00EB1826"/>
    <w:rsid w:val="00EB27E7"/>
    <w:rsid w:val="00EB2BB3"/>
    <w:rsid w:val="00EB3B62"/>
    <w:rsid w:val="00EB3B9E"/>
    <w:rsid w:val="00EB4502"/>
    <w:rsid w:val="00EB59A0"/>
    <w:rsid w:val="00EB64D7"/>
    <w:rsid w:val="00EB742E"/>
    <w:rsid w:val="00EB7AC1"/>
    <w:rsid w:val="00EB7B09"/>
    <w:rsid w:val="00EC1A4E"/>
    <w:rsid w:val="00EC1ABC"/>
    <w:rsid w:val="00EC3FB7"/>
    <w:rsid w:val="00EC42EB"/>
    <w:rsid w:val="00EC4391"/>
    <w:rsid w:val="00EC54F1"/>
    <w:rsid w:val="00EC71EC"/>
    <w:rsid w:val="00ED0214"/>
    <w:rsid w:val="00ED1397"/>
    <w:rsid w:val="00ED14FF"/>
    <w:rsid w:val="00ED2DAD"/>
    <w:rsid w:val="00ED2F59"/>
    <w:rsid w:val="00ED5414"/>
    <w:rsid w:val="00ED67C8"/>
    <w:rsid w:val="00EE002D"/>
    <w:rsid w:val="00EE05C4"/>
    <w:rsid w:val="00EE1930"/>
    <w:rsid w:val="00EE2C2D"/>
    <w:rsid w:val="00EE3CA4"/>
    <w:rsid w:val="00EE6089"/>
    <w:rsid w:val="00EE6E1C"/>
    <w:rsid w:val="00EE7CD8"/>
    <w:rsid w:val="00EF1E27"/>
    <w:rsid w:val="00EF3441"/>
    <w:rsid w:val="00EF51F6"/>
    <w:rsid w:val="00EF63C0"/>
    <w:rsid w:val="00EF6E5F"/>
    <w:rsid w:val="00F02410"/>
    <w:rsid w:val="00F02F02"/>
    <w:rsid w:val="00F038A1"/>
    <w:rsid w:val="00F064FD"/>
    <w:rsid w:val="00F10319"/>
    <w:rsid w:val="00F10483"/>
    <w:rsid w:val="00F11512"/>
    <w:rsid w:val="00F11EC9"/>
    <w:rsid w:val="00F126A7"/>
    <w:rsid w:val="00F126AD"/>
    <w:rsid w:val="00F20D88"/>
    <w:rsid w:val="00F21846"/>
    <w:rsid w:val="00F21C17"/>
    <w:rsid w:val="00F21E33"/>
    <w:rsid w:val="00F23011"/>
    <w:rsid w:val="00F23E86"/>
    <w:rsid w:val="00F26806"/>
    <w:rsid w:val="00F30040"/>
    <w:rsid w:val="00F3068B"/>
    <w:rsid w:val="00F31082"/>
    <w:rsid w:val="00F31C3F"/>
    <w:rsid w:val="00F31DAD"/>
    <w:rsid w:val="00F3229C"/>
    <w:rsid w:val="00F32D9E"/>
    <w:rsid w:val="00F339EB"/>
    <w:rsid w:val="00F33EC0"/>
    <w:rsid w:val="00F36F32"/>
    <w:rsid w:val="00F406AE"/>
    <w:rsid w:val="00F45C0E"/>
    <w:rsid w:val="00F4795D"/>
    <w:rsid w:val="00F50000"/>
    <w:rsid w:val="00F5017E"/>
    <w:rsid w:val="00F5036A"/>
    <w:rsid w:val="00F50549"/>
    <w:rsid w:val="00F50843"/>
    <w:rsid w:val="00F51A7B"/>
    <w:rsid w:val="00F51D27"/>
    <w:rsid w:val="00F51E13"/>
    <w:rsid w:val="00F52618"/>
    <w:rsid w:val="00F537DD"/>
    <w:rsid w:val="00F53CC2"/>
    <w:rsid w:val="00F56558"/>
    <w:rsid w:val="00F56FCD"/>
    <w:rsid w:val="00F60D4C"/>
    <w:rsid w:val="00F61AAE"/>
    <w:rsid w:val="00F62297"/>
    <w:rsid w:val="00F63410"/>
    <w:rsid w:val="00F63CD5"/>
    <w:rsid w:val="00F64DA2"/>
    <w:rsid w:val="00F64E76"/>
    <w:rsid w:val="00F67447"/>
    <w:rsid w:val="00F67920"/>
    <w:rsid w:val="00F704F1"/>
    <w:rsid w:val="00F7117E"/>
    <w:rsid w:val="00F72BBA"/>
    <w:rsid w:val="00F74FA9"/>
    <w:rsid w:val="00F7777D"/>
    <w:rsid w:val="00F84892"/>
    <w:rsid w:val="00F858B9"/>
    <w:rsid w:val="00F85DF6"/>
    <w:rsid w:val="00F86055"/>
    <w:rsid w:val="00F8755F"/>
    <w:rsid w:val="00F903B0"/>
    <w:rsid w:val="00F91725"/>
    <w:rsid w:val="00F93209"/>
    <w:rsid w:val="00F93245"/>
    <w:rsid w:val="00F94B4C"/>
    <w:rsid w:val="00F957EA"/>
    <w:rsid w:val="00F95960"/>
    <w:rsid w:val="00F9636D"/>
    <w:rsid w:val="00F96D58"/>
    <w:rsid w:val="00FA2265"/>
    <w:rsid w:val="00FA3AAE"/>
    <w:rsid w:val="00FA5B51"/>
    <w:rsid w:val="00FA6678"/>
    <w:rsid w:val="00FA6D28"/>
    <w:rsid w:val="00FB10E2"/>
    <w:rsid w:val="00FB44B3"/>
    <w:rsid w:val="00FB4870"/>
    <w:rsid w:val="00FB498F"/>
    <w:rsid w:val="00FB4FBF"/>
    <w:rsid w:val="00FB6391"/>
    <w:rsid w:val="00FB70A7"/>
    <w:rsid w:val="00FC2071"/>
    <w:rsid w:val="00FC53C7"/>
    <w:rsid w:val="00FC542C"/>
    <w:rsid w:val="00FC5F14"/>
    <w:rsid w:val="00FC6B77"/>
    <w:rsid w:val="00FC6EB3"/>
    <w:rsid w:val="00FC6F92"/>
    <w:rsid w:val="00FD09A4"/>
    <w:rsid w:val="00FD2582"/>
    <w:rsid w:val="00FD6AC6"/>
    <w:rsid w:val="00FD6EA9"/>
    <w:rsid w:val="00FD708D"/>
    <w:rsid w:val="00FE084E"/>
    <w:rsid w:val="00FE22A0"/>
    <w:rsid w:val="00FE377F"/>
    <w:rsid w:val="00FE39B9"/>
    <w:rsid w:val="00FE521F"/>
    <w:rsid w:val="00FE633B"/>
    <w:rsid w:val="00FE73C1"/>
    <w:rsid w:val="00FF1085"/>
    <w:rsid w:val="00FF15C3"/>
    <w:rsid w:val="00FF3F82"/>
    <w:rsid w:val="00FF62A5"/>
    <w:rsid w:val="00FF6319"/>
    <w:rsid w:val="00FF6FC4"/>
    <w:rsid w:val="00FF794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EC5BF04"/>
  <w15:docId w15:val="{92C58FF6-5BAF-4E94-B3E8-85D949795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qFormat="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51CB4"/>
    <w:pPr>
      <w:adjustRightInd w:val="0"/>
      <w:snapToGrid w:val="0"/>
      <w:spacing w:line="280" w:lineRule="atLeast"/>
    </w:pPr>
    <w:rPr>
      <w:rFonts w:ascii="Arial" w:hAnsi="Arial"/>
      <w:szCs w:val="24"/>
    </w:rPr>
  </w:style>
  <w:style w:type="paragraph" w:styleId="berschrift1">
    <w:name w:val="heading 1"/>
    <w:basedOn w:val="Blocktext"/>
    <w:next w:val="Blocktext"/>
    <w:qFormat/>
    <w:rsid w:val="00BC22C7"/>
    <w:pPr>
      <w:keepNext/>
      <w:keepLines/>
      <w:numPr>
        <w:numId w:val="11"/>
      </w:numPr>
      <w:spacing w:before="420"/>
      <w:outlineLvl w:val="0"/>
    </w:pPr>
    <w:rPr>
      <w:rFonts w:cs="Arial"/>
      <w:b/>
      <w:bCs/>
      <w:snapToGrid w:val="0"/>
      <w:szCs w:val="32"/>
    </w:rPr>
  </w:style>
  <w:style w:type="paragraph" w:styleId="berschrift2">
    <w:name w:val="heading 2"/>
    <w:basedOn w:val="Blocktext"/>
    <w:next w:val="Blocktext"/>
    <w:qFormat/>
    <w:rsid w:val="0003089D"/>
    <w:pPr>
      <w:keepNext/>
      <w:keepLines/>
      <w:numPr>
        <w:ilvl w:val="1"/>
        <w:numId w:val="11"/>
      </w:numPr>
      <w:spacing w:before="280"/>
      <w:outlineLvl w:val="1"/>
    </w:pPr>
    <w:rPr>
      <w:rFonts w:cs="Arial"/>
      <w:b/>
      <w:bCs/>
      <w:iCs/>
      <w:szCs w:val="28"/>
    </w:rPr>
  </w:style>
  <w:style w:type="paragraph" w:styleId="berschrift3">
    <w:name w:val="heading 3"/>
    <w:basedOn w:val="Blocktext"/>
    <w:next w:val="Blocktext"/>
    <w:qFormat/>
    <w:rsid w:val="0003089D"/>
    <w:pPr>
      <w:keepNext/>
      <w:keepLines/>
      <w:numPr>
        <w:ilvl w:val="2"/>
        <w:numId w:val="11"/>
      </w:numPr>
      <w:outlineLvl w:val="2"/>
    </w:pPr>
    <w:rPr>
      <w:rFonts w:cs="Arial"/>
      <w:b/>
      <w:bCs/>
      <w:szCs w:val="26"/>
    </w:rPr>
  </w:style>
  <w:style w:type="paragraph" w:styleId="berschrift4">
    <w:name w:val="heading 4"/>
    <w:basedOn w:val="Blocktext"/>
    <w:next w:val="Blocktext"/>
    <w:rsid w:val="0011312B"/>
    <w:pPr>
      <w:keepNext/>
      <w:keepLines/>
      <w:numPr>
        <w:ilvl w:val="3"/>
        <w:numId w:val="11"/>
      </w:numPr>
      <w:outlineLvl w:val="3"/>
    </w:pPr>
    <w:rPr>
      <w:b/>
      <w:bCs/>
      <w:szCs w:val="28"/>
    </w:rPr>
  </w:style>
  <w:style w:type="paragraph" w:styleId="berschrift5">
    <w:name w:val="heading 5"/>
    <w:basedOn w:val="Blocktext"/>
    <w:next w:val="Blocktext"/>
    <w:rsid w:val="0011312B"/>
    <w:pPr>
      <w:keepNext/>
      <w:keepLines/>
      <w:numPr>
        <w:ilvl w:val="4"/>
        <w:numId w:val="11"/>
      </w:numPr>
      <w:outlineLvl w:val="4"/>
    </w:pPr>
    <w:rPr>
      <w:b/>
      <w:bCs/>
      <w:iCs/>
      <w:szCs w:val="26"/>
    </w:rPr>
  </w:style>
  <w:style w:type="paragraph" w:styleId="berschrift6">
    <w:name w:val="heading 6"/>
    <w:basedOn w:val="Blocktext"/>
    <w:next w:val="Blocktext"/>
    <w:rsid w:val="0011312B"/>
    <w:pPr>
      <w:keepNext/>
      <w:keepLines/>
      <w:numPr>
        <w:ilvl w:val="5"/>
        <w:numId w:val="11"/>
      </w:numPr>
      <w:outlineLvl w:val="5"/>
    </w:pPr>
    <w:rPr>
      <w:b/>
      <w:bCs/>
      <w:szCs w:val="22"/>
    </w:rPr>
  </w:style>
  <w:style w:type="paragraph" w:styleId="berschrift7">
    <w:name w:val="heading 7"/>
    <w:basedOn w:val="Blocktext"/>
    <w:next w:val="Blocktext"/>
    <w:rsid w:val="00480EAD"/>
    <w:pPr>
      <w:keepNext/>
      <w:keepLines/>
      <w:numPr>
        <w:ilvl w:val="6"/>
        <w:numId w:val="11"/>
      </w:numPr>
      <w:outlineLvl w:val="6"/>
    </w:pPr>
    <w:rPr>
      <w:b/>
    </w:rPr>
  </w:style>
  <w:style w:type="paragraph" w:styleId="berschrift8">
    <w:name w:val="heading 8"/>
    <w:basedOn w:val="Blocktext"/>
    <w:next w:val="Blocktext"/>
    <w:rsid w:val="00480EAD"/>
    <w:pPr>
      <w:keepNext/>
      <w:keepLines/>
      <w:numPr>
        <w:ilvl w:val="7"/>
        <w:numId w:val="11"/>
      </w:numPr>
      <w:outlineLvl w:val="7"/>
    </w:pPr>
    <w:rPr>
      <w:b/>
      <w:iCs/>
    </w:rPr>
  </w:style>
  <w:style w:type="paragraph" w:styleId="berschrift9">
    <w:name w:val="heading 9"/>
    <w:basedOn w:val="Blocktext"/>
    <w:next w:val="Blocktext"/>
    <w:rsid w:val="0011312B"/>
    <w:pPr>
      <w:keepNext/>
      <w:keepLines/>
      <w:numPr>
        <w:ilvl w:val="8"/>
        <w:numId w:val="11"/>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2B67E5"/>
    <w:pPr>
      <w:spacing w:line="260" w:lineRule="exact"/>
    </w:pPr>
    <w:rPr>
      <w:rFonts w:ascii="Arial" w:hAnsi="Arial"/>
      <w:sz w:val="18"/>
    </w:rPr>
    <w:tblPr>
      <w:tblBorders>
        <w:top w:val="single" w:sz="2" w:space="0" w:color="auto"/>
        <w:bottom w:val="single" w:sz="2" w:space="0" w:color="auto"/>
        <w:insideH w:val="single" w:sz="4" w:space="0" w:color="auto"/>
        <w:insideV w:val="single" w:sz="4" w:space="0" w:color="auto"/>
      </w:tblBorders>
      <w:tblCellMar>
        <w:top w:w="28" w:type="dxa"/>
        <w:left w:w="85" w:type="dxa"/>
        <w:bottom w:w="57" w:type="dxa"/>
        <w:right w:w="85" w:type="dxa"/>
      </w:tblCellMar>
    </w:tblPr>
    <w:tblStylePr w:type="firstRow">
      <w:tblPr/>
      <w:trPr>
        <w:tblHeader/>
      </w:trPr>
    </w:tblStylePr>
  </w:style>
  <w:style w:type="paragraph" w:styleId="Kopfzeile">
    <w:name w:val="header"/>
    <w:basedOn w:val="Standard"/>
    <w:link w:val="KopfzeileZchn"/>
    <w:rsid w:val="00BC4679"/>
    <w:rPr>
      <w:sz w:val="17"/>
    </w:rPr>
  </w:style>
  <w:style w:type="paragraph" w:styleId="Fuzeile">
    <w:name w:val="footer"/>
    <w:basedOn w:val="Standard"/>
    <w:rsid w:val="00BB1E81"/>
    <w:pPr>
      <w:tabs>
        <w:tab w:val="right" w:pos="8959"/>
      </w:tabs>
      <w:spacing w:line="240" w:lineRule="auto"/>
    </w:pPr>
    <w:rPr>
      <w:sz w:val="16"/>
    </w:rPr>
  </w:style>
  <w:style w:type="paragraph" w:styleId="Verzeichnis1">
    <w:name w:val="toc 1"/>
    <w:basedOn w:val="Standard"/>
    <w:next w:val="Standard"/>
    <w:uiPriority w:val="39"/>
    <w:rsid w:val="00A80595"/>
    <w:pPr>
      <w:tabs>
        <w:tab w:val="right" w:leader="dot" w:pos="8959"/>
      </w:tabs>
      <w:spacing w:before="140"/>
    </w:pPr>
    <w:rPr>
      <w:b/>
      <w:noProof/>
    </w:rPr>
  </w:style>
  <w:style w:type="paragraph" w:styleId="Verzeichnis2">
    <w:name w:val="toc 2"/>
    <w:basedOn w:val="Standard"/>
    <w:next w:val="Standard"/>
    <w:uiPriority w:val="39"/>
    <w:rsid w:val="00A80595"/>
    <w:pPr>
      <w:tabs>
        <w:tab w:val="right" w:leader="dot" w:pos="8959"/>
      </w:tabs>
      <w:ind w:left="284"/>
    </w:pPr>
  </w:style>
  <w:style w:type="paragraph" w:styleId="Verzeichnis3">
    <w:name w:val="toc 3"/>
    <w:basedOn w:val="Standard"/>
    <w:next w:val="Standard"/>
    <w:autoRedefine/>
    <w:uiPriority w:val="39"/>
    <w:rsid w:val="00A80595"/>
    <w:pPr>
      <w:tabs>
        <w:tab w:val="right" w:leader="dot" w:pos="8959"/>
      </w:tabs>
      <w:ind w:left="567"/>
    </w:pPr>
  </w:style>
  <w:style w:type="character" w:styleId="Hyperlink">
    <w:name w:val="Hyperlink"/>
    <w:basedOn w:val="Absatz-Standardschriftart"/>
    <w:uiPriority w:val="99"/>
    <w:rsid w:val="0099776A"/>
    <w:rPr>
      <w:dstrike w:val="0"/>
      <w:color w:val="0000FF"/>
      <w:u w:val="single"/>
      <w:vertAlign w:val="baseline"/>
      <w:lang w:val="de-CH"/>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rsid w:val="009D48A4"/>
    <w:pPr>
      <w:keepLines/>
    </w:pPr>
    <w:rPr>
      <w:b/>
      <w:bCs/>
      <w:sz w:val="14"/>
      <w:szCs w:val="20"/>
    </w:rPr>
  </w:style>
  <w:style w:type="character" w:styleId="Kommentarzeichen">
    <w:name w:val="annotation reference"/>
    <w:basedOn w:val="Absatz-Standardschriftart"/>
    <w:rsid w:val="009D48A4"/>
    <w:rPr>
      <w:sz w:val="14"/>
      <w:szCs w:val="16"/>
      <w:lang w:val="de-CH"/>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basedOn w:val="Absatz-Standardschriftart"/>
    <w:rsid w:val="00DE409C"/>
    <w:rPr>
      <w:vertAlign w:val="superscript"/>
      <w:lang w:val="de-CH"/>
    </w:rPr>
  </w:style>
  <w:style w:type="paragraph" w:styleId="Endnotentext">
    <w:name w:val="endnote text"/>
    <w:basedOn w:val="Standard"/>
    <w:rsid w:val="009D48A4"/>
    <w:rPr>
      <w:sz w:val="14"/>
      <w:szCs w:val="20"/>
    </w:rPr>
  </w:style>
  <w:style w:type="character" w:styleId="Funotenzeichen">
    <w:name w:val="footnote reference"/>
    <w:basedOn w:val="Absatz-Standardschriftart"/>
    <w:rsid w:val="00DE409C"/>
    <w:rPr>
      <w:vertAlign w:val="superscript"/>
      <w:lang w:val="de-CH"/>
    </w:rPr>
  </w:style>
  <w:style w:type="paragraph" w:styleId="Funotentext">
    <w:name w:val="footnote text"/>
    <w:basedOn w:val="Standard"/>
    <w:link w:val="FunotentextZchn"/>
    <w:rsid w:val="002456DF"/>
    <w:pPr>
      <w:spacing w:line="200" w:lineRule="atLeast"/>
    </w:pPr>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C70241"/>
    <w:rPr>
      <w:rFonts w:ascii="Verdana" w:hAnsi="Verdana"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uiPriority w:val="39"/>
    <w:rsid w:val="00A80595"/>
    <w:pPr>
      <w:tabs>
        <w:tab w:val="right" w:leader="dot" w:pos="8959"/>
      </w:tabs>
      <w:ind w:left="851"/>
    </w:pPr>
  </w:style>
  <w:style w:type="paragraph" w:styleId="Verzeichnis5">
    <w:name w:val="toc 5"/>
    <w:basedOn w:val="Standard"/>
    <w:next w:val="Standard"/>
    <w:uiPriority w:val="39"/>
    <w:rsid w:val="00A80595"/>
    <w:pPr>
      <w:tabs>
        <w:tab w:val="right" w:leader="dot" w:pos="8959"/>
      </w:tabs>
      <w:ind w:left="1134"/>
    </w:pPr>
  </w:style>
  <w:style w:type="paragraph" w:styleId="Verzeichnis6">
    <w:name w:val="toc 6"/>
    <w:basedOn w:val="Standard"/>
    <w:next w:val="Standard"/>
    <w:uiPriority w:val="39"/>
    <w:rsid w:val="00A80595"/>
    <w:pPr>
      <w:tabs>
        <w:tab w:val="right" w:leader="dot" w:pos="8959"/>
      </w:tabs>
      <w:ind w:left="1418"/>
    </w:pPr>
  </w:style>
  <w:style w:type="paragraph" w:styleId="Verzeichnis7">
    <w:name w:val="toc 7"/>
    <w:basedOn w:val="Standard"/>
    <w:next w:val="Standard"/>
    <w:uiPriority w:val="39"/>
    <w:rsid w:val="00A80595"/>
    <w:pPr>
      <w:tabs>
        <w:tab w:val="right" w:leader="dot" w:pos="8959"/>
      </w:tabs>
      <w:ind w:left="1701"/>
    </w:pPr>
  </w:style>
  <w:style w:type="paragraph" w:styleId="Verzeichnis8">
    <w:name w:val="toc 8"/>
    <w:basedOn w:val="Standard"/>
    <w:next w:val="Standard"/>
    <w:uiPriority w:val="39"/>
    <w:rsid w:val="00A80595"/>
    <w:pPr>
      <w:tabs>
        <w:tab w:val="right" w:leader="dot" w:pos="8959"/>
      </w:tabs>
      <w:ind w:left="1985"/>
    </w:pPr>
  </w:style>
  <w:style w:type="paragraph" w:styleId="Verzeichnis9">
    <w:name w:val="toc 9"/>
    <w:basedOn w:val="Standard"/>
    <w:next w:val="Standard"/>
    <w:uiPriority w:val="39"/>
    <w:rsid w:val="00A80595"/>
    <w:pPr>
      <w:tabs>
        <w:tab w:val="right" w:leader="dot" w:pos="8959"/>
      </w:tabs>
      <w:ind w:left="2268"/>
    </w:pPr>
  </w:style>
  <w:style w:type="paragraph" w:styleId="Titel">
    <w:name w:val="Title"/>
    <w:basedOn w:val="Blocktext"/>
    <w:next w:val="Blocktext"/>
    <w:qFormat/>
    <w:rsid w:val="00010E30"/>
    <w:pPr>
      <w:keepNext/>
      <w:keepLines/>
      <w:spacing w:before="420"/>
    </w:pPr>
    <w:rPr>
      <w:rFonts w:cs="Arial"/>
      <w:b/>
      <w:bCs/>
      <w:spacing w:val="6"/>
      <w:szCs w:val="32"/>
    </w:rPr>
  </w:style>
  <w:style w:type="paragraph" w:customStyle="1" w:styleId="Betreff">
    <w:name w:val="Betreff"/>
    <w:basedOn w:val="Standard"/>
    <w:qFormat/>
    <w:rsid w:val="006470ED"/>
    <w:pPr>
      <w:spacing w:after="60"/>
      <w:contextualSpacing/>
    </w:pPr>
    <w:rPr>
      <w:b/>
    </w:rPr>
  </w:style>
  <w:style w:type="paragraph" w:styleId="Untertitel">
    <w:name w:val="Subtitle"/>
    <w:basedOn w:val="Standard"/>
    <w:next w:val="Standard"/>
    <w:qFormat/>
    <w:rsid w:val="00BC22C7"/>
    <w:pPr>
      <w:keepNext/>
      <w:keepLines/>
      <w:pBdr>
        <w:bottom w:val="single" w:sz="4" w:space="4" w:color="auto"/>
      </w:pBdr>
      <w:spacing w:after="560"/>
    </w:pPr>
    <w:rPr>
      <w:rFonts w:cs="Arial"/>
      <w:b/>
    </w:rPr>
  </w:style>
  <w:style w:type="character" w:styleId="Fett">
    <w:name w:val="Strong"/>
    <w:basedOn w:val="Absatz-Standardschriftart"/>
    <w:qFormat/>
    <w:rsid w:val="004A3D59"/>
    <w:rPr>
      <w:rFonts w:ascii="Arial" w:hAnsi="Arial"/>
      <w:b/>
      <w:bCs/>
      <w:lang w:val="de-CH"/>
    </w:rPr>
  </w:style>
  <w:style w:type="character" w:customStyle="1" w:styleId="Beschreibung">
    <w:name w:val="Beschreibung"/>
    <w:basedOn w:val="Absatz-Standardschriftart"/>
    <w:qFormat/>
    <w:rsid w:val="004A3D59"/>
    <w:rPr>
      <w:sz w:val="16"/>
      <w:lang w:val="de-CH"/>
    </w:rPr>
  </w:style>
  <w:style w:type="paragraph" w:styleId="Gruformel">
    <w:name w:val="Closing"/>
    <w:basedOn w:val="Standard"/>
    <w:rsid w:val="009C1826"/>
    <w:pPr>
      <w:keepNext/>
      <w:keepLines/>
      <w:spacing w:before="420" w:after="840"/>
    </w:pPr>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link w:val="UnterschriftZchn"/>
    <w:qFormat/>
    <w:rsid w:val="00FE4CBD"/>
    <w:pPr>
      <w:keepNext/>
      <w:keepLines/>
    </w:pPr>
  </w:style>
  <w:style w:type="character" w:styleId="Hervorhebung">
    <w:name w:val="Emphasis"/>
    <w:basedOn w:val="Absatz-Standardschriftart"/>
    <w:rsid w:val="009D48A4"/>
    <w:rPr>
      <w:b/>
      <w:iCs/>
      <w:lang w:val="de-CH"/>
    </w:rPr>
  </w:style>
  <w:style w:type="character" w:styleId="BesuchterLink">
    <w:name w:val="FollowedHyperlink"/>
    <w:basedOn w:val="Absatz-Standardschriftart"/>
    <w:rsid w:val="000A67FE"/>
    <w:rPr>
      <w:dstrike w:val="0"/>
      <w:u w:val="none"/>
      <w:vertAlign w:val="baseline"/>
      <w:lang w:val="de-CH"/>
    </w:rPr>
  </w:style>
  <w:style w:type="paragraph" w:customStyle="1" w:styleId="Beilagen">
    <w:name w:val="Beilagen"/>
    <w:basedOn w:val="AuflistungmitSymbolen"/>
    <w:rsid w:val="002D2CA4"/>
    <w:pPr>
      <w:spacing w:after="0"/>
      <w:ind w:left="284" w:hanging="199"/>
      <w:contextualSpacing w:val="0"/>
    </w:p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AuflistungmitNummern">
    <w:name w:val="Auflistung mit Nummern"/>
    <w:basedOn w:val="Standard"/>
    <w:qFormat/>
    <w:rsid w:val="00DF33F4"/>
    <w:pPr>
      <w:numPr>
        <w:numId w:val="13"/>
      </w:numPr>
      <w:spacing w:after="140"/>
      <w:contextualSpacing/>
    </w:pPr>
  </w:style>
  <w:style w:type="paragraph" w:customStyle="1" w:styleId="AuflistungmitSymbolenmitAbstand">
    <w:name w:val="Auflistung mit Symbolen mit Abstand"/>
    <w:basedOn w:val="Blocktext"/>
    <w:qFormat/>
    <w:rsid w:val="004265D2"/>
    <w:pPr>
      <w:numPr>
        <w:numId w:val="30"/>
      </w:numPr>
    </w:pPr>
  </w:style>
  <w:style w:type="paragraph" w:customStyle="1" w:styleId="AuflistungmitBuchstaben">
    <w:name w:val="Auflistung mit Buchstaben"/>
    <w:basedOn w:val="Standard"/>
    <w:qFormat/>
    <w:rsid w:val="00DF33F4"/>
    <w:pPr>
      <w:numPr>
        <w:numId w:val="16"/>
      </w:numPr>
      <w:spacing w:after="140"/>
      <w:contextualSpacing/>
    </w:pPr>
  </w:style>
  <w:style w:type="paragraph" w:customStyle="1" w:styleId="DokumentTyp">
    <w:name w:val="Dokument Typ"/>
    <w:basedOn w:val="Blocktext"/>
    <w:next w:val="Blocktext"/>
    <w:rsid w:val="00206951"/>
    <w:rPr>
      <w:b/>
      <w:caps/>
    </w:rPr>
  </w:style>
  <w:style w:type="paragraph" w:customStyle="1" w:styleId="OutputprofileTitle">
    <w:name w:val="OutputprofileTitle"/>
    <w:basedOn w:val="Standard"/>
    <w:next w:val="OutputprofileText"/>
    <w:rsid w:val="000F07D1"/>
    <w:pPr>
      <w:keepLines/>
      <w:jc w:val="right"/>
    </w:pPr>
    <w:rPr>
      <w:caps/>
      <w:color w:val="A6A6A6" w:themeColor="background1" w:themeShade="A6"/>
      <w:spacing w:val="40"/>
      <w:sz w:val="80"/>
    </w:rPr>
  </w:style>
  <w:style w:type="paragraph" w:customStyle="1" w:styleId="OutputprofileText">
    <w:name w:val="OutputprofileText"/>
    <w:basedOn w:val="Standard"/>
    <w:rsid w:val="000F07D1"/>
    <w:pPr>
      <w:keepLines/>
      <w:spacing w:line="240" w:lineRule="atLeast"/>
      <w:jc w:val="right"/>
    </w:pPr>
    <w:rPr>
      <w:color w:val="808080" w:themeColor="background1" w:themeShade="80"/>
      <w:sz w:val="18"/>
    </w:rPr>
  </w:style>
  <w:style w:type="paragraph" w:styleId="Blocktext">
    <w:name w:val="Block Text"/>
    <w:basedOn w:val="Standard"/>
    <w:qFormat/>
    <w:rsid w:val="002E18DE"/>
    <w:pPr>
      <w:spacing w:after="140"/>
    </w:pPr>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basedOn w:val="Absatz-Standardschriftart"/>
    <w:rsid w:val="00730FCB"/>
    <w:rPr>
      <w:iCs/>
      <w:lang w:val="de-CH"/>
    </w:rPr>
  </w:style>
  <w:style w:type="character" w:styleId="HTMLCode">
    <w:name w:val="HTML Code"/>
    <w:basedOn w:val="Absatz-Standardschriftart"/>
    <w:rsid w:val="00730FCB"/>
    <w:rPr>
      <w:rFonts w:ascii="Verdana" w:hAnsi="Verdana" w:cs="Courier New"/>
      <w:sz w:val="22"/>
      <w:szCs w:val="20"/>
      <w:lang w:val="de-CH"/>
    </w:rPr>
  </w:style>
  <w:style w:type="character" w:styleId="HTMLDefinition">
    <w:name w:val="HTML Definition"/>
    <w:basedOn w:val="Absatz-Standardschriftart"/>
    <w:rsid w:val="00730FCB"/>
    <w:rPr>
      <w:iCs/>
      <w:lang w:val="de-CH"/>
    </w:rPr>
  </w:style>
  <w:style w:type="character" w:styleId="HTMLTastatur">
    <w:name w:val="HTML Keyboard"/>
    <w:basedOn w:val="Absatz-Standardschriftart"/>
    <w:rsid w:val="00730FCB"/>
    <w:rPr>
      <w:rFonts w:ascii="Verdana" w:hAnsi="Verdana" w:cs="Courier New"/>
      <w:sz w:val="22"/>
      <w:szCs w:val="20"/>
      <w:lang w:val="de-CH"/>
    </w:rPr>
  </w:style>
  <w:style w:type="paragraph" w:styleId="HTMLVorformatiert">
    <w:name w:val="HTML Preformatted"/>
    <w:basedOn w:val="Standard"/>
    <w:rsid w:val="00730FCB"/>
    <w:rPr>
      <w:rFonts w:cs="Courier New"/>
      <w:szCs w:val="20"/>
    </w:rPr>
  </w:style>
  <w:style w:type="character" w:styleId="HTMLBeispiel">
    <w:name w:val="HTML Sample"/>
    <w:basedOn w:val="Absatz-Standardschriftart"/>
    <w:rsid w:val="00730FCB"/>
    <w:rPr>
      <w:rFonts w:ascii="Verdana" w:hAnsi="Verdana" w:cs="Courier New"/>
      <w:sz w:val="22"/>
      <w:lang w:val="de-CH"/>
    </w:rPr>
  </w:style>
  <w:style w:type="character" w:styleId="HTMLSchreibmaschine">
    <w:name w:val="HTML Typewriter"/>
    <w:basedOn w:val="Absatz-Standardschriftart"/>
    <w:rsid w:val="00730FCB"/>
    <w:rPr>
      <w:rFonts w:ascii="Verdana" w:hAnsi="Verdana" w:cs="Courier New"/>
      <w:sz w:val="20"/>
      <w:szCs w:val="20"/>
      <w:lang w:val="de-CH"/>
    </w:rPr>
  </w:style>
  <w:style w:type="character" w:styleId="HTMLVariable">
    <w:name w:val="HTML Variable"/>
    <w:basedOn w:val="Absatz-Standardschriftart"/>
    <w:rsid w:val="00730FCB"/>
    <w:rPr>
      <w:iCs/>
      <w:lang w:val="de-CH"/>
    </w:rPr>
  </w:style>
  <w:style w:type="character" w:styleId="Zeilennummer">
    <w:name w:val="line number"/>
    <w:basedOn w:val="Absatz-Standardschriftart"/>
    <w:rsid w:val="00730FCB"/>
    <w:rPr>
      <w:lang w:val="de-CH"/>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styleId="Fu-Endnotenberschrift">
    <w:name w:val="Note Heading"/>
    <w:basedOn w:val="Standard"/>
    <w:next w:val="Standard"/>
    <w:rsid w:val="00A02515"/>
  </w:style>
  <w:style w:type="character" w:styleId="Seitenzahl">
    <w:name w:val="page number"/>
    <w:basedOn w:val="Absatz-Standardschriftart"/>
    <w:rsid w:val="00A02515"/>
    <w:rPr>
      <w:lang w:val="de-CH"/>
    </w:rPr>
  </w:style>
  <w:style w:type="paragraph" w:styleId="NurText">
    <w:name w:val="Plain Text"/>
    <w:basedOn w:val="Standard"/>
    <w:rsid w:val="00A02515"/>
    <w:rPr>
      <w:rFonts w:cs="Courier New"/>
      <w:szCs w:val="20"/>
    </w:rPr>
  </w:style>
  <w:style w:type="paragraph" w:styleId="Anrede">
    <w:name w:val="Salutation"/>
    <w:basedOn w:val="Standard"/>
    <w:next w:val="Standard"/>
    <w:rsid w:val="002E18DE"/>
    <w:pPr>
      <w:keepLines/>
      <w:spacing w:after="140"/>
    </w:pPr>
  </w:style>
  <w:style w:type="table" w:styleId="TabelleSpalten1">
    <w:name w:val="Table Columns 1"/>
    <w:basedOn w:val="NormaleTabelle"/>
    <w:rsid w:val="005E7E3B"/>
    <w:pPr>
      <w:adjustRightInd w:val="0"/>
      <w:snapToGrid w:val="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link w:val="DatumZchn"/>
    <w:rsid w:val="00BF50C9"/>
    <w:pPr>
      <w:spacing w:after="420"/>
    </w:pPr>
  </w:style>
  <w:style w:type="paragraph" w:customStyle="1" w:styleId="AuflistungmitCheckboxen">
    <w:name w:val="Auflistung mit Checkboxen"/>
    <w:basedOn w:val="Standard"/>
    <w:qFormat/>
    <w:rsid w:val="00DF33F4"/>
    <w:pPr>
      <w:numPr>
        <w:numId w:val="15"/>
      </w:numPr>
      <w:spacing w:after="140"/>
      <w:contextualSpacing/>
    </w:pPr>
  </w:style>
  <w:style w:type="paragraph" w:customStyle="1" w:styleId="BeilagenersteZeile">
    <w:name w:val="Beilagen erste Zeile"/>
    <w:basedOn w:val="Standard"/>
    <w:next w:val="Standard"/>
    <w:rsid w:val="00F11512"/>
    <w:pPr>
      <w:keepNext/>
      <w:spacing w:before="420"/>
    </w:pPr>
  </w:style>
  <w:style w:type="paragraph" w:customStyle="1" w:styleId="Textzusammengehalten">
    <w:name w:val="Text zusammengehalten"/>
    <w:basedOn w:val="Blocktext"/>
    <w:rsid w:val="008F0B7F"/>
    <w:pPr>
      <w:keepNext/>
      <w:keepLines/>
    </w:pPr>
  </w:style>
  <w:style w:type="paragraph" w:customStyle="1" w:styleId="PositionmitBetrag">
    <w:name w:val="Position mit Betrag"/>
    <w:basedOn w:val="Blocktext"/>
    <w:rsid w:val="007D48C7"/>
    <w:pPr>
      <w:tabs>
        <w:tab w:val="left" w:pos="7371"/>
        <w:tab w:val="right" w:pos="8959"/>
      </w:tabs>
      <w:ind w:right="2835"/>
    </w:pPr>
  </w:style>
  <w:style w:type="paragraph" w:customStyle="1" w:styleId="UnterschriftLinien">
    <w:name w:val="Unterschrift Linien"/>
    <w:basedOn w:val="Standard"/>
    <w:next w:val="UnterschriftText"/>
    <w:rsid w:val="00EB4053"/>
    <w:pPr>
      <w:keepNext/>
      <w:keepLines/>
      <w:tabs>
        <w:tab w:val="right" w:leader="underscore" w:pos="3119"/>
        <w:tab w:val="left" w:pos="4536"/>
        <w:tab w:val="right" w:leader="underscore" w:pos="7655"/>
      </w:tabs>
    </w:pPr>
    <w:rPr>
      <w:sz w:val="8"/>
      <w:lang w:val="en-GB"/>
    </w:rPr>
  </w:style>
  <w:style w:type="paragraph" w:customStyle="1" w:styleId="UnterschriftText">
    <w:name w:val="Unterschrift Text"/>
    <w:basedOn w:val="Standard"/>
    <w:rsid w:val="00EB4053"/>
    <w:pPr>
      <w:keepNext/>
      <w:keepLines/>
      <w:tabs>
        <w:tab w:val="left" w:pos="4536"/>
      </w:tabs>
    </w:pPr>
    <w:rPr>
      <w:lang w:val="en-GB"/>
    </w:rPr>
  </w:style>
  <w:style w:type="paragraph" w:customStyle="1" w:styleId="Themenblock075">
    <w:name w:val="Themenblock 0.75"/>
    <w:basedOn w:val="Blocktext"/>
    <w:rsid w:val="008A3773"/>
    <w:pPr>
      <w:tabs>
        <w:tab w:val="right" w:leader="underscore" w:pos="8959"/>
      </w:tabs>
      <w:ind w:left="425" w:hanging="425"/>
    </w:pPr>
  </w:style>
  <w:style w:type="paragraph" w:customStyle="1" w:styleId="Themenblock30">
    <w:name w:val="Themenblock 3.0"/>
    <w:basedOn w:val="Blocktext"/>
    <w:rsid w:val="008A3773"/>
    <w:pPr>
      <w:tabs>
        <w:tab w:val="right" w:leader="underscore" w:pos="8959"/>
      </w:tabs>
      <w:ind w:left="1701" w:hanging="1701"/>
    </w:pPr>
  </w:style>
  <w:style w:type="paragraph" w:customStyle="1" w:styleId="Themenblock60">
    <w:name w:val="Themenblock 6.0"/>
    <w:basedOn w:val="Blocktext"/>
    <w:rsid w:val="008A3773"/>
    <w:pPr>
      <w:tabs>
        <w:tab w:val="right" w:leader="underscore" w:pos="8959"/>
      </w:tabs>
      <w:ind w:left="3402" w:hanging="3402"/>
    </w:pPr>
  </w:style>
  <w:style w:type="paragraph" w:customStyle="1" w:styleId="Themenblock90">
    <w:name w:val="Themenblock 9.0"/>
    <w:basedOn w:val="Blocktext"/>
    <w:rsid w:val="008A3773"/>
    <w:pPr>
      <w:tabs>
        <w:tab w:val="right" w:leader="underscore" w:pos="8959"/>
      </w:tabs>
      <w:ind w:left="5103" w:hanging="5103"/>
    </w:pPr>
  </w:style>
  <w:style w:type="character" w:customStyle="1" w:styleId="Kursiv">
    <w:name w:val="Kursiv"/>
    <w:basedOn w:val="Absatz-Standardschriftart"/>
    <w:rsid w:val="00407C5B"/>
    <w:rPr>
      <w:i/>
      <w:lang w:val="de-CH"/>
    </w:rPr>
  </w:style>
  <w:style w:type="paragraph" w:styleId="Zitat">
    <w:name w:val="Quote"/>
    <w:basedOn w:val="Standard"/>
    <w:next w:val="Standard"/>
    <w:link w:val="ZitatZchn"/>
    <w:uiPriority w:val="29"/>
    <w:qFormat/>
    <w:rsid w:val="008A1F16"/>
    <w:rPr>
      <w:i/>
      <w:iCs/>
    </w:rPr>
  </w:style>
  <w:style w:type="character" w:customStyle="1" w:styleId="ZitatZchn">
    <w:name w:val="Zitat Zchn"/>
    <w:basedOn w:val="Absatz-Standardschriftart"/>
    <w:link w:val="Zitat"/>
    <w:uiPriority w:val="29"/>
    <w:rsid w:val="008A1F16"/>
    <w:rPr>
      <w:rFonts w:ascii="Arial" w:hAnsi="Arial"/>
      <w:i/>
      <w:iCs/>
      <w:szCs w:val="24"/>
      <w:lang w:val="de-CH"/>
    </w:rPr>
  </w:style>
  <w:style w:type="character" w:styleId="SchwacheHervorhebung">
    <w:name w:val="Subtle Emphasis"/>
    <w:basedOn w:val="Absatz-Standardschriftart"/>
    <w:uiPriority w:val="19"/>
    <w:rsid w:val="007F0FFF"/>
    <w:rPr>
      <w:i/>
      <w:iCs/>
      <w:color w:val="808080" w:themeColor="text1" w:themeTint="7F"/>
      <w:lang w:val="de-CH"/>
    </w:rPr>
  </w:style>
  <w:style w:type="paragraph" w:styleId="Inhaltsverzeichnisberschrift">
    <w:name w:val="TOC Heading"/>
    <w:basedOn w:val="berschrift1"/>
    <w:next w:val="Standard"/>
    <w:uiPriority w:val="39"/>
    <w:unhideWhenUsed/>
    <w:rsid w:val="0098150F"/>
    <w:pPr>
      <w:numPr>
        <w:numId w:val="0"/>
      </w:numPr>
      <w:spacing w:before="480"/>
      <w:outlineLvl w:val="9"/>
    </w:pPr>
    <w:rPr>
      <w:rFonts w:asciiTheme="majorHAnsi" w:eastAsiaTheme="majorEastAsia" w:hAnsiTheme="majorHAnsi" w:cstheme="majorBidi"/>
      <w:snapToGrid/>
      <w:color w:val="365F91" w:themeColor="accent1" w:themeShade="BF"/>
      <w:sz w:val="28"/>
      <w:szCs w:val="28"/>
    </w:rPr>
  </w:style>
  <w:style w:type="paragraph" w:customStyle="1" w:styleId="UnterschriftFunktion">
    <w:name w:val="Unterschrift Funktion"/>
    <w:basedOn w:val="Unterschrift"/>
    <w:rsid w:val="00FE4CBD"/>
  </w:style>
  <w:style w:type="paragraph" w:customStyle="1" w:styleId="KopfzeileTitel">
    <w:name w:val="Kopfzeile Titel"/>
    <w:basedOn w:val="Kopfzeile"/>
    <w:rsid w:val="00407C5B"/>
    <w:rPr>
      <w:b/>
    </w:rPr>
  </w:style>
  <w:style w:type="paragraph" w:customStyle="1" w:styleId="AbsenderText">
    <w:name w:val="Absender Text"/>
    <w:basedOn w:val="Standard"/>
    <w:rsid w:val="009C3832"/>
    <w:pPr>
      <w:spacing w:line="220" w:lineRule="exact"/>
    </w:pPr>
    <w:rPr>
      <w:sz w:val="16"/>
    </w:rPr>
  </w:style>
  <w:style w:type="paragraph" w:customStyle="1" w:styleId="AbsenderTitelStufeI">
    <w:name w:val="Absender Titel Stufe I"/>
    <w:basedOn w:val="Standard"/>
    <w:next w:val="AbsenderTitelStufeII"/>
    <w:rsid w:val="00B635D6"/>
    <w:pPr>
      <w:spacing w:line="260" w:lineRule="exact"/>
    </w:pPr>
    <w:rPr>
      <w:b/>
      <w:caps/>
      <w:spacing w:val="8"/>
    </w:rPr>
  </w:style>
  <w:style w:type="paragraph" w:customStyle="1" w:styleId="Referenz">
    <w:name w:val="Referenz"/>
    <w:basedOn w:val="Standard"/>
    <w:rsid w:val="00CE41F5"/>
    <w:rPr>
      <w:sz w:val="17"/>
    </w:rPr>
  </w:style>
  <w:style w:type="paragraph" w:customStyle="1" w:styleId="Klassifikation">
    <w:name w:val="Klassifikation"/>
    <w:basedOn w:val="Standard"/>
    <w:rsid w:val="00CE41F5"/>
    <w:rPr>
      <w:b/>
      <w:sz w:val="17"/>
    </w:rPr>
  </w:style>
  <w:style w:type="paragraph" w:customStyle="1" w:styleId="AbsenderTitelStufeII">
    <w:name w:val="Absender Titel Stufe II"/>
    <w:basedOn w:val="Standard"/>
    <w:next w:val="AbsenderDistanz"/>
    <w:rsid w:val="005A3A09"/>
    <w:pPr>
      <w:spacing w:line="250" w:lineRule="exact"/>
    </w:pPr>
    <w:rPr>
      <w:sz w:val="18"/>
    </w:rPr>
  </w:style>
  <w:style w:type="paragraph" w:customStyle="1" w:styleId="Tabellentext">
    <w:name w:val="Tabellentext"/>
    <w:basedOn w:val="Standard"/>
    <w:qFormat/>
    <w:rsid w:val="005A3A09"/>
    <w:pPr>
      <w:adjustRightInd/>
      <w:snapToGrid/>
      <w:spacing w:line="260" w:lineRule="atLeast"/>
    </w:pPr>
    <w:rPr>
      <w:sz w:val="18"/>
    </w:rPr>
  </w:style>
  <w:style w:type="table" w:styleId="Tabelle3D-Effekt1">
    <w:name w:val="Table 3D effects 1"/>
    <w:basedOn w:val="NormaleTabelle"/>
    <w:rsid w:val="00BD7E6C"/>
    <w:pPr>
      <w:adjustRightInd w:val="0"/>
      <w:snapToGrid w:val="0"/>
      <w:spacing w:after="140" w:line="280" w:lineRule="exact"/>
    </w:pPr>
    <w:rPr>
      <w:rFonts w:ascii="Arial" w:hAnsi="Arial"/>
      <w:sz w:val="18"/>
    </w:rPr>
    <w:tblPr>
      <w:tblBorders>
        <w:bottom w:val="single" w:sz="2" w:space="0" w:color="auto"/>
        <w:insideH w:val="single" w:sz="2" w:space="0" w:color="auto"/>
        <w:insideV w:val="single" w:sz="2" w:space="0" w:color="auto"/>
      </w:tblBorders>
    </w:tblPr>
    <w:tcPr>
      <w:shd w:val="clear" w:color="auto" w:fill="auto"/>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elleStruktur">
    <w:name w:val="Tabelle Struktur"/>
    <w:basedOn w:val="NormaleTabelle"/>
    <w:uiPriority w:val="99"/>
    <w:rsid w:val="002B67E5"/>
    <w:rPr>
      <w:rFonts w:ascii="Arial" w:hAnsi="Arial"/>
    </w:rPr>
    <w:tblPr>
      <w:tblCellMar>
        <w:top w:w="28" w:type="dxa"/>
        <w:left w:w="0" w:type="dxa"/>
        <w:bottom w:w="340" w:type="dxa"/>
        <w:right w:w="0" w:type="dxa"/>
      </w:tblCellMar>
    </w:tblPr>
    <w:tblStylePr w:type="firstRow">
      <w:tblPr/>
      <w:trPr>
        <w:tblHeader/>
      </w:trPr>
    </w:tblStylePr>
    <w:tblStylePr w:type="firstCol">
      <w:tblPr/>
      <w:tcPr>
        <w:tcBorders>
          <w:top w:val="single" w:sz="4" w:space="0" w:color="auto"/>
          <w:left w:val="nil"/>
          <w:bottom w:val="nil"/>
          <w:right w:val="nil"/>
          <w:insideH w:val="single" w:sz="4" w:space="0" w:color="auto"/>
          <w:insideV w:val="nil"/>
          <w:tl2br w:val="nil"/>
          <w:tr2bl w:val="nil"/>
        </w:tcBorders>
      </w:tcPr>
    </w:tblStylePr>
  </w:style>
  <w:style w:type="paragraph" w:customStyle="1" w:styleId="AuflistungHinweis">
    <w:name w:val="Auflistung Hinweis"/>
    <w:basedOn w:val="AuflistungmitBuchstaben"/>
    <w:qFormat/>
    <w:rsid w:val="001869B3"/>
    <w:pPr>
      <w:numPr>
        <w:numId w:val="24"/>
      </w:numPr>
    </w:pPr>
  </w:style>
  <w:style w:type="paragraph" w:customStyle="1" w:styleId="AuflistungmitrmischenNummern">
    <w:name w:val="Auflistung mit römischen Nummern"/>
    <w:basedOn w:val="AuflistungmitBuchstaben"/>
    <w:qFormat/>
    <w:rsid w:val="00967CAD"/>
    <w:pPr>
      <w:numPr>
        <w:numId w:val="26"/>
      </w:numPr>
    </w:pPr>
  </w:style>
  <w:style w:type="paragraph" w:customStyle="1" w:styleId="AuflistungmitSymbolen">
    <w:name w:val="Auflistung mit Symbolen"/>
    <w:basedOn w:val="AuflistungmitSymbolenmitAbstand"/>
    <w:qFormat/>
    <w:rsid w:val="00DF33F4"/>
    <w:pPr>
      <w:ind w:left="283" w:hanging="198"/>
      <w:contextualSpacing/>
    </w:pPr>
  </w:style>
  <w:style w:type="table" w:styleId="TabelleEinfach2">
    <w:name w:val="Table Simple 2"/>
    <w:basedOn w:val="NormaleTabelle"/>
    <w:rsid w:val="0087430E"/>
    <w:pPr>
      <w:adjustRightInd w:val="0"/>
      <w:snapToGrid w:val="0"/>
      <w:spacing w:line="280" w:lineRule="exact"/>
    </w:pPr>
    <w:rPr>
      <w:rFonts w:ascii="Arial" w:hAnsi="Arial"/>
    </w:rPr>
    <w:tblPr>
      <w:tblCellMar>
        <w:top w:w="28" w:type="dxa"/>
        <w:left w:w="85" w:type="dxa"/>
        <w:bottom w:w="28" w:type="dxa"/>
        <w:right w:w="85" w:type="dxa"/>
      </w:tblCellMar>
    </w:tblPr>
    <w:tblStylePr w:type="firstRow">
      <w:rPr>
        <w:b/>
        <w:bCs/>
      </w:rPr>
      <w:tblPr/>
      <w:tcPr>
        <w:tcBorders>
          <w:top w:val="nil"/>
          <w:left w:val="nil"/>
          <w:bottom w:val="nil"/>
          <w:right w:val="nil"/>
          <w:insideH w:val="nil"/>
          <w:insideV w:val="nil"/>
          <w:tl2br w:val="nil"/>
          <w:tr2bl w:val="nil"/>
        </w:tcBorders>
      </w:tcPr>
    </w:tblStylePr>
    <w:tblStylePr w:type="lastRow">
      <w:rPr>
        <w:b/>
        <w:bCs/>
        <w:color w:val="auto"/>
      </w:rPr>
      <w:tblPr/>
      <w:tcPr>
        <w:tcBorders>
          <w:top w:val="nil"/>
          <w:left w:val="nil"/>
          <w:bottom w:val="nil"/>
          <w:right w:val="nil"/>
          <w:insideH w:val="nil"/>
          <w:insideV w:val="nil"/>
          <w:tl2br w:val="nil"/>
          <w:tr2bl w:val="nil"/>
        </w:tcBorders>
      </w:tcPr>
    </w:tblStylePr>
    <w:tblStylePr w:type="firstCol">
      <w:rPr>
        <w:rFonts w:ascii="Arial" w:hAnsi="Arial"/>
        <w:b/>
        <w:bCs/>
        <w:sz w:val="20"/>
      </w:rPr>
      <w:tblPr/>
      <w:tcPr>
        <w:tcBorders>
          <w:top w:val="single" w:sz="2" w:space="0" w:color="auto"/>
          <w:left w:val="nil"/>
          <w:bottom w:val="nil"/>
          <w:right w:val="nil"/>
          <w:insideH w:val="single" w:sz="2" w:space="0" w:color="auto"/>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Fazit">
    <w:name w:val="Fazit"/>
    <w:basedOn w:val="Standard"/>
    <w:qFormat/>
    <w:rsid w:val="00DD1634"/>
    <w:pPr>
      <w:pBdr>
        <w:top w:val="single" w:sz="4" w:space="4" w:color="auto"/>
        <w:bottom w:val="single" w:sz="4" w:space="6" w:color="auto"/>
      </w:pBdr>
      <w:spacing w:before="280" w:after="420"/>
    </w:pPr>
  </w:style>
  <w:style w:type="paragraph" w:customStyle="1" w:styleId="TitelTitelseite">
    <w:name w:val="Titel Titelseite"/>
    <w:basedOn w:val="Standard"/>
    <w:qFormat/>
    <w:rsid w:val="00621320"/>
    <w:pPr>
      <w:pBdr>
        <w:top w:val="single" w:sz="4" w:space="6" w:color="auto"/>
        <w:bottom w:val="single" w:sz="4" w:space="8" w:color="auto"/>
      </w:pBdr>
      <w:spacing w:after="280" w:line="360" w:lineRule="exact"/>
    </w:pPr>
    <w:rPr>
      <w:sz w:val="28"/>
    </w:rPr>
  </w:style>
  <w:style w:type="paragraph" w:styleId="Listenabsatz">
    <w:name w:val="List Paragraph"/>
    <w:basedOn w:val="Standard"/>
    <w:uiPriority w:val="34"/>
    <w:rsid w:val="005823C3"/>
    <w:pPr>
      <w:ind w:left="720"/>
      <w:contextualSpacing/>
    </w:pPr>
  </w:style>
  <w:style w:type="table" w:customStyle="1" w:styleId="Template">
    <w:name w:val="Template"/>
    <w:basedOn w:val="NormaleTabelle"/>
    <w:uiPriority w:val="99"/>
    <w:rsid w:val="009A2B79"/>
    <w:rPr>
      <w:rFonts w:ascii="Arial" w:hAnsi="Arial"/>
    </w:rPr>
    <w:tblPr>
      <w:tblCellMar>
        <w:left w:w="0" w:type="dxa"/>
        <w:right w:w="0" w:type="dxa"/>
      </w:tblCellMar>
    </w:tblPr>
  </w:style>
  <w:style w:type="paragraph" w:styleId="Aufzhlungszeichen">
    <w:name w:val="List Bullet"/>
    <w:basedOn w:val="Standard"/>
    <w:rsid w:val="004D5A87"/>
    <w:pPr>
      <w:numPr>
        <w:numId w:val="1"/>
      </w:numPr>
      <w:contextualSpacing/>
    </w:pPr>
  </w:style>
  <w:style w:type="character" w:styleId="Platzhaltertext">
    <w:name w:val="Placeholder Text"/>
    <w:basedOn w:val="Absatz-Standardschriftart"/>
    <w:uiPriority w:val="99"/>
    <w:semiHidden/>
    <w:rsid w:val="00696B4C"/>
    <w:rPr>
      <w:color w:val="808080"/>
      <w:lang w:val="de-CH"/>
    </w:rPr>
  </w:style>
  <w:style w:type="table" w:customStyle="1" w:styleId="Tabellegrauliniert">
    <w:name w:val="Tabelle grau liniert"/>
    <w:basedOn w:val="NormaleTabelle"/>
    <w:uiPriority w:val="99"/>
    <w:rsid w:val="002B67E5"/>
    <w:rPr>
      <w:rFonts w:ascii="Arial" w:hAnsi="Arial"/>
      <w:sz w:val="18"/>
    </w:rPr>
    <w:tblPr>
      <w:tblStyleRowBandSize w:val="1"/>
      <w:tblBorders>
        <w:bottom w:val="single" w:sz="4" w:space="0" w:color="auto"/>
        <w:insideV w:val="single" w:sz="4" w:space="0" w:color="auto"/>
      </w:tblBorders>
      <w:tblCellMar>
        <w:top w:w="28" w:type="dxa"/>
        <w:left w:w="85" w:type="dxa"/>
        <w:bottom w:w="57" w:type="dxa"/>
        <w:right w:w="85" w:type="dxa"/>
      </w:tblCellMar>
    </w:tblPr>
    <w:tblStylePr w:type="firstRow">
      <w:rPr>
        <w:rFonts w:ascii="Arial" w:hAnsi="Arial"/>
        <w:b/>
        <w:sz w:val="18"/>
      </w:rPr>
      <w:tblPr/>
      <w:trPr>
        <w:tblHeader/>
      </w:trPr>
      <w:tcPr>
        <w:tcBorders>
          <w:top w:val="nil"/>
          <w:left w:val="nil"/>
          <w:bottom w:val="single" w:sz="4" w:space="0" w:color="auto"/>
          <w:right w:val="nil"/>
          <w:insideH w:val="nil"/>
          <w:insideV w:val="nil"/>
          <w:tl2br w:val="nil"/>
          <w:tr2bl w:val="nil"/>
        </w:tcBorders>
        <w:shd w:val="clear" w:color="auto" w:fill="D9D9D9"/>
      </w:tcPr>
    </w:tblStylePr>
    <w:tblStylePr w:type="lastRow">
      <w:tblPr/>
      <w:tcPr>
        <w:tcBorders>
          <w:top w:val="single" w:sz="4" w:space="0" w:color="000000" w:themeColor="text1"/>
          <w:left w:val="nil"/>
          <w:bottom w:val="single" w:sz="4" w:space="0" w:color="000000" w:themeColor="text1"/>
          <w:right w:val="nil"/>
          <w:insideH w:val="nil"/>
          <w:insideV w:val="single" w:sz="4" w:space="0" w:color="000000" w:themeColor="text1"/>
          <w:tl2br w:val="nil"/>
          <w:tr2bl w:val="nil"/>
        </w:tcBorders>
        <w:shd w:val="clear" w:color="auto" w:fill="FFFFFF" w:themeFill="background1"/>
      </w:tcPr>
    </w:tblStylePr>
    <w:tblStylePr w:type="band1Horz">
      <w:tblPr/>
      <w:tcPr>
        <w:tcBorders>
          <w:tl2br w:val="nil"/>
        </w:tcBorders>
      </w:tcPr>
    </w:tblStylePr>
    <w:tblStylePr w:type="band2Horz">
      <w:tblPr/>
      <w:tcPr>
        <w:tcBorders>
          <w:top w:val="nil"/>
          <w:left w:val="nil"/>
          <w:bottom w:val="single" w:sz="4" w:space="0" w:color="auto"/>
          <w:right w:val="nil"/>
          <w:insideH w:val="nil"/>
          <w:insideV w:val="nil"/>
          <w:tl2br w:val="nil"/>
          <w:tr2bl w:val="nil"/>
        </w:tcBorders>
        <w:shd w:val="clear" w:color="auto" w:fill="D9D9D9"/>
      </w:tcPr>
    </w:tblStylePr>
  </w:style>
  <w:style w:type="paragraph" w:customStyle="1" w:styleId="AuflistungmitKleinbuchstaben">
    <w:name w:val="Auflistung mit Kleinbuchstaben"/>
    <w:basedOn w:val="Standard"/>
    <w:qFormat/>
    <w:rsid w:val="00DF33F4"/>
    <w:pPr>
      <w:numPr>
        <w:numId w:val="32"/>
      </w:numPr>
      <w:spacing w:after="140"/>
      <w:contextualSpacing/>
    </w:pPr>
    <w:rPr>
      <w:rFonts w:eastAsia="SimSun"/>
      <w:color w:val="000000"/>
    </w:rPr>
  </w:style>
  <w:style w:type="paragraph" w:customStyle="1" w:styleId="AuflistungmitKleinbuchstabenGesetze">
    <w:name w:val="Auflistung mit Kleinbuchstaben Gesetze"/>
    <w:basedOn w:val="Standard"/>
    <w:qFormat/>
    <w:rsid w:val="00DF33F4"/>
    <w:pPr>
      <w:numPr>
        <w:numId w:val="33"/>
      </w:numPr>
      <w:spacing w:after="140"/>
      <w:ind w:left="568" w:right="1134" w:hanging="284"/>
      <w:contextualSpacing/>
    </w:pPr>
    <w:rPr>
      <w:sz w:val="18"/>
    </w:rPr>
  </w:style>
  <w:style w:type="paragraph" w:customStyle="1" w:styleId="Linieoben">
    <w:name w:val="Linie oben"/>
    <w:basedOn w:val="Standard"/>
    <w:qFormat/>
    <w:rsid w:val="00D72D02"/>
    <w:pPr>
      <w:pBdr>
        <w:top w:val="single" w:sz="4" w:space="3" w:color="auto"/>
      </w:pBdr>
    </w:pPr>
  </w:style>
  <w:style w:type="paragraph" w:customStyle="1" w:styleId="Linieunten">
    <w:name w:val="Linie unten"/>
    <w:basedOn w:val="Standard"/>
    <w:qFormat/>
    <w:rsid w:val="005A3A09"/>
    <w:pPr>
      <w:pBdr>
        <w:bottom w:val="single" w:sz="4" w:space="5" w:color="auto"/>
      </w:pBdr>
    </w:pPr>
    <w:rPr>
      <w:lang w:val="en-GB"/>
    </w:rPr>
  </w:style>
  <w:style w:type="paragraph" w:customStyle="1" w:styleId="Gesetzestexte">
    <w:name w:val="Gesetzestexte"/>
    <w:basedOn w:val="Standard"/>
    <w:qFormat/>
    <w:rsid w:val="00A80595"/>
    <w:pPr>
      <w:spacing w:after="60" w:line="240" w:lineRule="atLeast"/>
      <w:ind w:left="284" w:right="1134"/>
      <w:jc w:val="both"/>
    </w:pPr>
    <w:rPr>
      <w:sz w:val="18"/>
    </w:rPr>
  </w:style>
  <w:style w:type="paragraph" w:customStyle="1" w:styleId="AbsenderDistanz">
    <w:name w:val="Absender Distanz"/>
    <w:basedOn w:val="Standard"/>
    <w:next w:val="AbsenderText"/>
    <w:rsid w:val="005A3A09"/>
    <w:pPr>
      <w:spacing w:after="120" w:line="240" w:lineRule="auto"/>
    </w:pPr>
    <w:rPr>
      <w:sz w:val="2"/>
      <w:szCs w:val="2"/>
    </w:rPr>
  </w:style>
  <w:style w:type="paragraph" w:customStyle="1" w:styleId="OutputprofileTitleDistance">
    <w:name w:val="OutputprofileTitleDistance"/>
    <w:basedOn w:val="Standard"/>
    <w:rsid w:val="000F07D1"/>
    <w:pPr>
      <w:keepLines/>
      <w:spacing w:line="240" w:lineRule="auto"/>
      <w:ind w:left="567"/>
    </w:pPr>
    <w:rPr>
      <w:caps/>
      <w:color w:val="A6A6A6" w:themeColor="background1" w:themeShade="A6"/>
      <w:spacing w:val="40"/>
      <w:sz w:val="8"/>
    </w:rPr>
  </w:style>
  <w:style w:type="paragraph" w:customStyle="1" w:styleId="Verteiler">
    <w:name w:val="Verteiler"/>
    <w:basedOn w:val="AuflistungmitSymbolen"/>
    <w:rsid w:val="00161EDD"/>
    <w:pPr>
      <w:keepNext/>
      <w:spacing w:after="0"/>
      <w:contextualSpacing w:val="0"/>
    </w:pPr>
  </w:style>
  <w:style w:type="paragraph" w:customStyle="1" w:styleId="VerteilerersteZeile">
    <w:name w:val="Verteiler erste Zeile"/>
    <w:basedOn w:val="Standard"/>
    <w:next w:val="Verteiler"/>
    <w:rsid w:val="00F11512"/>
    <w:pPr>
      <w:keepNext/>
      <w:spacing w:before="140"/>
    </w:pPr>
  </w:style>
  <w:style w:type="character" w:customStyle="1" w:styleId="Italic">
    <w:name w:val="Italic"/>
    <w:basedOn w:val="Absatz-Standardschriftart"/>
    <w:uiPriority w:val="1"/>
    <w:qFormat/>
    <w:rsid w:val="00834FC6"/>
    <w:rPr>
      <w:i/>
      <w:lang w:val="de-CH"/>
    </w:rPr>
  </w:style>
  <w:style w:type="table" w:customStyle="1" w:styleId="TabelleKopfzeile">
    <w:name w:val="Tabelle Kopfzeile"/>
    <w:basedOn w:val="NormaleTabelle"/>
    <w:uiPriority w:val="99"/>
    <w:rsid w:val="002B67E5"/>
    <w:rPr>
      <w:rFonts w:ascii="Arial" w:hAnsi="Arial"/>
      <w:sz w:val="18"/>
    </w:rPr>
    <w:tblPr>
      <w:tblStyleRowBandSize w:val="1"/>
      <w:tblCellMar>
        <w:top w:w="28" w:type="dxa"/>
        <w:left w:w="85" w:type="dxa"/>
        <w:bottom w:w="57" w:type="dxa"/>
        <w:right w:w="85" w:type="dxa"/>
      </w:tblCellMar>
    </w:tblPr>
    <w:tblStylePr w:type="firstRow">
      <w:rPr>
        <w:b/>
      </w:rPr>
      <w:tblPr/>
      <w:trPr>
        <w:tblHeader/>
      </w:trPr>
      <w:tcPr>
        <w:tcBorders>
          <w:top w:val="nil"/>
          <w:left w:val="nil"/>
          <w:bottom w:val="single" w:sz="4" w:space="0" w:color="auto"/>
          <w:right w:val="nil"/>
          <w:insideH w:val="nil"/>
          <w:insideV w:val="nil"/>
          <w:tl2br w:val="nil"/>
          <w:tr2bl w:val="nil"/>
        </w:tcBorders>
        <w:shd w:val="clear" w:color="auto" w:fill="D9D9D9"/>
      </w:tcPr>
    </w:tblStylePr>
    <w:tblStylePr w:type="lastRow">
      <w:tblPr/>
      <w:tcPr>
        <w:tcBorders>
          <w:top w:val="nil"/>
          <w:left w:val="nil"/>
          <w:bottom w:val="single" w:sz="4" w:space="0" w:color="auto"/>
          <w:right w:val="nil"/>
          <w:insideH w:val="nil"/>
          <w:insideV w:val="single" w:sz="4" w:space="0" w:color="auto"/>
          <w:tl2br w:val="nil"/>
          <w:tr2bl w:val="nil"/>
        </w:tcBorders>
      </w:tcPr>
    </w:tblStylePr>
    <w:tblStylePr w:type="band1Horz">
      <w:tblPr/>
      <w:tcPr>
        <w:tcBorders>
          <w:top w:val="nil"/>
          <w:left w:val="nil"/>
          <w:bottom w:val="single" w:sz="4" w:space="0" w:color="auto"/>
          <w:right w:val="nil"/>
          <w:insideH w:val="nil"/>
          <w:insideV w:val="single" w:sz="4" w:space="0" w:color="auto"/>
          <w:tl2br w:val="nil"/>
          <w:tr2bl w:val="nil"/>
        </w:tcBorders>
      </w:tcPr>
    </w:tblStylePr>
    <w:tblStylePr w:type="band2Horz">
      <w:tblPr/>
      <w:tcPr>
        <w:tcBorders>
          <w:top w:val="nil"/>
          <w:left w:val="nil"/>
          <w:bottom w:val="single" w:sz="4" w:space="0" w:color="auto"/>
          <w:right w:val="nil"/>
          <w:insideH w:val="nil"/>
          <w:insideV w:val="single" w:sz="4" w:space="0" w:color="auto"/>
          <w:tl2br w:val="nil"/>
          <w:tr2bl w:val="nil"/>
        </w:tcBorders>
      </w:tcPr>
    </w:tblStylePr>
  </w:style>
  <w:style w:type="table" w:customStyle="1" w:styleId="Tabellenrasterkompakt">
    <w:name w:val="Tabellenraster kompakt"/>
    <w:basedOn w:val="NormaleTabelle"/>
    <w:uiPriority w:val="99"/>
    <w:rsid w:val="00101D11"/>
    <w:pPr>
      <w:spacing w:line="260" w:lineRule="exact"/>
    </w:pPr>
    <w:rPr>
      <w:rFonts w:ascii="Arial" w:hAnsi="Arial"/>
      <w:sz w:val="18"/>
    </w:rPr>
    <w:tblPr>
      <w:tblStyleRowBandSize w:val="1"/>
      <w:tblStyleColBandSize w:val="1"/>
      <w:tblBorders>
        <w:top w:val="single" w:sz="4" w:space="0" w:color="auto"/>
        <w:bottom w:val="single" w:sz="4" w:space="0" w:color="auto"/>
        <w:insideH w:val="single" w:sz="4" w:space="0" w:color="auto"/>
        <w:insideV w:val="single" w:sz="4" w:space="0" w:color="auto"/>
      </w:tblBorders>
      <w:tblCellMar>
        <w:top w:w="28" w:type="dxa"/>
        <w:left w:w="28" w:type="dxa"/>
        <w:bottom w:w="57" w:type="dxa"/>
        <w:right w:w="0" w:type="dxa"/>
      </w:tblCellMar>
    </w:tblPr>
    <w:tblStylePr w:type="band1Vert">
      <w:tblPr>
        <w:tblCellMar>
          <w:top w:w="28" w:type="dxa"/>
          <w:left w:w="85" w:type="dxa"/>
          <w:bottom w:w="57" w:type="dxa"/>
          <w:right w:w="85" w:type="dxa"/>
        </w:tblCellMar>
      </w:tblPr>
    </w:tblStylePr>
    <w:tblStylePr w:type="band2Vert">
      <w:tblPr>
        <w:tblCellMar>
          <w:top w:w="28" w:type="dxa"/>
          <w:left w:w="85" w:type="dxa"/>
          <w:bottom w:w="57" w:type="dxa"/>
          <w:right w:w="85" w:type="dxa"/>
        </w:tblCellMar>
      </w:tblPr>
    </w:tblStylePr>
  </w:style>
  <w:style w:type="character" w:customStyle="1" w:styleId="KopfzeileZchn">
    <w:name w:val="Kopfzeile Zchn"/>
    <w:basedOn w:val="Absatz-Standardschriftart"/>
    <w:link w:val="Kopfzeile"/>
    <w:rsid w:val="00BF50C9"/>
    <w:rPr>
      <w:rFonts w:ascii="Arial" w:hAnsi="Arial"/>
      <w:sz w:val="17"/>
      <w:szCs w:val="24"/>
      <w:lang w:val="de-CH"/>
    </w:rPr>
  </w:style>
  <w:style w:type="character" w:customStyle="1" w:styleId="UnterschriftZchn">
    <w:name w:val="Unterschrift Zchn"/>
    <w:basedOn w:val="Absatz-Standardschriftart"/>
    <w:link w:val="Unterschrift"/>
    <w:rsid w:val="00BF50C9"/>
    <w:rPr>
      <w:rFonts w:ascii="Arial" w:hAnsi="Arial"/>
      <w:szCs w:val="24"/>
      <w:lang w:val="de-CH"/>
    </w:rPr>
  </w:style>
  <w:style w:type="character" w:customStyle="1" w:styleId="DatumZchn">
    <w:name w:val="Datum Zchn"/>
    <w:basedOn w:val="Absatz-Standardschriftart"/>
    <w:link w:val="Datum"/>
    <w:rsid w:val="00BF50C9"/>
    <w:rPr>
      <w:rFonts w:ascii="Arial" w:hAnsi="Arial"/>
      <w:szCs w:val="24"/>
      <w:lang w:val="de-CH"/>
    </w:rPr>
  </w:style>
  <w:style w:type="table" w:styleId="TabelleEinfach3">
    <w:name w:val="Table Simple 3"/>
    <w:basedOn w:val="NormaleTabelle"/>
    <w:rsid w:val="00BF50C9"/>
    <w:pPr>
      <w:adjustRightInd w:val="0"/>
      <w:snapToGrid w:val="0"/>
      <w:spacing w:line="260" w:lineRule="exact"/>
    </w:pPr>
    <w:rPr>
      <w:rFonts w:ascii="Arial" w:hAnsi="Arial"/>
      <w:sz w:val="18"/>
    </w:rPr>
    <w:tblPr>
      <w:tblBorders>
        <w:bottom w:val="single" w:sz="2"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rPr>
        <w:rFonts w:ascii="Arial" w:hAnsi="Arial"/>
        <w:b/>
        <w:bCs/>
        <w:color w:val="auto"/>
        <w:sz w:val="18"/>
      </w:rPr>
      <w:tblPr/>
      <w:tcPr>
        <w:tcBorders>
          <w:top w:val="nil"/>
          <w:left w:val="nil"/>
          <w:bottom w:val="nil"/>
          <w:right w:val="nil"/>
          <w:insideH w:val="nil"/>
          <w:insideV w:val="nil"/>
          <w:tl2br w:val="nil"/>
          <w:tr2bl w:val="nil"/>
        </w:tcBorders>
        <w:shd w:val="clear" w:color="auto" w:fill="D9D9D9"/>
      </w:tcPr>
    </w:tblStylePr>
  </w:style>
  <w:style w:type="paragraph" w:customStyle="1" w:styleId="TitelTitelseiteVorlage">
    <w:name w:val="Titel Titelseite Vorlage"/>
    <w:basedOn w:val="Standard"/>
    <w:rsid w:val="00123BC9"/>
    <w:pPr>
      <w:pBdr>
        <w:top w:val="single" w:sz="4" w:space="6" w:color="auto"/>
      </w:pBdr>
      <w:spacing w:line="360" w:lineRule="exact"/>
    </w:pPr>
    <w:rPr>
      <w:sz w:val="28"/>
    </w:rPr>
  </w:style>
  <w:style w:type="paragraph" w:customStyle="1" w:styleId="AbsenderDistanz2">
    <w:name w:val="Absender Distanz 2"/>
    <w:basedOn w:val="Standard"/>
    <w:rsid w:val="003A6B6B"/>
    <w:pPr>
      <w:spacing w:after="420" w:line="240" w:lineRule="auto"/>
    </w:pPr>
    <w:rPr>
      <w:sz w:val="2"/>
    </w:rPr>
  </w:style>
  <w:style w:type="paragraph" w:customStyle="1" w:styleId="DatumTitelseite">
    <w:name w:val="Datum Titelseite"/>
    <w:basedOn w:val="Datum"/>
    <w:qFormat/>
    <w:rsid w:val="00A765FD"/>
    <w:pPr>
      <w:spacing w:before="1920"/>
    </w:pPr>
  </w:style>
  <w:style w:type="paragraph" w:customStyle="1" w:styleId="Minimal">
    <w:name w:val="Minimal"/>
    <w:basedOn w:val="Standard"/>
    <w:rsid w:val="00062ABA"/>
    <w:pPr>
      <w:spacing w:line="240" w:lineRule="auto"/>
    </w:pPr>
    <w:rPr>
      <w:sz w:val="2"/>
    </w:rPr>
  </w:style>
  <w:style w:type="paragraph" w:customStyle="1" w:styleId="AuflistungmitNummernmitAbstand">
    <w:name w:val="Auflistung mit Nummern mit Abstand"/>
    <w:basedOn w:val="Standard"/>
    <w:qFormat/>
    <w:rsid w:val="001F171D"/>
    <w:pPr>
      <w:numPr>
        <w:numId w:val="36"/>
      </w:numPr>
      <w:spacing w:after="140"/>
    </w:pPr>
  </w:style>
  <w:style w:type="numbering" w:customStyle="1" w:styleId="Formatvorlage1">
    <w:name w:val="Formatvorlage1"/>
    <w:uiPriority w:val="99"/>
    <w:rsid w:val="001F171D"/>
    <w:pPr>
      <w:numPr>
        <w:numId w:val="34"/>
      </w:numPr>
    </w:pPr>
  </w:style>
  <w:style w:type="character" w:customStyle="1" w:styleId="FunotentextZchn">
    <w:name w:val="Fußnotentext Zchn"/>
    <w:basedOn w:val="Absatz-Standardschriftart"/>
    <w:link w:val="Funotentext"/>
    <w:rsid w:val="002456DF"/>
    <w:rPr>
      <w:rFonts w:ascii="Arial" w:hAnsi="Arial"/>
      <w:sz w:val="14"/>
      <w:lang w:val="de-CH"/>
    </w:rPr>
  </w:style>
  <w:style w:type="paragraph" w:customStyle="1" w:styleId="KopieAnersteZeile">
    <w:name w:val="KopieAn erste Zeile"/>
    <w:basedOn w:val="Standard"/>
    <w:next w:val="Standard"/>
    <w:rsid w:val="00F11512"/>
    <w:pPr>
      <w:keepNext/>
      <w:spacing w:before="140"/>
    </w:pPr>
  </w:style>
  <w:style w:type="paragraph" w:customStyle="1" w:styleId="KopieAn">
    <w:name w:val="KopieAn"/>
    <w:basedOn w:val="AuflistungmitSymbolen"/>
    <w:rsid w:val="000D1591"/>
    <w:pPr>
      <w:keepNext/>
      <w:spacing w:after="0"/>
      <w:contextualSpacing w:val="0"/>
    </w:pPr>
  </w:style>
  <w:style w:type="paragraph" w:customStyle="1" w:styleId="Default">
    <w:name w:val="Default"/>
    <w:rsid w:val="003B6E5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81002">
      <w:bodyDiv w:val="1"/>
      <w:marLeft w:val="0"/>
      <w:marRight w:val="0"/>
      <w:marTop w:val="0"/>
      <w:marBottom w:val="0"/>
      <w:divBdr>
        <w:top w:val="none" w:sz="0" w:space="0" w:color="auto"/>
        <w:left w:val="none" w:sz="0" w:space="0" w:color="auto"/>
        <w:bottom w:val="none" w:sz="0" w:space="0" w:color="auto"/>
        <w:right w:val="none" w:sz="0" w:space="0" w:color="auto"/>
      </w:divBdr>
    </w:div>
    <w:div w:id="429083310">
      <w:bodyDiv w:val="1"/>
      <w:marLeft w:val="0"/>
      <w:marRight w:val="0"/>
      <w:marTop w:val="0"/>
      <w:marBottom w:val="0"/>
      <w:divBdr>
        <w:top w:val="none" w:sz="0" w:space="0" w:color="auto"/>
        <w:left w:val="none" w:sz="0" w:space="0" w:color="auto"/>
        <w:bottom w:val="none" w:sz="0" w:space="0" w:color="auto"/>
        <w:right w:val="none" w:sz="0" w:space="0" w:color="auto"/>
      </w:divBdr>
    </w:div>
    <w:div w:id="776632098">
      <w:bodyDiv w:val="1"/>
      <w:marLeft w:val="0"/>
      <w:marRight w:val="0"/>
      <w:marTop w:val="0"/>
      <w:marBottom w:val="0"/>
      <w:divBdr>
        <w:top w:val="none" w:sz="0" w:space="0" w:color="auto"/>
        <w:left w:val="none" w:sz="0" w:space="0" w:color="auto"/>
        <w:bottom w:val="none" w:sz="0" w:space="0" w:color="auto"/>
        <w:right w:val="none" w:sz="0" w:space="0" w:color="auto"/>
      </w:divBdr>
    </w:div>
    <w:div w:id="1196622549">
      <w:bodyDiv w:val="1"/>
      <w:marLeft w:val="0"/>
      <w:marRight w:val="0"/>
      <w:marTop w:val="0"/>
      <w:marBottom w:val="0"/>
      <w:divBdr>
        <w:top w:val="none" w:sz="0" w:space="0" w:color="auto"/>
        <w:left w:val="none" w:sz="0" w:space="0" w:color="auto"/>
        <w:bottom w:val="none" w:sz="0" w:space="0" w:color="auto"/>
        <w:right w:val="none" w:sz="0" w:space="0" w:color="auto"/>
      </w:divBdr>
    </w:div>
    <w:div w:id="1613050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2.jpg"/><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3.jp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officeatwork xmlns="http://schemas.officeatwork.com/Formulas">eNp7v3u/jVt+UW5pTmKxgr4dAD33Bnw=</officeatwork>
</file>

<file path=customXml/item2.xml><?xml version="1.0" encoding="utf-8"?>
<officeatwork xmlns="http://schemas.officeatwork.com/CustomXMLPart"/>
</file>

<file path=customXml/item3.xml><?xml version="1.0" encoding="utf-8"?>
<officeatwork xmlns="http://schemas.officeatwork.com/MasterProperties">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</officeatwork>
</file>

<file path=customXml/item4.xml><?xml version="1.0" encoding="utf-8"?>
<officeatwork xmlns="http://schemas.officeatwork.com/Document">eNp7v3u/jUt+cmlual6JnU1wfk5pSWZ+nmeKnY0+MscnMS+9NDE91c7IwNTURh/OtQnLTC0HqoVScJMAxiof0g==</officeatwork>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AF5AC6-7D87-4154-A56F-0AED3D3C1E81}">
  <ds:schemaRefs>
    <ds:schemaRef ds:uri="http://schemas.officeatwork.com/Formulas"/>
  </ds:schemaRefs>
</ds:datastoreItem>
</file>

<file path=customXml/itemProps2.xml><?xml version="1.0" encoding="utf-8"?>
<ds:datastoreItem xmlns:ds="http://schemas.openxmlformats.org/officeDocument/2006/customXml" ds:itemID="{052B4631-D73C-4047-B0BC-FCB92A2796BD}">
  <ds:schemaRefs>
    <ds:schemaRef ds:uri="http://schemas.officeatwork.com/CustomXMLPart"/>
  </ds:schemaRefs>
</ds:datastoreItem>
</file>

<file path=customXml/itemProps3.xml><?xml version="1.0" encoding="utf-8"?>
<ds:datastoreItem xmlns:ds="http://schemas.openxmlformats.org/officeDocument/2006/customXml" ds:itemID="{258EA2FD-3F53-49FF-8049-02203411BA58}">
  <ds:schemaRefs>
    <ds:schemaRef ds:uri="http://schemas.officeatwork.com/MasterProperties"/>
  </ds:schemaRefs>
</ds:datastoreItem>
</file>

<file path=customXml/itemProps4.xml><?xml version="1.0" encoding="utf-8"?>
<ds:datastoreItem xmlns:ds="http://schemas.openxmlformats.org/officeDocument/2006/customXml" ds:itemID="{C455C4C1-8540-4DD0-BC9F-461BA384C08C}">
  <ds:schemaRefs>
    <ds:schemaRef ds:uri="http://schemas.officeatwork.com/Document"/>
  </ds:schemaRefs>
</ds:datastoreItem>
</file>

<file path=customXml/itemProps5.xml><?xml version="1.0" encoding="utf-8"?>
<ds:datastoreItem xmlns:ds="http://schemas.openxmlformats.org/officeDocument/2006/customXml" ds:itemID="{72D26B53-0C82-4FF8-84E9-DF38F86B1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3EFE15B5.dotm</Template>
  <TotalTime>0</TotalTime>
  <Pages>3</Pages>
  <Words>477</Words>
  <Characters>6263</Characters>
  <Application>Microsoft Office Word</Application>
  <DocSecurity>0</DocSecurity>
  <Lines>52</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DocumentType</vt:lpstr>
    </vt:vector>
  </TitlesOfParts>
  <Manager>Contactperson.Name</Manager>
  <Company>Departement  Bildung, Kultur und Sport Abteilung Sonderschulung, Heime und Werkstätten </Company>
  <LinksUpToDate>false</LinksUpToDate>
  <CharactersWithSpaces>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Anmeldung Infrastruktur-Vorhaben gemäss Richtlinie für Infrastrukturvorhaben der anerkannten Einrichtungen für Menschen mit besonderen Betreuungsbedürfnissen </dc:subject>
  <dc:creator>Damaris.Otten@ag.ch</dc:creator>
  <cp:keywords/>
  <dc:description/>
  <cp:lastModifiedBy>Otten Damaris  BKSSHW</cp:lastModifiedBy>
  <cp:revision>19</cp:revision>
  <cp:lastPrinted>2019-04-17T12:34:00Z</cp:lastPrinted>
  <dcterms:created xsi:type="dcterms:W3CDTF">2019-04-17T11:40:00Z</dcterms:created>
  <dcterms:modified xsi:type="dcterms:W3CDTF">2019-11-26T15:35:00Z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ext">
    <vt:lpwstr>[Text]</vt:lpwstr>
  </property>
  <property fmtid="{D5CDD505-2E9C-101B-9397-08002B2CF9AE}" pid="3" name="Author.Name">
    <vt:lpwstr/>
  </property>
  <property fmtid="{D5CDD505-2E9C-101B-9397-08002B2CF9AE}" pid="4" name="Contactperson.Name">
    <vt:lpwstr/>
  </property>
  <property fmtid="{D5CDD505-2E9C-101B-9397-08002B2CF9AE}" pid="5" name="Doc.of">
    <vt:lpwstr>von</vt:lpwstr>
  </property>
  <property fmtid="{D5CDD505-2E9C-101B-9397-08002B2CF9AE}" pid="6" name="Doc.Draft">
    <vt:lpwstr/>
  </property>
  <property fmtid="{D5CDD505-2E9C-101B-9397-08002B2CF9AE}" pid="7" name="Doc.OutputprofileTitleDistance">
    <vt:lpwstr>1234567890123456789012345678901234567890123456</vt:lpwstr>
  </property>
  <property fmtid="{D5CDD505-2E9C-101B-9397-08002B2CF9AE}" pid="8" name="Date.Format.Long">
    <vt:lpwstr>D. MMMM YYYY</vt:lpwstr>
  </property>
  <property fmtid="{D5CDD505-2E9C-101B-9397-08002B2CF9AE}" pid="9" name="Doc.Enclosures">
    <vt:lpwstr>Beilagen</vt:lpwstr>
  </property>
  <property fmtid="{D5CDD505-2E9C-101B-9397-08002B2CF9AE}" pid="10" name="Doc.Distribution">
    <vt:lpwstr>Verteiler</vt:lpwstr>
  </property>
  <property fmtid="{D5CDD505-2E9C-101B-9397-08002B2CF9AE}" pid="11" name="CustomField.Enclosures">
    <vt:lpwstr>Die erforderlichen Beilagen sind der Checkliste "einzureichende Unterlagen bei Infrastrukturvorhaben" zu entnehmen.</vt:lpwstr>
  </property>
  <property fmtid="{D5CDD505-2E9C-101B-9397-08002B2CF9AE}" pid="12" name="CustomField.DocumentType">
    <vt:lpwstr/>
  </property>
  <property fmtid="{D5CDD505-2E9C-101B-9397-08002B2CF9AE}" pid="13" name="BM_Subject">
    <vt:lpwstr>Anmeldung Infrastruktur-Vorhaben_x000b_gemäss Richtlinie für Infrastrukturvorhaben der anerkannten Einrichtungen für Menschen mit besonderen Betreuungsbedürfnissen </vt:lpwstr>
  </property>
  <property fmtid="{D5CDD505-2E9C-101B-9397-08002B2CF9AE}" pid="14" name="CustomField.Footer">
    <vt:lpwstr/>
  </property>
  <property fmtid="{D5CDD505-2E9C-101B-9397-08002B2CF9AE}" pid="15" name="Doc.Subject">
    <vt:lpwstr>[Betreff]</vt:lpwstr>
  </property>
  <property fmtid="{D5CDD505-2E9C-101B-9397-08002B2CF9AE}" pid="16" name="Signature1.Name">
    <vt:lpwstr/>
  </property>
  <property fmtid="{D5CDD505-2E9C-101B-9397-08002B2CF9AE}" pid="17" name="Signature1.Function">
    <vt:lpwstr/>
  </property>
  <property fmtid="{D5CDD505-2E9C-101B-9397-08002B2CF9AE}" pid="18" name="Signature2.Name">
    <vt:lpwstr/>
  </property>
  <property fmtid="{D5CDD505-2E9C-101B-9397-08002B2CF9AE}" pid="19" name="Signature2.Function">
    <vt:lpwstr/>
  </property>
  <property fmtid="{D5CDD505-2E9C-101B-9397-08002B2CF9AE}" pid="20" name="Organisation.OrganisationLevel1">
    <vt:lpwstr>Departement _x000d_
Bildung, Kultur und Sport</vt:lpwstr>
  </property>
  <property fmtid="{D5CDD505-2E9C-101B-9397-08002B2CF9AE}" pid="21" name="Organisation.OrganisationLevel2">
    <vt:lpwstr>Abteilung Sonderschulung, Heime und Werkstätten</vt:lpwstr>
  </property>
  <property fmtid="{D5CDD505-2E9C-101B-9397-08002B2CF9AE}" pid="22" name="Organisation.OrganisationLevel3">
    <vt:lpwstr/>
  </property>
  <property fmtid="{D5CDD505-2E9C-101B-9397-08002B2CF9AE}" pid="23" name="Doc.Report">
    <vt:lpwstr>Bericht</vt:lpwstr>
  </property>
  <property fmtid="{D5CDD505-2E9C-101B-9397-08002B2CF9AE}" pid="24" name="CustomField.Distribution">
    <vt:lpwstr/>
  </property>
  <property fmtid="{D5CDD505-2E9C-101B-9397-08002B2CF9AE}" pid="25" name="Contactperson.Title">
    <vt:lpwstr/>
  </property>
  <property fmtid="{D5CDD505-2E9C-101B-9397-08002B2CF9AE}" pid="26" name="Contactperson.Function">
    <vt:lpwstr/>
  </property>
  <property fmtid="{D5CDD505-2E9C-101B-9397-08002B2CF9AE}" pid="27" name="Doc.CopyTo">
    <vt:lpwstr>Kopie</vt:lpwstr>
  </property>
  <property fmtid="{D5CDD505-2E9C-101B-9397-08002B2CF9AE}" pid="28" name="CustomField.Copy">
    <vt:lpwstr/>
  </property>
  <property fmtid="{D5CDD505-2E9C-101B-9397-08002B2CF9AE}" pid="29" name="Organisation2.OrganisationLevel1">
    <vt:lpwstr/>
  </property>
  <property fmtid="{D5CDD505-2E9C-101B-9397-08002B2CF9AE}" pid="30" name="Organisation2.OrganisationLevel2">
    <vt:lpwstr/>
  </property>
  <property fmtid="{D5CDD505-2E9C-101B-9397-08002B2CF9AE}" pid="31" name="Organisation2.OrganisationLevel3">
    <vt:lpwstr/>
  </property>
  <property fmtid="{D5CDD505-2E9C-101B-9397-08002B2CF9AE}" pid="32" name="CustomField.Info">
    <vt:lpwstr/>
  </property>
</Properties>
</file>